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4A0" w:firstRow="1" w:lastRow="0" w:firstColumn="1" w:lastColumn="0" w:noHBand="0" w:noVBand="1"/>
      </w:tblPr>
      <w:tblGrid>
        <w:gridCol w:w="889"/>
        <w:gridCol w:w="2711"/>
        <w:gridCol w:w="4525"/>
        <w:gridCol w:w="2963"/>
        <w:gridCol w:w="819"/>
      </w:tblGrid>
      <w:tr w:rsidR="001C0191" w14:paraId="7A020B6F" w14:textId="77777777" w:rsidTr="00DC72DA">
        <w:trPr>
          <w:trHeight w:val="1283"/>
        </w:trPr>
        <w:tc>
          <w:tcPr>
            <w:tcW w:w="914" w:type="dxa"/>
            <w:shd w:val="clear" w:color="auto" w:fill="auto"/>
            <w:noWrap/>
            <w:vAlign w:val="center"/>
          </w:tcPr>
          <w:p w14:paraId="509A37D2" w14:textId="77777777" w:rsidR="001C0191" w:rsidRPr="007F2166" w:rsidRDefault="001C0191" w:rsidP="00DC72DA">
            <w:pPr>
              <w:pStyle w:val="TableText0"/>
              <w:ind w:left="630" w:right="90"/>
              <w:rPr>
                <w:rFonts w:cs="Arial"/>
              </w:rPr>
            </w:pPr>
            <w:bookmarkStart w:id="0" w:name="_Toc193689607"/>
            <w:bookmarkStart w:id="1" w:name="_Toc226975155"/>
            <w:bookmarkStart w:id="2" w:name="_Toc193689604"/>
            <w:bookmarkStart w:id="3" w:name="_Toc193689608"/>
            <w:bookmarkStart w:id="4" w:name="_Toc226954833"/>
            <w:bookmarkStart w:id="5" w:name="_Toc193179031"/>
            <w:bookmarkStart w:id="6" w:name="_Toc193689605"/>
            <w:bookmarkStart w:id="7" w:name="_Toc193689606"/>
            <w:bookmarkStart w:id="8" w:name="_Toc295487532"/>
            <w:bookmarkStart w:id="9" w:name="_Toc193179034"/>
          </w:p>
        </w:tc>
        <w:tc>
          <w:tcPr>
            <w:tcW w:w="2787" w:type="dxa"/>
            <w:shd w:val="clear" w:color="auto" w:fill="auto"/>
            <w:vAlign w:val="center"/>
          </w:tcPr>
          <w:p w14:paraId="475C4316" w14:textId="207AF2C8" w:rsidR="001C0191" w:rsidRPr="00C716F8" w:rsidRDefault="00597C44" w:rsidP="001C0191">
            <w:pPr>
              <w:pStyle w:val="TableText0"/>
              <w:spacing w:before="93" w:after="93"/>
              <w:ind w:left="104"/>
            </w:pPr>
            <w:r>
              <w:rPr>
                <w:noProof/>
              </w:rPr>
              <w:drawing>
                <wp:inline distT="0" distB="0" distL="0" distR="0" wp14:anchorId="6FD2B1B4" wp14:editId="1B72DC52">
                  <wp:extent cx="981075" cy="295275"/>
                  <wp:effectExtent l="0" t="0" r="0" b="0"/>
                  <wp:docPr id="13" name="图片 13" descr="封面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封面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1075" cy="295275"/>
                          </a:xfrm>
                          <a:prstGeom prst="rect">
                            <a:avLst/>
                          </a:prstGeom>
                          <a:noFill/>
                          <a:ln>
                            <a:noFill/>
                          </a:ln>
                        </pic:spPr>
                      </pic:pic>
                    </a:graphicData>
                  </a:graphic>
                </wp:inline>
              </w:drawing>
            </w:r>
          </w:p>
        </w:tc>
        <w:tc>
          <w:tcPr>
            <w:tcW w:w="8541" w:type="dxa"/>
            <w:gridSpan w:val="3"/>
            <w:vMerge w:val="restart"/>
            <w:shd w:val="clear" w:color="auto" w:fill="auto"/>
            <w:vAlign w:val="center"/>
          </w:tcPr>
          <w:p w14:paraId="39868DFE" w14:textId="77777777" w:rsidR="001C0191" w:rsidRPr="007F2166" w:rsidRDefault="001C0191" w:rsidP="00DC72DA">
            <w:pPr>
              <w:pStyle w:val="TableText0"/>
              <w:spacing w:before="93" w:after="93"/>
              <w:rPr>
                <w:rFonts w:cs="Arial"/>
                <w:b/>
                <w:bCs/>
                <w:color w:val="C00000"/>
                <w:sz w:val="19"/>
                <w:szCs w:val="19"/>
              </w:rPr>
            </w:pPr>
          </w:p>
        </w:tc>
      </w:tr>
      <w:tr w:rsidR="001C0191" w14:paraId="1E6052D6" w14:textId="77777777" w:rsidTr="00DC72DA">
        <w:trPr>
          <w:trHeight w:val="2213"/>
        </w:trPr>
        <w:tc>
          <w:tcPr>
            <w:tcW w:w="3701" w:type="dxa"/>
            <w:gridSpan w:val="2"/>
            <w:tcBorders>
              <w:bottom w:val="nil"/>
            </w:tcBorders>
            <w:shd w:val="clear" w:color="auto" w:fill="auto"/>
            <w:vAlign w:val="center"/>
          </w:tcPr>
          <w:p w14:paraId="3B7D8A13" w14:textId="77777777" w:rsidR="001C0191" w:rsidRPr="007F2166" w:rsidRDefault="001C0191" w:rsidP="00DC72DA">
            <w:pPr>
              <w:pStyle w:val="TableText0"/>
              <w:spacing w:before="93" w:after="93"/>
              <w:rPr>
                <w:rFonts w:cs="Arial"/>
                <w:b/>
                <w:bCs/>
                <w:color w:val="C00000"/>
                <w:sz w:val="19"/>
                <w:szCs w:val="19"/>
              </w:rPr>
            </w:pPr>
          </w:p>
        </w:tc>
        <w:tc>
          <w:tcPr>
            <w:tcW w:w="8541" w:type="dxa"/>
            <w:gridSpan w:val="3"/>
            <w:vMerge/>
            <w:tcBorders>
              <w:bottom w:val="nil"/>
            </w:tcBorders>
            <w:shd w:val="clear" w:color="auto" w:fill="auto"/>
            <w:vAlign w:val="center"/>
          </w:tcPr>
          <w:p w14:paraId="5A26D258" w14:textId="77777777" w:rsidR="001C0191" w:rsidRDefault="001C0191" w:rsidP="00DC72DA">
            <w:pPr>
              <w:pStyle w:val="TableText0"/>
              <w:spacing w:before="93" w:after="93"/>
              <w:rPr>
                <w:rFonts w:ascii="微软雅黑" w:hAnsi="微软雅黑" w:cs="微软雅黑"/>
                <w:b/>
                <w:bCs/>
                <w:color w:val="C00000"/>
                <w:sz w:val="19"/>
                <w:szCs w:val="19"/>
              </w:rPr>
            </w:pPr>
          </w:p>
        </w:tc>
      </w:tr>
      <w:tr w:rsidR="001C0191" w14:paraId="21E613E6" w14:textId="77777777" w:rsidTr="00DC72DA">
        <w:trPr>
          <w:trHeight w:val="2564"/>
        </w:trPr>
        <w:tc>
          <w:tcPr>
            <w:tcW w:w="914" w:type="dxa"/>
            <w:shd w:val="clear" w:color="auto" w:fill="E8F5FD"/>
            <w:vAlign w:val="center"/>
          </w:tcPr>
          <w:p w14:paraId="70569F8D" w14:textId="77777777" w:rsidR="001C0191" w:rsidRPr="00697EC5" w:rsidRDefault="001C0191" w:rsidP="00DC72DA">
            <w:pPr>
              <w:pStyle w:val="TableText0"/>
              <w:spacing w:before="93" w:after="93"/>
            </w:pPr>
          </w:p>
        </w:tc>
        <w:tc>
          <w:tcPr>
            <w:tcW w:w="10486" w:type="dxa"/>
            <w:gridSpan w:val="3"/>
            <w:shd w:val="clear" w:color="auto" w:fill="E8F5FD"/>
            <w:vAlign w:val="center"/>
          </w:tcPr>
          <w:p w14:paraId="4633CCD3" w14:textId="10CC6DA1" w:rsidR="001C0191" w:rsidRPr="004E0B07" w:rsidRDefault="001C0191" w:rsidP="00DC72DA">
            <w:pPr>
              <w:pStyle w:val="aff1"/>
              <w:spacing w:line="360" w:lineRule="auto"/>
              <w:rPr>
                <w:rFonts w:cs="微软雅黑"/>
                <w:sz w:val="52"/>
                <w:szCs w:val="52"/>
                <w:lang w:bidi="ar"/>
              </w:rPr>
            </w:pPr>
            <w:proofErr w:type="spellStart"/>
            <w:r w:rsidRPr="0074758D">
              <w:rPr>
                <w:sz w:val="52"/>
                <w:szCs w:val="52"/>
                <w:lang w:bidi="ar"/>
              </w:rPr>
              <w:t>Ruijie</w:t>
            </w:r>
            <w:proofErr w:type="spellEnd"/>
            <w:r w:rsidRPr="0074758D">
              <w:rPr>
                <w:sz w:val="52"/>
                <w:szCs w:val="52"/>
                <w:lang w:bidi="ar"/>
              </w:rPr>
              <w:t xml:space="preserve"> </w:t>
            </w:r>
            <w:r>
              <w:rPr>
                <w:sz w:val="52"/>
                <w:szCs w:val="52"/>
                <w:lang w:bidi="ar"/>
              </w:rPr>
              <w:t>RG-</w:t>
            </w:r>
            <w:r w:rsidRPr="0074758D">
              <w:rPr>
                <w:sz w:val="52"/>
                <w:szCs w:val="52"/>
                <w:lang w:bidi="ar"/>
              </w:rPr>
              <w:t>WL</w:t>
            </w:r>
            <w:bookmarkStart w:id="10" w:name="_GoBack"/>
            <w:bookmarkEnd w:id="10"/>
            <w:r w:rsidRPr="0074758D">
              <w:rPr>
                <w:sz w:val="52"/>
                <w:szCs w:val="52"/>
                <w:lang w:bidi="ar"/>
              </w:rPr>
              <w:t>AN Series Access Points</w:t>
            </w:r>
            <w:r>
              <w:rPr>
                <w:sz w:val="52"/>
                <w:szCs w:val="52"/>
                <w:lang w:bidi="ar"/>
              </w:rPr>
              <w:t xml:space="preserve"> </w:t>
            </w:r>
            <w:r w:rsidRPr="0074758D">
              <w:rPr>
                <w:sz w:val="52"/>
                <w:szCs w:val="52"/>
                <w:lang w:bidi="ar"/>
              </w:rPr>
              <w:t>RGOS 11.9(4)B1P</w:t>
            </w:r>
            <w:r w:rsidR="00AB2BBF">
              <w:rPr>
                <w:rFonts w:hint="eastAsia"/>
                <w:sz w:val="52"/>
                <w:szCs w:val="52"/>
                <w:lang w:bidi="ar"/>
              </w:rPr>
              <w:t>9</w:t>
            </w:r>
          </w:p>
        </w:tc>
        <w:tc>
          <w:tcPr>
            <w:tcW w:w="842" w:type="dxa"/>
            <w:shd w:val="clear" w:color="auto" w:fill="E8F5FD"/>
            <w:vAlign w:val="center"/>
          </w:tcPr>
          <w:p w14:paraId="4C458402" w14:textId="77777777" w:rsidR="001C0191" w:rsidRDefault="001C0191" w:rsidP="00DC72DA">
            <w:pPr>
              <w:pStyle w:val="TableText0"/>
              <w:spacing w:before="93" w:after="93"/>
              <w:rPr>
                <w:lang w:bidi="ar"/>
              </w:rPr>
            </w:pPr>
          </w:p>
        </w:tc>
      </w:tr>
      <w:tr w:rsidR="001C0191" w14:paraId="4695763C" w14:textId="77777777" w:rsidTr="00DC72DA">
        <w:trPr>
          <w:trHeight w:val="1197"/>
        </w:trPr>
        <w:tc>
          <w:tcPr>
            <w:tcW w:w="914" w:type="dxa"/>
            <w:shd w:val="clear" w:color="auto" w:fill="E50033"/>
            <w:vAlign w:val="center"/>
          </w:tcPr>
          <w:p w14:paraId="129629DC" w14:textId="77777777" w:rsidR="001C0191" w:rsidRPr="00697EC5" w:rsidRDefault="001C0191" w:rsidP="00DC72DA">
            <w:pPr>
              <w:pStyle w:val="TableText0"/>
              <w:spacing w:before="93" w:after="93"/>
            </w:pPr>
          </w:p>
        </w:tc>
        <w:tc>
          <w:tcPr>
            <w:tcW w:w="10486" w:type="dxa"/>
            <w:gridSpan w:val="3"/>
            <w:shd w:val="clear" w:color="auto" w:fill="E50033"/>
            <w:vAlign w:val="center"/>
          </w:tcPr>
          <w:p w14:paraId="25D0A574" w14:textId="1F5AA701" w:rsidR="001C0191" w:rsidRPr="00C716F8" w:rsidRDefault="0084729B" w:rsidP="00DC72DA">
            <w:pPr>
              <w:pStyle w:val="aff2"/>
            </w:pPr>
            <w:r>
              <w:rPr>
                <w:rFonts w:hint="eastAsia"/>
                <w:sz w:val="52"/>
                <w:szCs w:val="52"/>
                <w:lang w:bidi="ar"/>
              </w:rPr>
              <w:t>Official</w:t>
            </w:r>
            <w:r w:rsidR="001C0191">
              <w:rPr>
                <w:sz w:val="52"/>
                <w:szCs w:val="52"/>
                <w:lang w:bidi="ar"/>
              </w:rPr>
              <w:t xml:space="preserve"> </w:t>
            </w:r>
            <w:r w:rsidR="001C0191" w:rsidRPr="0074758D">
              <w:rPr>
                <w:sz w:val="52"/>
                <w:szCs w:val="52"/>
                <w:lang w:bidi="ar"/>
              </w:rPr>
              <w:t>Release Notes</w:t>
            </w:r>
          </w:p>
        </w:tc>
        <w:tc>
          <w:tcPr>
            <w:tcW w:w="842" w:type="dxa"/>
            <w:shd w:val="clear" w:color="auto" w:fill="E50033"/>
            <w:vAlign w:val="center"/>
          </w:tcPr>
          <w:p w14:paraId="50682663" w14:textId="77777777" w:rsidR="001C0191" w:rsidRDefault="001C0191" w:rsidP="00DC72DA">
            <w:pPr>
              <w:pStyle w:val="TableText0"/>
              <w:spacing w:before="93" w:after="93"/>
              <w:rPr>
                <w:lang w:bidi="ar"/>
              </w:rPr>
            </w:pPr>
          </w:p>
        </w:tc>
      </w:tr>
      <w:tr w:rsidR="001C0191" w14:paraId="0D0FFC26" w14:textId="77777777" w:rsidTr="00DC72DA">
        <w:trPr>
          <w:trHeight w:val="5553"/>
        </w:trPr>
        <w:tc>
          <w:tcPr>
            <w:tcW w:w="8354" w:type="dxa"/>
            <w:gridSpan w:val="3"/>
            <w:vMerge w:val="restart"/>
            <w:tcBorders>
              <w:bottom w:val="nil"/>
            </w:tcBorders>
            <w:shd w:val="clear" w:color="auto" w:fill="auto"/>
            <w:vAlign w:val="center"/>
          </w:tcPr>
          <w:p w14:paraId="6EE5C691" w14:textId="77777777" w:rsidR="001C0191" w:rsidRDefault="001C0191" w:rsidP="00DC72DA">
            <w:pPr>
              <w:pStyle w:val="TableText0"/>
              <w:spacing w:before="93" w:after="93"/>
            </w:pPr>
          </w:p>
        </w:tc>
        <w:tc>
          <w:tcPr>
            <w:tcW w:w="3888" w:type="dxa"/>
            <w:gridSpan w:val="2"/>
            <w:shd w:val="clear" w:color="auto" w:fill="auto"/>
            <w:vAlign w:val="center"/>
          </w:tcPr>
          <w:p w14:paraId="7FFFA2A8" w14:textId="77777777" w:rsidR="001C0191" w:rsidRDefault="001C0191" w:rsidP="00DC72DA">
            <w:pPr>
              <w:pStyle w:val="TableText0"/>
              <w:spacing w:before="93" w:after="93"/>
            </w:pPr>
          </w:p>
        </w:tc>
      </w:tr>
      <w:tr w:rsidR="001C0191" w14:paraId="2AD7A927" w14:textId="77777777" w:rsidTr="00DC72DA">
        <w:trPr>
          <w:trHeight w:val="62"/>
        </w:trPr>
        <w:tc>
          <w:tcPr>
            <w:tcW w:w="8354" w:type="dxa"/>
            <w:gridSpan w:val="3"/>
            <w:vMerge/>
            <w:shd w:val="clear" w:color="auto" w:fill="auto"/>
            <w:vAlign w:val="center"/>
          </w:tcPr>
          <w:p w14:paraId="3948EDAF" w14:textId="77777777" w:rsidR="001C0191" w:rsidRDefault="001C0191" w:rsidP="00DC72DA">
            <w:pPr>
              <w:pStyle w:val="TableText0"/>
              <w:spacing w:before="93" w:after="93"/>
            </w:pPr>
          </w:p>
        </w:tc>
        <w:tc>
          <w:tcPr>
            <w:tcW w:w="3046" w:type="dxa"/>
            <w:shd w:val="clear" w:color="auto" w:fill="auto"/>
            <w:vAlign w:val="center"/>
          </w:tcPr>
          <w:p w14:paraId="3DD32F09" w14:textId="03B344E1" w:rsidR="001C0191" w:rsidRPr="00AA1FB3" w:rsidRDefault="001C0191" w:rsidP="00DC72DA">
            <w:pPr>
              <w:pStyle w:val="aff4"/>
              <w:rPr>
                <w:b/>
                <w:kern w:val="2"/>
                <w:lang w:bidi="ar"/>
              </w:rPr>
            </w:pPr>
            <w:r w:rsidRPr="00AA1FB3">
              <w:rPr>
                <w:rFonts w:hint="eastAsia"/>
                <w:kern w:val="2"/>
                <w:lang w:bidi="ar"/>
              </w:rPr>
              <w:t>Document</w:t>
            </w:r>
            <w:r w:rsidRPr="00AA1FB3">
              <w:rPr>
                <w:kern w:val="2"/>
                <w:lang w:bidi="ar"/>
              </w:rPr>
              <w:t xml:space="preserve"> </w:t>
            </w:r>
            <w:r w:rsidRPr="00AA1FB3">
              <w:rPr>
                <w:rFonts w:hint="eastAsia"/>
                <w:kern w:val="2"/>
                <w:lang w:bidi="ar"/>
              </w:rPr>
              <w:t>v</w:t>
            </w:r>
            <w:r w:rsidRPr="00AA1FB3">
              <w:rPr>
                <w:kern w:val="2"/>
                <w:lang w:bidi="ar"/>
              </w:rPr>
              <w:t>ersion:</w:t>
            </w:r>
            <w:r w:rsidRPr="00AA1FB3">
              <w:rPr>
                <w:rFonts w:hint="eastAsia"/>
                <w:kern w:val="2"/>
                <w:lang w:bidi="ar"/>
              </w:rPr>
              <w:t xml:space="preserve"> </w:t>
            </w:r>
            <w:r w:rsidRPr="00562011">
              <w:rPr>
                <w:rFonts w:hint="eastAsia"/>
                <w:szCs w:val="18"/>
              </w:rPr>
              <w:t>V1.</w:t>
            </w:r>
            <w:r w:rsidR="00AB2BBF">
              <w:rPr>
                <w:rFonts w:hint="eastAsia"/>
                <w:szCs w:val="18"/>
              </w:rPr>
              <w:t>0</w:t>
            </w:r>
          </w:p>
          <w:p w14:paraId="69C04BA7" w14:textId="3D956FBB" w:rsidR="001C0191" w:rsidRPr="00AA1FB3" w:rsidRDefault="001C0191" w:rsidP="00DC72DA">
            <w:pPr>
              <w:pStyle w:val="aff4"/>
              <w:rPr>
                <w:b/>
                <w:kern w:val="2"/>
                <w:lang w:bidi="ar"/>
              </w:rPr>
            </w:pPr>
            <w:r w:rsidRPr="00AA1FB3">
              <w:rPr>
                <w:kern w:val="2"/>
                <w:lang w:bidi="ar"/>
              </w:rPr>
              <w:t>Date:</w:t>
            </w:r>
            <w:r w:rsidRPr="00AA1FB3">
              <w:rPr>
                <w:rFonts w:hint="eastAsia"/>
                <w:kern w:val="2"/>
                <w:lang w:bidi="ar"/>
              </w:rPr>
              <w:t xml:space="preserve"> </w:t>
            </w:r>
            <w:r w:rsidR="0018293B">
              <w:rPr>
                <w:kern w:val="2"/>
                <w:lang w:bidi="ar"/>
              </w:rPr>
              <w:t>May</w:t>
            </w:r>
            <w:r w:rsidR="0018293B" w:rsidRPr="00AF7861">
              <w:rPr>
                <w:kern w:val="2"/>
                <w:lang w:bidi="ar"/>
              </w:rPr>
              <w:t xml:space="preserve"> </w:t>
            </w:r>
            <w:r w:rsidR="00786002">
              <w:rPr>
                <w:kern w:val="2"/>
                <w:lang w:bidi="ar"/>
              </w:rPr>
              <w:t>23</w:t>
            </w:r>
            <w:r w:rsidR="0018293B" w:rsidRPr="00AF7861">
              <w:rPr>
                <w:kern w:val="2"/>
                <w:lang w:bidi="ar"/>
              </w:rPr>
              <w:t>, 202</w:t>
            </w:r>
            <w:r w:rsidR="0018293B">
              <w:rPr>
                <w:kern w:val="2"/>
                <w:lang w:bidi="ar"/>
              </w:rPr>
              <w:t>5</w:t>
            </w:r>
          </w:p>
          <w:p w14:paraId="11232847" w14:textId="5137E392" w:rsidR="001C0191" w:rsidRPr="00C716F8" w:rsidRDefault="001C0191">
            <w:pPr>
              <w:pStyle w:val="TableText0"/>
              <w:spacing w:before="93" w:after="93"/>
              <w:rPr>
                <w:rFonts w:eastAsia="宋体" w:cs="Arial"/>
                <w:color w:val="595959"/>
              </w:rPr>
            </w:pPr>
            <w:r>
              <w:rPr>
                <w:color w:val="595959"/>
                <w:lang w:bidi="ar"/>
              </w:rPr>
              <w:t>C</w:t>
            </w:r>
            <w:r>
              <w:rPr>
                <w:rFonts w:hint="eastAsia"/>
                <w:color w:val="595959"/>
                <w:lang w:bidi="ar"/>
              </w:rPr>
              <w:t xml:space="preserve">opyright © </w:t>
            </w:r>
            <w:r w:rsidR="0084729B">
              <w:rPr>
                <w:rFonts w:hint="eastAsia"/>
                <w:color w:val="595959"/>
                <w:lang w:bidi="ar"/>
              </w:rPr>
              <w:t>202</w:t>
            </w:r>
            <w:r w:rsidR="0018293B">
              <w:rPr>
                <w:color w:val="595959"/>
                <w:lang w:bidi="ar"/>
              </w:rPr>
              <w:t>5</w:t>
            </w:r>
            <w:r w:rsidR="0084729B">
              <w:rPr>
                <w:rFonts w:hint="eastAsia"/>
                <w:color w:val="595959"/>
                <w:lang w:bidi="ar"/>
              </w:rPr>
              <w:t xml:space="preserve"> </w:t>
            </w:r>
            <w:proofErr w:type="spellStart"/>
            <w:r>
              <w:rPr>
                <w:rFonts w:hint="eastAsia"/>
                <w:color w:val="595959"/>
                <w:lang w:bidi="ar"/>
              </w:rPr>
              <w:t>Ruijie</w:t>
            </w:r>
            <w:proofErr w:type="spellEnd"/>
            <w:r>
              <w:rPr>
                <w:color w:val="595959"/>
                <w:lang w:bidi="ar"/>
              </w:rPr>
              <w:t xml:space="preserve"> Networks</w:t>
            </w:r>
          </w:p>
        </w:tc>
        <w:tc>
          <w:tcPr>
            <w:tcW w:w="842" w:type="dxa"/>
            <w:shd w:val="clear" w:color="auto" w:fill="DF0032"/>
            <w:noWrap/>
            <w:vAlign w:val="center"/>
          </w:tcPr>
          <w:p w14:paraId="0CCCE0C5" w14:textId="77777777" w:rsidR="001C0191" w:rsidRDefault="001C0191" w:rsidP="00DC72DA">
            <w:pPr>
              <w:spacing w:before="72" w:after="72"/>
              <w:ind w:left="630"/>
              <w:rPr>
                <w:rFonts w:ascii="宋体" w:eastAsia="宋体" w:hAnsi="宋体" w:cs="宋体"/>
                <w:color w:val="000000"/>
                <w:sz w:val="22"/>
                <w:szCs w:val="22"/>
              </w:rPr>
            </w:pPr>
          </w:p>
        </w:tc>
      </w:tr>
    </w:tbl>
    <w:p w14:paraId="2E8110DD" w14:textId="77777777" w:rsidR="001C0191" w:rsidRPr="00C716F8" w:rsidRDefault="001C0191" w:rsidP="00DC72DA">
      <w:pPr>
        <w:pStyle w:val="Text-1"/>
        <w:spacing w:before="93" w:after="93"/>
        <w:ind w:left="630"/>
      </w:pPr>
    </w:p>
    <w:p w14:paraId="2870C401" w14:textId="77777777" w:rsidR="001C0191" w:rsidRPr="00C716F8" w:rsidRDefault="001C0191" w:rsidP="00DC72DA">
      <w:pPr>
        <w:pStyle w:val="Text-1"/>
        <w:spacing w:before="93" w:after="93"/>
        <w:ind w:left="630"/>
        <w:sectPr w:rsidR="001C0191" w:rsidRPr="00C716F8" w:rsidSect="001C0191">
          <w:headerReference w:type="even" r:id="rId9"/>
          <w:headerReference w:type="default" r:id="rId10"/>
          <w:footerReference w:type="even" r:id="rId11"/>
          <w:footerReference w:type="default" r:id="rId12"/>
          <w:headerReference w:type="first" r:id="rId13"/>
          <w:footerReference w:type="first" r:id="rId14"/>
          <w:pgSz w:w="11907" w:h="16840" w:code="9"/>
          <w:pgMar w:top="0" w:right="0" w:bottom="0" w:left="0" w:header="851" w:footer="851" w:gutter="0"/>
          <w:pgNumType w:fmt="upperRoman" w:start="1"/>
          <w:cols w:space="425"/>
          <w:docGrid w:linePitch="312"/>
        </w:sectPr>
      </w:pPr>
    </w:p>
    <w:p w14:paraId="091C2C6A" w14:textId="77777777" w:rsidR="001C0191" w:rsidRDefault="001C0191" w:rsidP="00DC72DA">
      <w:pPr>
        <w:pStyle w:val="BigBlock"/>
      </w:pPr>
      <w:r>
        <w:lastRenderedPageBreak/>
        <w:t>Copyright</w:t>
      </w:r>
    </w:p>
    <w:p w14:paraId="18E08E04" w14:textId="67CA1C6C" w:rsidR="001C0191" w:rsidRDefault="001C0191" w:rsidP="00DC72DA">
      <w:pPr>
        <w:pStyle w:val="Text-1"/>
      </w:pPr>
      <w:r>
        <w:t xml:space="preserve">Copyright © </w:t>
      </w:r>
      <w:r>
        <w:rPr>
          <w:color w:val="595959"/>
          <w:lang w:bidi="ar"/>
        </w:rPr>
        <w:fldChar w:fldCharType="begin"/>
      </w:r>
      <w:r>
        <w:rPr>
          <w:color w:val="595959"/>
          <w:lang w:bidi="ar"/>
        </w:rPr>
        <w:instrText xml:space="preserve"> TIME  \@ "yyyy"  \* MERGEFORMAT </w:instrText>
      </w:r>
      <w:r>
        <w:rPr>
          <w:color w:val="595959"/>
          <w:lang w:bidi="ar"/>
        </w:rPr>
        <w:fldChar w:fldCharType="separate"/>
      </w:r>
      <w:r w:rsidR="00ED1F83">
        <w:rPr>
          <w:noProof/>
          <w:color w:val="595959"/>
          <w:lang w:bidi="ar"/>
        </w:rPr>
        <w:t>2025</w:t>
      </w:r>
      <w:r>
        <w:rPr>
          <w:color w:val="595959"/>
          <w:lang w:bidi="ar"/>
        </w:rPr>
        <w:fldChar w:fldCharType="end"/>
      </w:r>
      <w:r>
        <w:t xml:space="preserve"> </w:t>
      </w:r>
      <w:proofErr w:type="spellStart"/>
      <w:r>
        <w:t>Ruijie</w:t>
      </w:r>
      <w:proofErr w:type="spellEnd"/>
      <w:r>
        <w:t xml:space="preserve"> Networks</w:t>
      </w:r>
    </w:p>
    <w:p w14:paraId="79B4E912" w14:textId="77777777" w:rsidR="001C0191" w:rsidRDefault="001C0191" w:rsidP="00DC72DA">
      <w:pPr>
        <w:pStyle w:val="Text-1"/>
      </w:pPr>
      <w:r>
        <w:t>All rights are reserved in this document and this statement.</w:t>
      </w:r>
    </w:p>
    <w:p w14:paraId="2C5E4B88" w14:textId="77777777" w:rsidR="001C0191" w:rsidRDefault="001C0191" w:rsidP="00DC72DA">
      <w:pPr>
        <w:pStyle w:val="Text-1"/>
        <w:ind w:left="630"/>
      </w:pPr>
      <w:r w:rsidRPr="00324965">
        <w:t xml:space="preserve">Without the prior written consent of </w:t>
      </w:r>
      <w:proofErr w:type="spellStart"/>
      <w:r w:rsidRPr="00324965">
        <w:t>Ruijie</w:t>
      </w:r>
      <w:proofErr w:type="spellEnd"/>
      <w:r w:rsidRPr="00324965">
        <w:t xml:space="preserve"> Networks, no organization or individual is permitted to reproduce, extract, back up, modify, or distribute the content of this document in any manner or form. It is also prohibited to translate the document into other languages or use any or all parts of it for commercial purposes.</w:t>
      </w:r>
    </w:p>
    <w:p w14:paraId="38845AC7" w14:textId="4131FDD5" w:rsidR="001C0191" w:rsidRDefault="00597C44" w:rsidP="00DC72DA">
      <w:pPr>
        <w:pStyle w:val="Text-1"/>
      </w:pPr>
      <w:r>
        <w:rPr>
          <w:noProof/>
        </w:rPr>
        <w:drawing>
          <wp:inline distT="0" distB="0" distL="0" distR="0" wp14:anchorId="00F8404E" wp14:editId="514AE4A2">
            <wp:extent cx="1695450" cy="285750"/>
            <wp:effectExtent l="0" t="0" r="0" b="0"/>
            <wp:docPr id="1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5450" cy="285750"/>
                    </a:xfrm>
                    <a:prstGeom prst="rect">
                      <a:avLst/>
                    </a:prstGeom>
                    <a:noFill/>
                    <a:ln>
                      <a:noFill/>
                    </a:ln>
                  </pic:spPr>
                </pic:pic>
              </a:graphicData>
            </a:graphic>
          </wp:inline>
        </w:drawing>
      </w:r>
      <w:r w:rsidR="001C0191">
        <w:t xml:space="preserve"> and </w:t>
      </w:r>
      <w:r>
        <w:rPr>
          <w:noProof/>
        </w:rPr>
        <w:drawing>
          <wp:inline distT="0" distB="0" distL="0" distR="0" wp14:anchorId="4EC791D4" wp14:editId="084E0112">
            <wp:extent cx="990600" cy="285750"/>
            <wp:effectExtent l="0" t="0" r="0" b="0"/>
            <wp:docPr id="15" name="图片_1" descr="封面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_1" descr="封面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285750"/>
                    </a:xfrm>
                    <a:prstGeom prst="rect">
                      <a:avLst/>
                    </a:prstGeom>
                    <a:noFill/>
                    <a:ln>
                      <a:noFill/>
                    </a:ln>
                  </pic:spPr>
                </pic:pic>
              </a:graphicData>
            </a:graphic>
          </wp:inline>
        </w:drawing>
      </w:r>
      <w:r w:rsidR="001C0191">
        <w:t xml:space="preserve"> trademarks are </w:t>
      </w:r>
      <w:r w:rsidR="001C0191">
        <w:rPr>
          <w:rFonts w:hint="eastAsia"/>
        </w:rPr>
        <w:t>owned</w:t>
      </w:r>
      <w:r w:rsidR="001C0191">
        <w:t xml:space="preserve"> by </w:t>
      </w:r>
      <w:proofErr w:type="spellStart"/>
      <w:r w:rsidR="001C0191">
        <w:t>Ruijie</w:t>
      </w:r>
      <w:proofErr w:type="spellEnd"/>
      <w:r w:rsidR="001C0191">
        <w:t xml:space="preserve"> Networks.</w:t>
      </w:r>
    </w:p>
    <w:p w14:paraId="489B4AE0" w14:textId="77777777" w:rsidR="001C0191" w:rsidRDefault="001C0191" w:rsidP="00DC72DA">
      <w:pPr>
        <w:pStyle w:val="Text-1"/>
      </w:pPr>
      <w:r>
        <w:t>All other trademarks or registered trademarks mentioned in this document are owned by their respective owners.</w:t>
      </w:r>
    </w:p>
    <w:p w14:paraId="08945144" w14:textId="77777777" w:rsidR="001C0191" w:rsidRDefault="001C0191" w:rsidP="00DC72DA">
      <w:pPr>
        <w:pStyle w:val="BigBlock"/>
        <w:spacing w:before="93" w:after="93"/>
      </w:pPr>
      <w:r>
        <w:t xml:space="preserve">Disclaimer </w:t>
      </w:r>
    </w:p>
    <w:p w14:paraId="3CFE41AB" w14:textId="77777777" w:rsidR="001C0191" w:rsidRDefault="001C0191" w:rsidP="00DC72DA">
      <w:pPr>
        <w:pStyle w:val="Text-1"/>
      </w:pPr>
      <w:r>
        <w:t xml:space="preserve">The products, services, or features that you purchase are subject to commercial contracts and terms. It is possible that some or all of the products, services, or features described in this document may not be available for purchase or use. Unless agreed upon otherwise in the contract, </w:t>
      </w:r>
      <w:proofErr w:type="spellStart"/>
      <w:r>
        <w:t>Ruijie</w:t>
      </w:r>
      <w:proofErr w:type="spellEnd"/>
      <w:r>
        <w:t xml:space="preserve"> Networks does not provide any explicit or implicit statements or warranties regarding the content of this document.</w:t>
      </w:r>
    </w:p>
    <w:p w14:paraId="012A1E28" w14:textId="77777777" w:rsidR="001C0191" w:rsidRDefault="001C0191" w:rsidP="00DC72DA">
      <w:pPr>
        <w:pStyle w:val="Text-1"/>
      </w:pPr>
      <w:r w:rsidRPr="00AC6EFE">
        <w:rPr>
          <w:lang w:val="x-none"/>
        </w:rPr>
        <w:t xml:space="preserve">The names, links, descriptions, screenshots, and any other information regarding third-party software mentioned in this document are provided for </w:t>
      </w:r>
      <w:r>
        <w:rPr>
          <w:lang w:val="x-none"/>
        </w:rPr>
        <w:t>your</w:t>
      </w:r>
      <w:r w:rsidRPr="00AC6EFE">
        <w:rPr>
          <w:lang w:val="x-none"/>
        </w:rPr>
        <w:t xml:space="preserve"> reference only. </w:t>
      </w:r>
      <w:proofErr w:type="spellStart"/>
      <w:r w:rsidRPr="00AC6EFE">
        <w:rPr>
          <w:lang w:val="x-none"/>
        </w:rPr>
        <w:t>Ruijie</w:t>
      </w:r>
      <w:proofErr w:type="spellEnd"/>
      <w:r w:rsidRPr="00AC6EFE">
        <w:rPr>
          <w:lang w:val="x-none"/>
        </w:rPr>
        <w:t xml:space="preserve"> Networks does not explicitly or implicitly endorse or recommend the </w:t>
      </w:r>
      <w:r>
        <w:rPr>
          <w:lang w:val="x-none"/>
        </w:rPr>
        <w:t>use of any third-party software</w:t>
      </w:r>
      <w:r w:rsidRPr="00AC6EFE">
        <w:rPr>
          <w:lang w:val="x-none"/>
        </w:rPr>
        <w:t xml:space="preserve"> and does not make any assurances or guarantees concerning the applicability, security, or legality of such software. You should choose and use third-party software based on your business requirements and obtain proper authorization. </w:t>
      </w:r>
      <w:proofErr w:type="spellStart"/>
      <w:r w:rsidRPr="00AC6EFE">
        <w:rPr>
          <w:lang w:val="x-none"/>
        </w:rPr>
        <w:t>Ruijie</w:t>
      </w:r>
      <w:proofErr w:type="spellEnd"/>
      <w:r w:rsidRPr="00AC6EFE">
        <w:rPr>
          <w:lang w:val="x-none"/>
        </w:rPr>
        <w:t xml:space="preserve"> Networks assumes no liability for any risks or damages arising from your use of third-party software.</w:t>
      </w:r>
    </w:p>
    <w:p w14:paraId="47D3A0A0" w14:textId="77777777" w:rsidR="001C0191" w:rsidRDefault="001C0191" w:rsidP="00DC72DA">
      <w:pPr>
        <w:pStyle w:val="Text-1"/>
      </w:pPr>
      <w:r>
        <w:t xml:space="preserve">The content of this document is subject to constant change due to product version upgrades or other reasons. Thus, </w:t>
      </w:r>
      <w:proofErr w:type="spellStart"/>
      <w:r>
        <w:t>Ruijie</w:t>
      </w:r>
      <w:proofErr w:type="spellEnd"/>
      <w:r>
        <w:t xml:space="preserve"> Networks reserves the right to modify the content of the document without prior notice or prompt.</w:t>
      </w:r>
    </w:p>
    <w:p w14:paraId="1CC5E788" w14:textId="2EFC6864" w:rsidR="001C0191" w:rsidRDefault="001C0191" w:rsidP="00DC72DA">
      <w:pPr>
        <w:pStyle w:val="Text-1"/>
        <w:ind w:left="630"/>
      </w:pPr>
      <w:r>
        <w:t xml:space="preserve">This manual serves solely as a user guide. While </w:t>
      </w:r>
      <w:proofErr w:type="spellStart"/>
      <w:r>
        <w:t>Ruijie</w:t>
      </w:r>
      <w:proofErr w:type="spellEnd"/>
      <w:r>
        <w:t xml:space="preserve"> Networks endeavors to ensure the accuracy and reliability of the content when compiling this manual, it does not guarantee that the content of the manual is free of errors or omissions. All information contained in this manual does not constitute any explicit or implicit warranties.</w:t>
      </w:r>
    </w:p>
    <w:p w14:paraId="35FFE19E" w14:textId="77777777" w:rsidR="008F6D91" w:rsidRDefault="008F6D91" w:rsidP="00ED1F83">
      <w:pPr>
        <w:pStyle w:val="BigBlock"/>
        <w:spacing w:before="93" w:after="93"/>
      </w:pPr>
      <w:r>
        <w:t>Personal Data Statement</w:t>
      </w:r>
    </w:p>
    <w:p w14:paraId="347F3DCB" w14:textId="77777777" w:rsidR="008F6D91" w:rsidRPr="000D3434" w:rsidRDefault="008F6D91" w:rsidP="008F6D91">
      <w:pPr>
        <w:pStyle w:val="Text-1"/>
        <w:ind w:left="630"/>
      </w:pPr>
      <w:r w:rsidRPr="000D3434">
        <w:t xml:space="preserve">During the operation or </w:t>
      </w:r>
      <w:r w:rsidRPr="000D3434">
        <w:rPr>
          <w:rFonts w:hint="eastAsia"/>
        </w:rPr>
        <w:t>troubleshooting</w:t>
      </w:r>
      <w:r w:rsidRPr="000D3434">
        <w:t xml:space="preserve"> of the products, services, or features you have purchased, certain personal data of users may be collected or used. Therefore, it is essential for you to establish and implement appropriate privacy policies, in compliance with the relevant laws and regulations of the applicable countries or regions, to ensure the complete protection of users' personal data.</w:t>
      </w:r>
    </w:p>
    <w:p w14:paraId="107274F5" w14:textId="77777777" w:rsidR="008F6D91" w:rsidRPr="000D3434" w:rsidRDefault="008F6D91" w:rsidP="008F6D91">
      <w:pPr>
        <w:pStyle w:val="Text-1"/>
        <w:ind w:left="630"/>
      </w:pPr>
      <w:r w:rsidRPr="000D3434">
        <w:t xml:space="preserve">If </w:t>
      </w:r>
      <w:proofErr w:type="spellStart"/>
      <w:r w:rsidRPr="000D3434">
        <w:t>Ruijie</w:t>
      </w:r>
      <w:proofErr w:type="spellEnd"/>
      <w:r w:rsidRPr="000D3434">
        <w:t xml:space="preserve"> Networks is involved in this process, we will strictly adhere to the relevant laws </w:t>
      </w:r>
      <w:r w:rsidRPr="000D3434">
        <w:rPr>
          <w:rFonts w:hint="eastAsia"/>
        </w:rPr>
        <w:t>and</w:t>
      </w:r>
      <w:r w:rsidRPr="000D3434">
        <w:t xml:space="preserve"> </w:t>
      </w:r>
      <w:r w:rsidRPr="000D3434">
        <w:rPr>
          <w:rFonts w:hint="eastAsia"/>
        </w:rPr>
        <w:t>regulations</w:t>
      </w:r>
      <w:r w:rsidRPr="000D3434">
        <w:t xml:space="preserve"> of the applicable countr</w:t>
      </w:r>
      <w:r w:rsidRPr="000D3434">
        <w:rPr>
          <w:rFonts w:hint="eastAsia"/>
        </w:rPr>
        <w:t>ies</w:t>
      </w:r>
      <w:r w:rsidRPr="000D3434">
        <w:t xml:space="preserve"> or region</w:t>
      </w:r>
      <w:r w:rsidRPr="000D3434">
        <w:rPr>
          <w:rFonts w:hint="eastAsia"/>
        </w:rPr>
        <w:t>s</w:t>
      </w:r>
      <w:r w:rsidRPr="000D3434">
        <w:t xml:space="preserve"> and take all necessary actions to safeguard users' personal data.</w:t>
      </w:r>
    </w:p>
    <w:p w14:paraId="243D8538" w14:textId="58D654FB" w:rsidR="008F6D91" w:rsidRDefault="008F6D91" w:rsidP="008F6D91">
      <w:pPr>
        <w:pStyle w:val="Text-1"/>
        <w:ind w:left="630"/>
      </w:pPr>
      <w:r w:rsidRPr="000D3434">
        <w:t xml:space="preserve">When discarding, reclaiming, or reusing a device, please ensure to back up or clear any stored data to avoid data leakage. For assistance, please contact </w:t>
      </w:r>
      <w:r w:rsidRPr="000D3434">
        <w:rPr>
          <w:rFonts w:hint="eastAsia"/>
        </w:rPr>
        <w:t>our</w:t>
      </w:r>
      <w:r w:rsidRPr="000D3434">
        <w:t xml:space="preserve"> after-sales technical support.</w:t>
      </w:r>
    </w:p>
    <w:p w14:paraId="318708E3" w14:textId="77777777" w:rsidR="008F6D91" w:rsidRDefault="008F6D91" w:rsidP="008F6D91">
      <w:pPr>
        <w:pStyle w:val="Text-1"/>
        <w:ind w:left="630"/>
      </w:pPr>
    </w:p>
    <w:p w14:paraId="6F4FFD55" w14:textId="77777777" w:rsidR="001C0191" w:rsidRDefault="001C0191" w:rsidP="00DC72DA">
      <w:pPr>
        <w:pStyle w:val="Text-1"/>
        <w:ind w:left="630"/>
        <w:sectPr w:rsidR="001C0191" w:rsidSect="00DC72DA">
          <w:footerReference w:type="default" r:id="rId16"/>
          <w:pgSz w:w="11907" w:h="16839"/>
          <w:pgMar w:top="1418" w:right="1134" w:bottom="1418" w:left="1134" w:header="851" w:footer="851" w:gutter="0"/>
          <w:pgNumType w:fmt="lowerRoman" w:start="1"/>
          <w:cols w:space="425"/>
          <w:docGrid w:linePitch="312"/>
        </w:sectPr>
      </w:pPr>
    </w:p>
    <w:p w14:paraId="6AB6972B" w14:textId="77777777" w:rsidR="001C0191" w:rsidRPr="007F2166" w:rsidRDefault="001C0191" w:rsidP="00DC72DA">
      <w:pPr>
        <w:pStyle w:val="aff3"/>
        <w:spacing w:before="72" w:after="72"/>
        <w:ind w:left="630"/>
        <w:rPr>
          <w:rFonts w:cs="Arial"/>
          <w:lang w:val="en-US"/>
        </w:rPr>
      </w:pPr>
      <w:bookmarkStart w:id="11" w:name="_Toc77239524"/>
      <w:bookmarkStart w:id="12" w:name="_Toc215665600"/>
      <w:r w:rsidRPr="007F2166">
        <w:rPr>
          <w:rFonts w:cs="Arial"/>
          <w:lang w:val="en-US"/>
        </w:rPr>
        <w:lastRenderedPageBreak/>
        <w:t>Preface</w:t>
      </w:r>
      <w:bookmarkEnd w:id="11"/>
      <w:bookmarkEnd w:id="12"/>
    </w:p>
    <w:p w14:paraId="79D23F09" w14:textId="77777777" w:rsidR="001C0191" w:rsidRPr="00ED3346" w:rsidRDefault="001C0191" w:rsidP="00ED1F83">
      <w:pPr>
        <w:pStyle w:val="Block"/>
        <w:rPr>
          <w:rFonts w:cs="Arial"/>
        </w:rPr>
      </w:pPr>
      <w:r w:rsidRPr="00ED3346">
        <w:rPr>
          <w:rFonts w:cs="Arial"/>
        </w:rPr>
        <w:t>Intended Audience</w:t>
      </w:r>
    </w:p>
    <w:p w14:paraId="11C92420" w14:textId="77777777" w:rsidR="001C0191" w:rsidRPr="007F2166" w:rsidRDefault="001C0191" w:rsidP="00DC72DA">
      <w:pPr>
        <w:pStyle w:val="Text-1"/>
        <w:ind w:left="630"/>
        <w:rPr>
          <w:rFonts w:cs="Arial"/>
        </w:rPr>
      </w:pPr>
      <w:r w:rsidRPr="007F2166">
        <w:rPr>
          <w:rFonts w:cs="Arial"/>
        </w:rPr>
        <w:t xml:space="preserve">This document is intended for: </w:t>
      </w:r>
    </w:p>
    <w:p w14:paraId="6C7B89CF" w14:textId="77777777" w:rsidR="001C0191" w:rsidRPr="007F2166" w:rsidRDefault="001C0191" w:rsidP="001C0191">
      <w:pPr>
        <w:pStyle w:val="ItemList-1"/>
        <w:rPr>
          <w:rFonts w:cs="Arial"/>
        </w:rPr>
      </w:pPr>
      <w:r w:rsidRPr="007F2166">
        <w:rPr>
          <w:rFonts w:cs="Arial"/>
        </w:rPr>
        <w:t>Network engineers</w:t>
      </w:r>
    </w:p>
    <w:p w14:paraId="5A62AE27" w14:textId="77777777" w:rsidR="001C0191" w:rsidRPr="007F2166" w:rsidRDefault="001C0191" w:rsidP="001C0191">
      <w:pPr>
        <w:pStyle w:val="ItemList-1"/>
        <w:rPr>
          <w:rFonts w:cs="Arial"/>
        </w:rPr>
      </w:pPr>
      <w:r w:rsidRPr="007F2166">
        <w:rPr>
          <w:rFonts w:cs="Arial"/>
        </w:rPr>
        <w:t>Technical support and servicing engineers</w:t>
      </w:r>
    </w:p>
    <w:p w14:paraId="16BFF400" w14:textId="77777777" w:rsidR="001C0191" w:rsidRPr="007F2166" w:rsidRDefault="001C0191" w:rsidP="001C0191">
      <w:pPr>
        <w:pStyle w:val="ItemList-1"/>
        <w:rPr>
          <w:rFonts w:cs="Arial"/>
        </w:rPr>
      </w:pPr>
      <w:r w:rsidRPr="007F2166">
        <w:rPr>
          <w:rFonts w:cs="Arial"/>
        </w:rPr>
        <w:t>Network administrators</w:t>
      </w:r>
    </w:p>
    <w:p w14:paraId="5D0051B4" w14:textId="77777777" w:rsidR="001C0191" w:rsidRPr="00ED3346" w:rsidRDefault="001C0191" w:rsidP="00ED1F83">
      <w:pPr>
        <w:pStyle w:val="Block"/>
        <w:rPr>
          <w:rFonts w:cs="Arial"/>
        </w:rPr>
      </w:pPr>
      <w:r w:rsidRPr="00ED3346">
        <w:rPr>
          <w:rFonts w:cs="Arial"/>
        </w:rPr>
        <w:t>Technical Support</w:t>
      </w:r>
    </w:p>
    <w:p w14:paraId="20DB2511" w14:textId="77777777" w:rsidR="00442511" w:rsidRPr="00ED1F83" w:rsidRDefault="00442511" w:rsidP="00ED1F83">
      <w:pPr>
        <w:pStyle w:val="ItemList-1"/>
        <w:tabs>
          <w:tab w:val="left" w:pos="992"/>
        </w:tabs>
        <w:rPr>
          <w:rStyle w:val="Hyperlinks"/>
        </w:rPr>
      </w:pPr>
      <w:proofErr w:type="spellStart"/>
      <w:r w:rsidRPr="00442511">
        <w:t>Ruijie</w:t>
      </w:r>
      <w:proofErr w:type="spellEnd"/>
      <w:r w:rsidRPr="00442511">
        <w:t xml:space="preserve"> Networks website:</w:t>
      </w:r>
      <w:r w:rsidRPr="00ED1F83">
        <w:t xml:space="preserve"> </w:t>
      </w:r>
      <w:hyperlink r:id="rId17" w:history="1">
        <w:r w:rsidRPr="00442511">
          <w:rPr>
            <w:rStyle w:val="Hyperlinks"/>
          </w:rPr>
          <w:t>https://www.ruijie.com</w:t>
        </w:r>
      </w:hyperlink>
    </w:p>
    <w:p w14:paraId="1229C3B0" w14:textId="77777777" w:rsidR="00442511" w:rsidRPr="00ED1F83" w:rsidRDefault="00442511" w:rsidP="00ED1F83">
      <w:pPr>
        <w:pStyle w:val="ItemList-1"/>
        <w:tabs>
          <w:tab w:val="left" w:pos="992"/>
        </w:tabs>
        <w:rPr>
          <w:rStyle w:val="Hyperlinks"/>
        </w:rPr>
      </w:pPr>
      <w:r w:rsidRPr="00442511">
        <w:t>Online support center:</w:t>
      </w:r>
      <w:r w:rsidRPr="00ED1F83">
        <w:t xml:space="preserve"> </w:t>
      </w:r>
      <w:hyperlink r:id="rId18" w:history="1">
        <w:r w:rsidRPr="00ED1F83">
          <w:rPr>
            <w:rStyle w:val="Hyperlinks"/>
          </w:rPr>
          <w:t>https://www.ruijie.com/support</w:t>
        </w:r>
      </w:hyperlink>
    </w:p>
    <w:p w14:paraId="6744E77D" w14:textId="77777777" w:rsidR="00442511" w:rsidRPr="00ED1F83" w:rsidRDefault="00442511" w:rsidP="00ED1F83">
      <w:pPr>
        <w:pStyle w:val="ItemList-1"/>
        <w:tabs>
          <w:tab w:val="left" w:pos="992"/>
        </w:tabs>
        <w:rPr>
          <w:rStyle w:val="Hyperlinks"/>
        </w:rPr>
      </w:pPr>
      <w:r w:rsidRPr="00442511">
        <w:t xml:space="preserve">Case portal: </w:t>
      </w:r>
      <w:hyperlink r:id="rId19" w:history="1">
        <w:r w:rsidRPr="00ED1F83">
          <w:rPr>
            <w:rStyle w:val="Hyperlinks"/>
          </w:rPr>
          <w:t>https://caseportal.ruijie.com</w:t>
        </w:r>
      </w:hyperlink>
    </w:p>
    <w:p w14:paraId="59719B39" w14:textId="77777777" w:rsidR="00442511" w:rsidRPr="00ED1F83" w:rsidRDefault="00442511" w:rsidP="00ED1F83">
      <w:pPr>
        <w:pStyle w:val="ItemList-1"/>
        <w:numPr>
          <w:ilvl w:val="0"/>
          <w:numId w:val="15"/>
        </w:numPr>
        <w:tabs>
          <w:tab w:val="left" w:pos="992"/>
        </w:tabs>
        <w:rPr>
          <w:rStyle w:val="Hyperlinks"/>
        </w:rPr>
      </w:pPr>
      <w:r w:rsidRPr="00442511">
        <w:t xml:space="preserve">Community: </w:t>
      </w:r>
      <w:hyperlink r:id="rId20" w:tgtFrame="_blank" w:history="1">
        <w:r w:rsidRPr="00ED1F83">
          <w:rPr>
            <w:rStyle w:val="Hyperlinks"/>
          </w:rPr>
          <w:t>https://community.ruijie.com</w:t>
        </w:r>
      </w:hyperlink>
    </w:p>
    <w:p w14:paraId="765CBA5D" w14:textId="77777777" w:rsidR="00442511" w:rsidRPr="00ED1F83" w:rsidRDefault="00442511" w:rsidP="00ED1F83">
      <w:pPr>
        <w:pStyle w:val="ItemList-1"/>
        <w:numPr>
          <w:ilvl w:val="0"/>
          <w:numId w:val="15"/>
        </w:numPr>
        <w:tabs>
          <w:tab w:val="left" w:pos="992"/>
        </w:tabs>
        <w:rPr>
          <w:rStyle w:val="Hyperlinks"/>
        </w:rPr>
      </w:pPr>
      <w:r w:rsidRPr="00442511">
        <w:t xml:space="preserve">Email support: </w:t>
      </w:r>
      <w:hyperlink r:id="rId21" w:tgtFrame="_blank" w:history="1">
        <w:r w:rsidRPr="00ED1F83">
          <w:rPr>
            <w:rStyle w:val="Hyperlinks"/>
          </w:rPr>
          <w:t>EBGITSC@ruijie.com.cn</w:t>
        </w:r>
      </w:hyperlink>
    </w:p>
    <w:p w14:paraId="5E6667C3" w14:textId="77777777" w:rsidR="00442511" w:rsidRPr="00ED1F83" w:rsidRDefault="00442511" w:rsidP="00ED1F83">
      <w:pPr>
        <w:pStyle w:val="ItemList-1"/>
        <w:numPr>
          <w:ilvl w:val="0"/>
          <w:numId w:val="15"/>
        </w:numPr>
        <w:tabs>
          <w:tab w:val="left" w:pos="992"/>
        </w:tabs>
        <w:rPr>
          <w:rStyle w:val="Hyperlinks"/>
        </w:rPr>
      </w:pPr>
      <w:r w:rsidRPr="00442511">
        <w:t xml:space="preserve">Live chat: </w:t>
      </w:r>
      <w:hyperlink r:id="rId22" w:tgtFrame="_blank" w:history="1">
        <w:r w:rsidRPr="00ED1F83">
          <w:rPr>
            <w:rStyle w:val="Hyperlinks"/>
          </w:rPr>
          <w:t>https://www.ruijie.com/rita</w:t>
        </w:r>
      </w:hyperlink>
    </w:p>
    <w:p w14:paraId="19A785EC" w14:textId="77777777" w:rsidR="00442511" w:rsidRPr="00ED1F83" w:rsidRDefault="00442511" w:rsidP="00ED1F83">
      <w:pPr>
        <w:pStyle w:val="ItemList-1"/>
        <w:tabs>
          <w:tab w:val="left" w:pos="992"/>
        </w:tabs>
      </w:pPr>
      <w:r w:rsidRPr="00ED1F83">
        <w:t xml:space="preserve">Documentation feedback: </w:t>
      </w:r>
      <w:hyperlink r:id="rId23" w:tgtFrame="_blank" w:history="1">
        <w:r w:rsidRPr="00ED1F83">
          <w:rPr>
            <w:rStyle w:val="Hyperlinks"/>
          </w:rPr>
          <w:t>doc@ruijie.com.cn</w:t>
        </w:r>
      </w:hyperlink>
    </w:p>
    <w:p w14:paraId="493EFD56" w14:textId="77777777" w:rsidR="001C0191" w:rsidRPr="00ED3346" w:rsidRDefault="001C0191" w:rsidP="00ED1F83">
      <w:pPr>
        <w:pStyle w:val="Block"/>
        <w:rPr>
          <w:rFonts w:cs="Arial"/>
        </w:rPr>
      </w:pPr>
      <w:r w:rsidRPr="00ED3346">
        <w:rPr>
          <w:rFonts w:cs="Arial"/>
        </w:rPr>
        <w:t>Conventions</w:t>
      </w:r>
    </w:p>
    <w:p w14:paraId="108999B9" w14:textId="77777777" w:rsidR="001C0191" w:rsidRPr="00ED1F83" w:rsidRDefault="001C0191" w:rsidP="00ED1F83">
      <w:pPr>
        <w:pStyle w:val="a"/>
        <w:numPr>
          <w:ilvl w:val="0"/>
          <w:numId w:val="43"/>
        </w:numPr>
        <w:tabs>
          <w:tab w:val="num" w:pos="992"/>
        </w:tabs>
        <w:spacing w:line="360" w:lineRule="auto"/>
        <w:ind w:left="992" w:hanging="363"/>
        <w:rPr>
          <w:rFonts w:cs="Arial"/>
          <w:b w:val="0"/>
        </w:rPr>
      </w:pPr>
      <w:r w:rsidRPr="00ED3346">
        <w:rPr>
          <w:rFonts w:cs="Arial"/>
        </w:rPr>
        <w:t>Conventions</w:t>
      </w:r>
    </w:p>
    <w:tbl>
      <w:tblPr>
        <w:tblW w:w="4650" w:type="pct"/>
        <w:tblInd w:w="652" w:type="dxa"/>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Look w:val="01E0" w:firstRow="1" w:lastRow="1" w:firstColumn="1" w:lastColumn="1" w:noHBand="0" w:noVBand="0"/>
      </w:tblPr>
      <w:tblGrid>
        <w:gridCol w:w="3197"/>
        <w:gridCol w:w="5762"/>
      </w:tblGrid>
      <w:tr w:rsidR="001C0191" w:rsidRPr="006150F3" w14:paraId="71BD308D" w14:textId="77777777" w:rsidTr="00ED1F83">
        <w:trPr>
          <w:trHeight w:val="20"/>
          <w:tblHeader/>
        </w:trPr>
        <w:tc>
          <w:tcPr>
            <w:tcW w:w="3197" w:type="dxa"/>
            <w:shd w:val="clear" w:color="auto" w:fill="D9D9D9"/>
            <w:tcMar>
              <w:top w:w="57" w:type="dxa"/>
              <w:left w:w="57" w:type="dxa"/>
              <w:bottom w:w="57" w:type="dxa"/>
              <w:right w:w="57" w:type="dxa"/>
            </w:tcMar>
            <w:vAlign w:val="center"/>
          </w:tcPr>
          <w:p w14:paraId="09DAFAA5" w14:textId="77777777" w:rsidR="001C0191" w:rsidRPr="0074672E" w:rsidRDefault="001C0191" w:rsidP="00DC72DA">
            <w:pPr>
              <w:pStyle w:val="TableText0"/>
              <w:rPr>
                <w:b/>
                <w:bCs/>
              </w:rPr>
            </w:pPr>
            <w:r w:rsidRPr="0074672E">
              <w:rPr>
                <w:rFonts w:hint="eastAsia"/>
                <w:b/>
                <w:bCs/>
              </w:rPr>
              <w:t>Convention</w:t>
            </w:r>
          </w:p>
        </w:tc>
        <w:tc>
          <w:tcPr>
            <w:tcW w:w="5762" w:type="dxa"/>
            <w:shd w:val="clear" w:color="auto" w:fill="D9D9D9"/>
            <w:tcMar>
              <w:top w:w="57" w:type="dxa"/>
              <w:left w:w="57" w:type="dxa"/>
              <w:bottom w:w="57" w:type="dxa"/>
              <w:right w:w="57" w:type="dxa"/>
            </w:tcMar>
            <w:vAlign w:val="center"/>
          </w:tcPr>
          <w:p w14:paraId="30CE3467" w14:textId="77777777" w:rsidR="001C0191" w:rsidRPr="0074672E" w:rsidRDefault="001C0191" w:rsidP="00DC72DA">
            <w:pPr>
              <w:pStyle w:val="TableText0"/>
              <w:rPr>
                <w:b/>
                <w:bCs/>
              </w:rPr>
            </w:pPr>
            <w:r w:rsidRPr="0074672E">
              <w:rPr>
                <w:b/>
                <w:bCs/>
              </w:rPr>
              <w:t>Description</w:t>
            </w:r>
          </w:p>
        </w:tc>
      </w:tr>
      <w:tr w:rsidR="001C0191" w:rsidRPr="006150F3" w14:paraId="50C4368E" w14:textId="77777777" w:rsidTr="00DC72DA">
        <w:trPr>
          <w:trHeight w:val="20"/>
        </w:trPr>
        <w:tc>
          <w:tcPr>
            <w:tcW w:w="3197" w:type="dxa"/>
            <w:tcMar>
              <w:top w:w="57" w:type="dxa"/>
              <w:left w:w="57" w:type="dxa"/>
              <w:bottom w:w="57" w:type="dxa"/>
              <w:right w:w="57" w:type="dxa"/>
            </w:tcMar>
          </w:tcPr>
          <w:p w14:paraId="01FC88F6" w14:textId="77777777" w:rsidR="001C0191" w:rsidRPr="00AA1FB3" w:rsidRDefault="001C0191" w:rsidP="00DC72DA">
            <w:pPr>
              <w:pStyle w:val="TableText0"/>
            </w:pPr>
            <w:r w:rsidRPr="00AA1FB3">
              <w:rPr>
                <w:b/>
                <w:bCs/>
              </w:rPr>
              <w:t>Boldface</w:t>
            </w:r>
          </w:p>
        </w:tc>
        <w:tc>
          <w:tcPr>
            <w:tcW w:w="5762" w:type="dxa"/>
            <w:tcMar>
              <w:top w:w="57" w:type="dxa"/>
              <w:left w:w="57" w:type="dxa"/>
              <w:bottom w:w="57" w:type="dxa"/>
              <w:right w:w="57" w:type="dxa"/>
            </w:tcMar>
          </w:tcPr>
          <w:p w14:paraId="501F0308" w14:textId="77777777" w:rsidR="001C0191" w:rsidRPr="00517099" w:rsidRDefault="001C0191" w:rsidP="00DC72DA">
            <w:pPr>
              <w:pStyle w:val="TableText0"/>
              <w:rPr>
                <w:rFonts w:eastAsia="宋体" w:cs="Arial"/>
              </w:rPr>
            </w:pPr>
            <w:r w:rsidRPr="00517099">
              <w:t xml:space="preserve">The keywords of a command line are in </w:t>
            </w:r>
            <w:r w:rsidRPr="00517099">
              <w:rPr>
                <w:b/>
                <w:bCs/>
              </w:rPr>
              <w:t>boldface</w:t>
            </w:r>
            <w:r w:rsidRPr="00517099">
              <w:t>.</w:t>
            </w:r>
          </w:p>
        </w:tc>
      </w:tr>
      <w:tr w:rsidR="001C0191" w:rsidRPr="006150F3" w14:paraId="0A9FC5AA" w14:textId="77777777" w:rsidTr="00DC72DA">
        <w:trPr>
          <w:trHeight w:val="20"/>
        </w:trPr>
        <w:tc>
          <w:tcPr>
            <w:tcW w:w="3197" w:type="dxa"/>
            <w:tcMar>
              <w:top w:w="57" w:type="dxa"/>
              <w:left w:w="57" w:type="dxa"/>
              <w:bottom w:w="57" w:type="dxa"/>
              <w:right w:w="57" w:type="dxa"/>
            </w:tcMar>
          </w:tcPr>
          <w:p w14:paraId="126DBE9B" w14:textId="77777777" w:rsidR="001C0191" w:rsidRPr="00AA1FB3" w:rsidRDefault="001C0191" w:rsidP="00DC72DA">
            <w:pPr>
              <w:pStyle w:val="TableText0"/>
            </w:pPr>
            <w:r w:rsidRPr="00AA1FB3">
              <w:rPr>
                <w:i/>
                <w:iCs/>
              </w:rPr>
              <w:t>Italic</w:t>
            </w:r>
          </w:p>
        </w:tc>
        <w:tc>
          <w:tcPr>
            <w:tcW w:w="5762" w:type="dxa"/>
            <w:tcMar>
              <w:top w:w="57" w:type="dxa"/>
              <w:left w:w="57" w:type="dxa"/>
              <w:bottom w:w="57" w:type="dxa"/>
              <w:right w:w="57" w:type="dxa"/>
            </w:tcMar>
          </w:tcPr>
          <w:p w14:paraId="1735EBB2" w14:textId="77777777" w:rsidR="001C0191" w:rsidRPr="00517099" w:rsidRDefault="001C0191" w:rsidP="00DC72DA">
            <w:pPr>
              <w:pStyle w:val="TableText0"/>
              <w:rPr>
                <w:rFonts w:eastAsia="宋体"/>
              </w:rPr>
            </w:pPr>
            <w:r>
              <w:t>Command arguments are in</w:t>
            </w:r>
            <w:r>
              <w:rPr>
                <w:i/>
                <w:iCs/>
              </w:rPr>
              <w:t xml:space="preserve"> italics</w:t>
            </w:r>
            <w:r>
              <w:t>.</w:t>
            </w:r>
          </w:p>
        </w:tc>
      </w:tr>
      <w:tr w:rsidR="001C0191" w:rsidRPr="006150F3" w14:paraId="323B58F2" w14:textId="77777777" w:rsidTr="00DC72DA">
        <w:trPr>
          <w:trHeight w:val="20"/>
        </w:trPr>
        <w:tc>
          <w:tcPr>
            <w:tcW w:w="3197" w:type="dxa"/>
            <w:tcMar>
              <w:top w:w="57" w:type="dxa"/>
              <w:left w:w="57" w:type="dxa"/>
              <w:bottom w:w="57" w:type="dxa"/>
              <w:right w:w="57" w:type="dxa"/>
            </w:tcMar>
          </w:tcPr>
          <w:p w14:paraId="2E6EAE80" w14:textId="77777777" w:rsidR="001C0191" w:rsidRPr="00DE5751" w:rsidRDefault="001C0191" w:rsidP="00DC72DA">
            <w:pPr>
              <w:pStyle w:val="TableText0"/>
            </w:pPr>
            <w:r w:rsidRPr="00DE5751">
              <w:t>[ ]</w:t>
            </w:r>
          </w:p>
        </w:tc>
        <w:tc>
          <w:tcPr>
            <w:tcW w:w="5762" w:type="dxa"/>
            <w:tcMar>
              <w:top w:w="57" w:type="dxa"/>
              <w:left w:w="57" w:type="dxa"/>
              <w:bottom w:w="57" w:type="dxa"/>
              <w:right w:w="57" w:type="dxa"/>
            </w:tcMar>
          </w:tcPr>
          <w:p w14:paraId="672930A0" w14:textId="77777777" w:rsidR="001C0191" w:rsidRPr="00517099" w:rsidRDefault="001C0191" w:rsidP="00DC72DA">
            <w:pPr>
              <w:pStyle w:val="TableText0"/>
              <w:rPr>
                <w:rFonts w:eastAsia="宋体" w:cs="Arial"/>
              </w:rPr>
            </w:pPr>
            <w:r>
              <w:rPr>
                <w:rFonts w:cs="Arial"/>
                <w:szCs w:val="18"/>
              </w:rPr>
              <w:t>Items in square brackets are optional.</w:t>
            </w:r>
          </w:p>
        </w:tc>
      </w:tr>
      <w:tr w:rsidR="001C0191" w:rsidRPr="006150F3" w14:paraId="527B4033" w14:textId="77777777" w:rsidTr="00DC72DA">
        <w:trPr>
          <w:trHeight w:val="20"/>
        </w:trPr>
        <w:tc>
          <w:tcPr>
            <w:tcW w:w="3197" w:type="dxa"/>
            <w:tcMar>
              <w:top w:w="57" w:type="dxa"/>
              <w:left w:w="57" w:type="dxa"/>
              <w:bottom w:w="57" w:type="dxa"/>
              <w:right w:w="57" w:type="dxa"/>
            </w:tcMar>
            <w:vAlign w:val="center"/>
          </w:tcPr>
          <w:p w14:paraId="29D00831" w14:textId="77777777" w:rsidR="001C0191" w:rsidRPr="00AA1FB3" w:rsidRDefault="001C0191" w:rsidP="00DC72DA">
            <w:pPr>
              <w:pStyle w:val="TableText0"/>
            </w:pPr>
            <w:r w:rsidRPr="00037B89">
              <w:rPr>
                <w:color w:val="000000"/>
              </w:rPr>
              <w:t>[</w:t>
            </w:r>
            <w:r w:rsidRPr="00037B89">
              <w:rPr>
                <w:rFonts w:hint="eastAsia"/>
                <w:color w:val="000000"/>
              </w:rPr>
              <w:t xml:space="preserve"> x </w:t>
            </w:r>
            <w:r w:rsidRPr="00037B89">
              <w:rPr>
                <w:color w:val="000000"/>
              </w:rPr>
              <w:t>|</w:t>
            </w:r>
            <w:r w:rsidRPr="00037B89">
              <w:rPr>
                <w:rFonts w:hint="eastAsia"/>
                <w:color w:val="000000"/>
              </w:rPr>
              <w:t xml:space="preserve"> y </w:t>
            </w:r>
            <w:r w:rsidRPr="00037B89">
              <w:rPr>
                <w:color w:val="000000"/>
              </w:rPr>
              <w:t>]</w:t>
            </w:r>
          </w:p>
        </w:tc>
        <w:tc>
          <w:tcPr>
            <w:tcW w:w="5762" w:type="dxa"/>
            <w:tcMar>
              <w:top w:w="57" w:type="dxa"/>
              <w:left w:w="57" w:type="dxa"/>
              <w:bottom w:w="57" w:type="dxa"/>
              <w:right w:w="57" w:type="dxa"/>
            </w:tcMar>
            <w:vAlign w:val="center"/>
          </w:tcPr>
          <w:p w14:paraId="2CD71632" w14:textId="2465642F" w:rsidR="001C0191" w:rsidRDefault="001C0191" w:rsidP="00DC72DA">
            <w:pPr>
              <w:pStyle w:val="TableText0"/>
            </w:pPr>
            <w:r>
              <w:t>Optional items are grouped in braces and separated by vertical bars. One item or no item is selected.</w:t>
            </w:r>
          </w:p>
        </w:tc>
      </w:tr>
      <w:tr w:rsidR="001C0191" w:rsidRPr="006150F3" w14:paraId="7CDA869C" w14:textId="77777777" w:rsidTr="00DC72DA">
        <w:trPr>
          <w:trHeight w:val="20"/>
        </w:trPr>
        <w:tc>
          <w:tcPr>
            <w:tcW w:w="3197" w:type="dxa"/>
            <w:tcMar>
              <w:top w:w="57" w:type="dxa"/>
              <w:left w:w="57" w:type="dxa"/>
              <w:bottom w:w="57" w:type="dxa"/>
              <w:right w:w="57" w:type="dxa"/>
            </w:tcMar>
            <w:vAlign w:val="center"/>
          </w:tcPr>
          <w:p w14:paraId="5D5ABBAB" w14:textId="77777777" w:rsidR="001C0191" w:rsidRPr="00AA1FB3" w:rsidRDefault="001C0191" w:rsidP="00DC72DA">
            <w:pPr>
              <w:pStyle w:val="TableText0"/>
            </w:pPr>
            <w:r w:rsidRPr="00037B89">
              <w:rPr>
                <w:color w:val="000000"/>
              </w:rPr>
              <w:t>{</w:t>
            </w:r>
            <w:r w:rsidRPr="00037B89">
              <w:rPr>
                <w:rFonts w:hint="eastAsia"/>
                <w:color w:val="000000"/>
              </w:rPr>
              <w:t xml:space="preserve"> x </w:t>
            </w:r>
            <w:r w:rsidRPr="00037B89">
              <w:rPr>
                <w:color w:val="000000"/>
              </w:rPr>
              <w:t>|</w:t>
            </w:r>
            <w:r w:rsidRPr="00037B89">
              <w:rPr>
                <w:rFonts w:hint="eastAsia"/>
                <w:color w:val="000000"/>
              </w:rPr>
              <w:t xml:space="preserve"> y </w:t>
            </w:r>
            <w:r w:rsidRPr="00037B89">
              <w:rPr>
                <w:color w:val="000000"/>
              </w:rPr>
              <w:t>}</w:t>
            </w:r>
          </w:p>
        </w:tc>
        <w:tc>
          <w:tcPr>
            <w:tcW w:w="5762" w:type="dxa"/>
            <w:tcMar>
              <w:top w:w="57" w:type="dxa"/>
              <w:left w:w="57" w:type="dxa"/>
              <w:bottom w:w="57" w:type="dxa"/>
              <w:right w:w="57" w:type="dxa"/>
            </w:tcMar>
            <w:vAlign w:val="center"/>
          </w:tcPr>
          <w:p w14:paraId="7CDE7279" w14:textId="77777777" w:rsidR="001C0191" w:rsidRDefault="001C0191" w:rsidP="00DC72DA">
            <w:pPr>
              <w:pStyle w:val="TableText0"/>
            </w:pPr>
            <w:r>
              <w:t>Optional items are grouped in brackets and separated by vertical bars. One item is selected.</w:t>
            </w:r>
          </w:p>
        </w:tc>
      </w:tr>
      <w:tr w:rsidR="001C0191" w:rsidRPr="006150F3" w14:paraId="6FF71B28" w14:textId="77777777" w:rsidTr="00DC72DA">
        <w:trPr>
          <w:trHeight w:val="20"/>
        </w:trPr>
        <w:tc>
          <w:tcPr>
            <w:tcW w:w="3197" w:type="dxa"/>
            <w:tcMar>
              <w:top w:w="57" w:type="dxa"/>
              <w:left w:w="57" w:type="dxa"/>
              <w:bottom w:w="57" w:type="dxa"/>
              <w:right w:w="57" w:type="dxa"/>
            </w:tcMar>
            <w:vAlign w:val="center"/>
          </w:tcPr>
          <w:p w14:paraId="666B1C36" w14:textId="77777777" w:rsidR="001C0191" w:rsidRPr="00AA1FB3" w:rsidRDefault="001C0191" w:rsidP="00DC72DA">
            <w:pPr>
              <w:pStyle w:val="TableText0"/>
            </w:pPr>
            <w:r w:rsidRPr="00037B89">
              <w:rPr>
                <w:color w:val="000000"/>
              </w:rPr>
              <w:t>[ x | y | ... ] *</w:t>
            </w:r>
          </w:p>
        </w:tc>
        <w:tc>
          <w:tcPr>
            <w:tcW w:w="5762" w:type="dxa"/>
            <w:tcMar>
              <w:top w:w="57" w:type="dxa"/>
              <w:left w:w="57" w:type="dxa"/>
              <w:bottom w:w="57" w:type="dxa"/>
              <w:right w:w="57" w:type="dxa"/>
            </w:tcMar>
            <w:vAlign w:val="center"/>
          </w:tcPr>
          <w:p w14:paraId="3626221A" w14:textId="77777777" w:rsidR="001C0191" w:rsidRPr="00C9503D" w:rsidRDefault="001C0191" w:rsidP="00DC72DA">
            <w:pPr>
              <w:pStyle w:val="TableText0"/>
            </w:pPr>
            <w:r>
              <w:t>Optional items are grouped in braces and separated by vertical bars. Several items or no item can be selected.</w:t>
            </w:r>
          </w:p>
        </w:tc>
      </w:tr>
      <w:tr w:rsidR="001C0191" w:rsidRPr="006150F3" w14:paraId="2763770B" w14:textId="77777777" w:rsidTr="00DC72DA">
        <w:trPr>
          <w:trHeight w:val="20"/>
        </w:trPr>
        <w:tc>
          <w:tcPr>
            <w:tcW w:w="3197" w:type="dxa"/>
            <w:tcMar>
              <w:top w:w="57" w:type="dxa"/>
              <w:left w:w="57" w:type="dxa"/>
              <w:bottom w:w="57" w:type="dxa"/>
              <w:right w:w="57" w:type="dxa"/>
            </w:tcMar>
            <w:vAlign w:val="center"/>
          </w:tcPr>
          <w:p w14:paraId="75D9B3F5" w14:textId="77777777" w:rsidR="001C0191" w:rsidRPr="00AA1FB3" w:rsidRDefault="001C0191" w:rsidP="00DC72DA">
            <w:pPr>
              <w:pStyle w:val="TableText0"/>
            </w:pPr>
            <w:r w:rsidRPr="00037B89">
              <w:rPr>
                <w:color w:val="000000"/>
              </w:rPr>
              <w:t>{ x | y | ... } *</w:t>
            </w:r>
          </w:p>
        </w:tc>
        <w:tc>
          <w:tcPr>
            <w:tcW w:w="5762" w:type="dxa"/>
            <w:tcMar>
              <w:top w:w="57" w:type="dxa"/>
              <w:left w:w="57" w:type="dxa"/>
              <w:bottom w:w="57" w:type="dxa"/>
              <w:right w:w="57" w:type="dxa"/>
            </w:tcMar>
            <w:vAlign w:val="center"/>
          </w:tcPr>
          <w:p w14:paraId="3BD9A388" w14:textId="77777777" w:rsidR="001C0191" w:rsidRPr="00A90B21" w:rsidRDefault="001C0191" w:rsidP="00DC72DA">
            <w:pPr>
              <w:pStyle w:val="TableText0"/>
            </w:pPr>
            <w:r>
              <w:t>Optional items are grouped in brackets and separated by vertical bars. A minimum of one item or a maximum of all items can be selected.</w:t>
            </w:r>
          </w:p>
        </w:tc>
      </w:tr>
      <w:tr w:rsidR="001C0191" w:rsidRPr="006150F3" w14:paraId="3D60BBCF" w14:textId="77777777" w:rsidTr="00DC72DA">
        <w:trPr>
          <w:trHeight w:val="20"/>
        </w:trPr>
        <w:tc>
          <w:tcPr>
            <w:tcW w:w="3197" w:type="dxa"/>
            <w:tcMar>
              <w:top w:w="57" w:type="dxa"/>
              <w:left w:w="57" w:type="dxa"/>
              <w:bottom w:w="57" w:type="dxa"/>
              <w:right w:w="57" w:type="dxa"/>
            </w:tcMar>
            <w:vAlign w:val="center"/>
          </w:tcPr>
          <w:p w14:paraId="2DDAA448" w14:textId="77777777" w:rsidR="001C0191" w:rsidRPr="00AA1FB3" w:rsidRDefault="001C0191" w:rsidP="00DC72DA">
            <w:pPr>
              <w:pStyle w:val="TableText0"/>
            </w:pPr>
            <w:r w:rsidRPr="00AA1FB3">
              <w:t>&amp;&lt;1-n&gt;</w:t>
            </w:r>
          </w:p>
        </w:tc>
        <w:tc>
          <w:tcPr>
            <w:tcW w:w="5762" w:type="dxa"/>
            <w:tcMar>
              <w:top w:w="57" w:type="dxa"/>
              <w:left w:w="57" w:type="dxa"/>
              <w:bottom w:w="57" w:type="dxa"/>
              <w:right w:w="57" w:type="dxa"/>
            </w:tcMar>
            <w:vAlign w:val="center"/>
          </w:tcPr>
          <w:p w14:paraId="37DD3C58" w14:textId="77777777" w:rsidR="001C0191" w:rsidRPr="00C9503D" w:rsidRDefault="001C0191" w:rsidP="00DC72DA">
            <w:pPr>
              <w:pStyle w:val="TableText0"/>
              <w:rPr>
                <w:rFonts w:cs="Arial"/>
                <w:color w:val="000000"/>
                <w:szCs w:val="18"/>
              </w:rPr>
            </w:pPr>
            <w:r>
              <w:rPr>
                <w:rFonts w:cs="Arial"/>
                <w:szCs w:val="18"/>
              </w:rPr>
              <w:t>The parameter before the &amp; sign can be repeated for consecutive 1-n times.</w:t>
            </w:r>
          </w:p>
        </w:tc>
      </w:tr>
      <w:tr w:rsidR="001C0191" w:rsidRPr="006150F3" w14:paraId="25476A49" w14:textId="77777777" w:rsidTr="00DC72DA">
        <w:trPr>
          <w:trHeight w:val="20"/>
        </w:trPr>
        <w:tc>
          <w:tcPr>
            <w:tcW w:w="3197" w:type="dxa"/>
            <w:tcMar>
              <w:top w:w="57" w:type="dxa"/>
              <w:left w:w="57" w:type="dxa"/>
              <w:bottom w:w="57" w:type="dxa"/>
              <w:right w:w="57" w:type="dxa"/>
            </w:tcMar>
            <w:vAlign w:val="center"/>
          </w:tcPr>
          <w:p w14:paraId="4311C4BF" w14:textId="77777777" w:rsidR="001C0191" w:rsidRPr="00AA1FB3" w:rsidRDefault="001C0191" w:rsidP="00DC72DA">
            <w:pPr>
              <w:pStyle w:val="TableText0"/>
            </w:pPr>
            <w:r w:rsidRPr="00AA1FB3">
              <w:lastRenderedPageBreak/>
              <w:t>//</w:t>
            </w:r>
          </w:p>
        </w:tc>
        <w:tc>
          <w:tcPr>
            <w:tcW w:w="5762" w:type="dxa"/>
            <w:tcMar>
              <w:top w:w="57" w:type="dxa"/>
              <w:left w:w="57" w:type="dxa"/>
              <w:bottom w:w="57" w:type="dxa"/>
              <w:right w:w="57" w:type="dxa"/>
            </w:tcMar>
            <w:vAlign w:val="center"/>
          </w:tcPr>
          <w:p w14:paraId="1BB5B758" w14:textId="77777777" w:rsidR="001C0191" w:rsidRPr="00A90B21" w:rsidRDefault="001C0191" w:rsidP="00DC72DA">
            <w:pPr>
              <w:pStyle w:val="TableText0"/>
              <w:rPr>
                <w:rFonts w:cs="Arial"/>
                <w:color w:val="000000"/>
                <w:szCs w:val="18"/>
              </w:rPr>
            </w:pPr>
            <w:r>
              <w:rPr>
                <w:rFonts w:cs="Arial"/>
                <w:szCs w:val="18"/>
              </w:rPr>
              <w:t>A line starting with double slashes is comments.</w:t>
            </w:r>
          </w:p>
        </w:tc>
      </w:tr>
    </w:tbl>
    <w:p w14:paraId="3FC538A7" w14:textId="77777777" w:rsidR="001C0191" w:rsidRPr="007F2166" w:rsidRDefault="001C0191" w:rsidP="00DC72DA">
      <w:pPr>
        <w:pStyle w:val="Text-1"/>
        <w:ind w:left="630"/>
        <w:rPr>
          <w:rFonts w:cs="Arial"/>
        </w:rPr>
      </w:pPr>
    </w:p>
    <w:p w14:paraId="0C1B391C" w14:textId="77777777" w:rsidR="001C0191" w:rsidRPr="00ED1F83" w:rsidRDefault="001C0191" w:rsidP="00ED1F83">
      <w:pPr>
        <w:pStyle w:val="a"/>
        <w:numPr>
          <w:ilvl w:val="0"/>
          <w:numId w:val="43"/>
        </w:numPr>
        <w:tabs>
          <w:tab w:val="num" w:pos="992"/>
        </w:tabs>
        <w:spacing w:line="360" w:lineRule="auto"/>
        <w:ind w:left="992" w:hanging="363"/>
        <w:rPr>
          <w:rFonts w:cs="Arial"/>
          <w:b w:val="0"/>
        </w:rPr>
      </w:pPr>
      <w:r w:rsidRPr="00ED3346">
        <w:rPr>
          <w:rFonts w:cs="Arial"/>
        </w:rPr>
        <w:t>Signs</w:t>
      </w:r>
    </w:p>
    <w:p w14:paraId="0B6AA3DE" w14:textId="77777777" w:rsidR="001C0191" w:rsidRPr="007F2166" w:rsidRDefault="001C0191" w:rsidP="00DC72DA">
      <w:pPr>
        <w:pStyle w:val="Text-1"/>
        <w:ind w:left="630"/>
        <w:rPr>
          <w:rFonts w:cs="Arial"/>
        </w:rPr>
      </w:pPr>
      <w:r w:rsidRPr="007F2166">
        <w:rPr>
          <w:rFonts w:cs="Arial"/>
        </w:rPr>
        <w:t>The signs used in this document are described as follows:</w:t>
      </w:r>
    </w:p>
    <w:p w14:paraId="151D3413" w14:textId="77777777" w:rsidR="001C0191" w:rsidRPr="007F2166" w:rsidRDefault="001C0191" w:rsidP="00DC72DA">
      <w:pPr>
        <w:pStyle w:val="Text-1"/>
        <w:ind w:left="630"/>
        <w:rPr>
          <w:rFonts w:cs="Arial"/>
        </w:rPr>
      </w:pPr>
    </w:p>
    <w:p w14:paraId="1C6367C4" w14:textId="77777777" w:rsidR="001C0191" w:rsidRPr="007F2166" w:rsidRDefault="001C0191" w:rsidP="00DC72DA">
      <w:pPr>
        <w:pStyle w:val="SignWarning"/>
        <w:rPr>
          <w:rFonts w:cs="Arial"/>
          <w:b w:val="0"/>
          <w:bCs/>
        </w:rPr>
      </w:pPr>
      <w:r w:rsidRPr="007F2166">
        <w:rPr>
          <w:rFonts w:cs="Arial"/>
          <w:bCs/>
        </w:rPr>
        <w:t>Warning</w:t>
      </w:r>
    </w:p>
    <w:p w14:paraId="2C9079C9" w14:textId="77777777" w:rsidR="001C0191" w:rsidRPr="007F2166" w:rsidRDefault="001C0191" w:rsidP="00DC72DA">
      <w:pPr>
        <w:pStyle w:val="SignText"/>
        <w:rPr>
          <w:rFonts w:cs="Arial"/>
        </w:rPr>
      </w:pPr>
      <w:r w:rsidRPr="007F2166">
        <w:rPr>
          <w:rFonts w:cs="Arial"/>
        </w:rPr>
        <w:t>An alert that calls attention to important rules and information that if not understood or followed can result in data loss or equipment damage.</w:t>
      </w:r>
    </w:p>
    <w:p w14:paraId="3D9CD49C" w14:textId="77777777" w:rsidR="001C0191" w:rsidRPr="007F2166" w:rsidRDefault="001C0191" w:rsidP="00DC72DA">
      <w:pPr>
        <w:pStyle w:val="Text-1"/>
        <w:ind w:left="630"/>
        <w:rPr>
          <w:rFonts w:cs="Arial"/>
        </w:rPr>
      </w:pPr>
    </w:p>
    <w:p w14:paraId="44952E2D" w14:textId="77777777" w:rsidR="001C0191" w:rsidRPr="007F2166" w:rsidRDefault="001C0191" w:rsidP="001C0191">
      <w:pPr>
        <w:pStyle w:val="SignNotice0"/>
        <w:tabs>
          <w:tab w:val="num" w:pos="1072"/>
        </w:tabs>
        <w:ind w:left="1072" w:hanging="420"/>
        <w:rPr>
          <w:rFonts w:cs="Arial"/>
          <w:b/>
          <w:bCs/>
        </w:rPr>
      </w:pPr>
      <w:r w:rsidRPr="007F2166">
        <w:rPr>
          <w:rFonts w:cs="Arial"/>
          <w:b/>
          <w:bCs/>
        </w:rPr>
        <w:t>Caution</w:t>
      </w:r>
    </w:p>
    <w:p w14:paraId="2A195575" w14:textId="77777777" w:rsidR="001C0191" w:rsidRPr="007F2166" w:rsidRDefault="001C0191" w:rsidP="00DC72DA">
      <w:pPr>
        <w:pStyle w:val="SignText"/>
        <w:rPr>
          <w:rFonts w:cs="Arial"/>
        </w:rPr>
      </w:pPr>
      <w:r w:rsidRPr="007F2166">
        <w:rPr>
          <w:rFonts w:cs="Arial"/>
        </w:rPr>
        <w:t>An alert that calls attention to essential information that if not understood or followed can result in function failure or performance degradation.</w:t>
      </w:r>
    </w:p>
    <w:p w14:paraId="28F02C91" w14:textId="77777777" w:rsidR="001C0191" w:rsidRPr="007F2166" w:rsidRDefault="001C0191" w:rsidP="00DC72DA">
      <w:pPr>
        <w:pStyle w:val="Text-1"/>
        <w:ind w:left="630"/>
        <w:rPr>
          <w:rFonts w:cs="Arial"/>
        </w:rPr>
      </w:pPr>
    </w:p>
    <w:p w14:paraId="20EA7FF5" w14:textId="77777777" w:rsidR="001C0191" w:rsidRPr="007F2166" w:rsidRDefault="001C0191" w:rsidP="00DC72DA">
      <w:pPr>
        <w:pStyle w:val="SignInstruction0"/>
        <w:rPr>
          <w:rFonts w:cs="Arial"/>
          <w:b/>
          <w:bCs/>
        </w:rPr>
      </w:pPr>
      <w:r w:rsidRPr="007F2166">
        <w:rPr>
          <w:rFonts w:cs="Arial"/>
          <w:b/>
          <w:bCs/>
        </w:rPr>
        <w:t>Note</w:t>
      </w:r>
    </w:p>
    <w:p w14:paraId="5F3BA634" w14:textId="77777777" w:rsidR="001C0191" w:rsidRPr="007F2166" w:rsidRDefault="001C0191" w:rsidP="00DC72DA">
      <w:pPr>
        <w:pStyle w:val="SignText"/>
        <w:rPr>
          <w:rFonts w:cs="Arial"/>
        </w:rPr>
      </w:pPr>
      <w:r w:rsidRPr="007F2166">
        <w:rPr>
          <w:rFonts w:cs="Arial"/>
        </w:rPr>
        <w:t>An alert that contains additional or supplementary information that if not understood or followed will not lead to serious consequences.</w:t>
      </w:r>
    </w:p>
    <w:p w14:paraId="0E640EAE" w14:textId="77777777" w:rsidR="001C0191" w:rsidRPr="007F2166" w:rsidRDefault="001C0191" w:rsidP="00DC72DA">
      <w:pPr>
        <w:pStyle w:val="Text-1"/>
        <w:ind w:left="630"/>
        <w:rPr>
          <w:rFonts w:cs="Arial"/>
        </w:rPr>
      </w:pPr>
    </w:p>
    <w:p w14:paraId="2F93F15E" w14:textId="77777777" w:rsidR="001C0191" w:rsidRPr="007F2166" w:rsidRDefault="001C0191" w:rsidP="00DC72DA">
      <w:pPr>
        <w:pStyle w:val="SignSpec"/>
        <w:pBdr>
          <w:top w:val="single" w:sz="4" w:space="1" w:color="262626"/>
        </w:pBdr>
        <w:tabs>
          <w:tab w:val="clear" w:pos="1072"/>
          <w:tab w:val="left" w:pos="1134"/>
        </w:tabs>
        <w:spacing w:before="72" w:after="72"/>
        <w:ind w:left="630" w:firstLine="79"/>
        <w:rPr>
          <w:rFonts w:cs="Arial"/>
          <w:b w:val="0"/>
        </w:rPr>
      </w:pPr>
      <w:r w:rsidRPr="007F2166">
        <w:rPr>
          <w:rFonts w:cs="Arial"/>
        </w:rPr>
        <w:t>Specification</w:t>
      </w:r>
    </w:p>
    <w:p w14:paraId="599F79EA" w14:textId="77777777" w:rsidR="001C0191" w:rsidRPr="007F2166" w:rsidRDefault="001C0191" w:rsidP="00DC72DA">
      <w:pPr>
        <w:pStyle w:val="SignText"/>
        <w:rPr>
          <w:rFonts w:cs="Arial"/>
        </w:rPr>
      </w:pPr>
      <w:r w:rsidRPr="007F2166">
        <w:rPr>
          <w:rFonts w:cs="Arial"/>
        </w:rPr>
        <w:t>An alert that contains a description of product or version support.</w:t>
      </w:r>
    </w:p>
    <w:bookmarkEnd w:id="0"/>
    <w:bookmarkEnd w:id="1"/>
    <w:bookmarkEnd w:id="2"/>
    <w:bookmarkEnd w:id="3"/>
    <w:bookmarkEnd w:id="4"/>
    <w:bookmarkEnd w:id="5"/>
    <w:bookmarkEnd w:id="6"/>
    <w:bookmarkEnd w:id="7"/>
    <w:bookmarkEnd w:id="8"/>
    <w:bookmarkEnd w:id="9"/>
    <w:p w14:paraId="7BD082FF" w14:textId="77777777" w:rsidR="001C0191" w:rsidRDefault="001C0191" w:rsidP="00ED1F83">
      <w:pPr>
        <w:pStyle w:val="Text-1"/>
      </w:pPr>
    </w:p>
    <w:p w14:paraId="093E7C3B" w14:textId="77777777" w:rsidR="001C0191" w:rsidRPr="00CC4F2B" w:rsidRDefault="001C0191" w:rsidP="001C0191">
      <w:pPr>
        <w:pStyle w:val="Text-1"/>
        <w:numPr>
          <w:ilvl w:val="0"/>
          <w:numId w:val="43"/>
        </w:numPr>
        <w:rPr>
          <w:b/>
          <w:bCs/>
        </w:rPr>
      </w:pPr>
      <w:r w:rsidRPr="00CC4F2B">
        <w:rPr>
          <w:b/>
          <w:bCs/>
        </w:rPr>
        <w:t>Note</w:t>
      </w:r>
      <w:r>
        <w:rPr>
          <w:b/>
          <w:bCs/>
        </w:rPr>
        <w:t>s</w:t>
      </w:r>
    </w:p>
    <w:p w14:paraId="3D30A632" w14:textId="77777777" w:rsidR="001C0191" w:rsidRPr="00555E57" w:rsidRDefault="001C0191" w:rsidP="00DC72DA">
      <w:pPr>
        <w:pStyle w:val="Text-1"/>
        <w:sectPr w:rsidR="001C0191" w:rsidRPr="00555E57" w:rsidSect="00DC72DA">
          <w:headerReference w:type="default" r:id="rId24"/>
          <w:footerReference w:type="default" r:id="rId25"/>
          <w:pgSz w:w="11907" w:h="16840" w:code="9"/>
          <w:pgMar w:top="1418" w:right="1134" w:bottom="1418" w:left="1134" w:header="851" w:footer="851" w:gutter="0"/>
          <w:pgNumType w:fmt="lowerRoman" w:start="1"/>
          <w:cols w:space="425"/>
          <w:docGrid w:linePitch="312"/>
        </w:sectPr>
      </w:pPr>
      <w:r w:rsidRPr="00555E57">
        <w:t xml:space="preserve">This manual introduces the version information, revision history, features, resolved issues, </w:t>
      </w:r>
      <w:r>
        <w:rPr>
          <w:rFonts w:hint="eastAsia"/>
        </w:rPr>
        <w:t>known</w:t>
      </w:r>
      <w:r w:rsidRPr="00555E57">
        <w:t xml:space="preserve"> issues, supported platforms, software upgrading, and related documentation.</w:t>
      </w:r>
    </w:p>
    <w:p w14:paraId="0E649FF0" w14:textId="77777777" w:rsidR="00E15D4C" w:rsidRPr="00562011" w:rsidRDefault="007C068E" w:rsidP="00562011">
      <w:pPr>
        <w:pStyle w:val="affc"/>
      </w:pPr>
      <w:bookmarkStart w:id="13" w:name="_Basic_Information"/>
      <w:bookmarkEnd w:id="13"/>
      <w:r w:rsidRPr="00562011">
        <w:rPr>
          <w:rFonts w:hint="eastAsia"/>
        </w:rPr>
        <w:lastRenderedPageBreak/>
        <w:t>Contents</w:t>
      </w:r>
    </w:p>
    <w:p w14:paraId="32672BEB" w14:textId="395ACC16" w:rsidR="00102193" w:rsidRDefault="00E15D4C">
      <w:pPr>
        <w:pStyle w:val="11"/>
        <w:rPr>
          <w:rFonts w:asciiTheme="minorHAnsi" w:eastAsiaTheme="minorEastAsia" w:hAnsiTheme="minorHAnsi" w:cstheme="minorBidi"/>
          <w:color w:val="auto"/>
          <w:szCs w:val="22"/>
        </w:rPr>
      </w:pPr>
      <w:r>
        <w:fldChar w:fldCharType="begin"/>
      </w:r>
      <w:r>
        <w:instrText xml:space="preserve"> TOC \o "1-3" \h \z \u </w:instrText>
      </w:r>
      <w:r>
        <w:fldChar w:fldCharType="separate"/>
      </w:r>
      <w:hyperlink w:anchor="_Toc215665600" w:history="1">
        <w:r w:rsidR="00102193" w:rsidRPr="00E366F6">
          <w:rPr>
            <w:rStyle w:val="af9"/>
            <w:rFonts w:cs="Arial"/>
          </w:rPr>
          <w:t>Preface</w:t>
        </w:r>
        <w:r w:rsidR="00102193">
          <w:rPr>
            <w:webHidden/>
          </w:rPr>
          <w:tab/>
        </w:r>
        <w:r w:rsidR="00102193">
          <w:rPr>
            <w:webHidden/>
          </w:rPr>
          <w:fldChar w:fldCharType="begin"/>
        </w:r>
        <w:r w:rsidR="00102193">
          <w:rPr>
            <w:webHidden/>
          </w:rPr>
          <w:instrText xml:space="preserve"> PAGEREF _Toc215665600 \h </w:instrText>
        </w:r>
        <w:r w:rsidR="00102193">
          <w:rPr>
            <w:webHidden/>
          </w:rPr>
        </w:r>
        <w:r w:rsidR="00102193">
          <w:rPr>
            <w:webHidden/>
          </w:rPr>
          <w:fldChar w:fldCharType="separate"/>
        </w:r>
        <w:r w:rsidR="00102193">
          <w:rPr>
            <w:webHidden/>
          </w:rPr>
          <w:t>i</w:t>
        </w:r>
        <w:r w:rsidR="00102193">
          <w:rPr>
            <w:webHidden/>
          </w:rPr>
          <w:fldChar w:fldCharType="end"/>
        </w:r>
      </w:hyperlink>
    </w:p>
    <w:p w14:paraId="3B0CA3FF" w14:textId="3061F1E6" w:rsidR="00102193" w:rsidRDefault="00102193">
      <w:pPr>
        <w:pStyle w:val="11"/>
        <w:rPr>
          <w:rFonts w:asciiTheme="minorHAnsi" w:eastAsiaTheme="minorEastAsia" w:hAnsiTheme="minorHAnsi" w:cstheme="minorBidi"/>
          <w:color w:val="auto"/>
          <w:szCs w:val="22"/>
        </w:rPr>
      </w:pPr>
      <w:hyperlink w:anchor="_Toc215665601" w:history="1">
        <w:r w:rsidRPr="00E366F6">
          <w:rPr>
            <w:rStyle w:val="af9"/>
          </w:rPr>
          <w:t>1 Version Information</w:t>
        </w:r>
        <w:r>
          <w:rPr>
            <w:webHidden/>
          </w:rPr>
          <w:tab/>
        </w:r>
        <w:r>
          <w:rPr>
            <w:webHidden/>
          </w:rPr>
          <w:fldChar w:fldCharType="begin"/>
        </w:r>
        <w:r>
          <w:rPr>
            <w:webHidden/>
          </w:rPr>
          <w:instrText xml:space="preserve"> PAGEREF _Toc215665601 \h </w:instrText>
        </w:r>
        <w:r>
          <w:rPr>
            <w:webHidden/>
          </w:rPr>
        </w:r>
        <w:r>
          <w:rPr>
            <w:webHidden/>
          </w:rPr>
          <w:fldChar w:fldCharType="separate"/>
        </w:r>
        <w:r>
          <w:rPr>
            <w:webHidden/>
          </w:rPr>
          <w:t>1</w:t>
        </w:r>
        <w:r>
          <w:rPr>
            <w:webHidden/>
          </w:rPr>
          <w:fldChar w:fldCharType="end"/>
        </w:r>
      </w:hyperlink>
    </w:p>
    <w:p w14:paraId="6EFC4E5E" w14:textId="590CF6BA" w:rsidR="00102193" w:rsidRDefault="00102193">
      <w:pPr>
        <w:pStyle w:val="11"/>
        <w:rPr>
          <w:rFonts w:asciiTheme="minorHAnsi" w:eastAsiaTheme="minorEastAsia" w:hAnsiTheme="minorHAnsi" w:cstheme="minorBidi"/>
          <w:color w:val="auto"/>
          <w:szCs w:val="22"/>
        </w:rPr>
      </w:pPr>
      <w:hyperlink w:anchor="_Toc215665602" w:history="1">
        <w:r w:rsidRPr="00E366F6">
          <w:rPr>
            <w:rStyle w:val="af9"/>
          </w:rPr>
          <w:t>2 Hardware Support</w:t>
        </w:r>
        <w:r>
          <w:rPr>
            <w:webHidden/>
          </w:rPr>
          <w:tab/>
        </w:r>
        <w:r>
          <w:rPr>
            <w:webHidden/>
          </w:rPr>
          <w:fldChar w:fldCharType="begin"/>
        </w:r>
        <w:r>
          <w:rPr>
            <w:webHidden/>
          </w:rPr>
          <w:instrText xml:space="preserve"> PAGEREF _Toc215665602 \h </w:instrText>
        </w:r>
        <w:r>
          <w:rPr>
            <w:webHidden/>
          </w:rPr>
        </w:r>
        <w:r>
          <w:rPr>
            <w:webHidden/>
          </w:rPr>
          <w:fldChar w:fldCharType="separate"/>
        </w:r>
        <w:r>
          <w:rPr>
            <w:webHidden/>
          </w:rPr>
          <w:t>5</w:t>
        </w:r>
        <w:r>
          <w:rPr>
            <w:webHidden/>
          </w:rPr>
          <w:fldChar w:fldCharType="end"/>
        </w:r>
      </w:hyperlink>
    </w:p>
    <w:p w14:paraId="60575918" w14:textId="589045B5" w:rsidR="00102193" w:rsidRDefault="00102193">
      <w:pPr>
        <w:pStyle w:val="11"/>
        <w:rPr>
          <w:rFonts w:asciiTheme="minorHAnsi" w:eastAsiaTheme="minorEastAsia" w:hAnsiTheme="minorHAnsi" w:cstheme="minorBidi"/>
          <w:color w:val="auto"/>
          <w:szCs w:val="22"/>
        </w:rPr>
      </w:pPr>
      <w:hyperlink w:anchor="_Toc215665603" w:history="1">
        <w:r w:rsidRPr="00E366F6">
          <w:rPr>
            <w:rStyle w:val="af9"/>
          </w:rPr>
          <w:t>3 New Features</w:t>
        </w:r>
        <w:r>
          <w:rPr>
            <w:webHidden/>
          </w:rPr>
          <w:tab/>
        </w:r>
        <w:r>
          <w:rPr>
            <w:webHidden/>
          </w:rPr>
          <w:fldChar w:fldCharType="begin"/>
        </w:r>
        <w:r>
          <w:rPr>
            <w:webHidden/>
          </w:rPr>
          <w:instrText xml:space="preserve"> PAGEREF _Toc215665603 \h </w:instrText>
        </w:r>
        <w:r>
          <w:rPr>
            <w:webHidden/>
          </w:rPr>
        </w:r>
        <w:r>
          <w:rPr>
            <w:webHidden/>
          </w:rPr>
          <w:fldChar w:fldCharType="separate"/>
        </w:r>
        <w:r>
          <w:rPr>
            <w:webHidden/>
          </w:rPr>
          <w:t>6</w:t>
        </w:r>
        <w:r>
          <w:rPr>
            <w:webHidden/>
          </w:rPr>
          <w:fldChar w:fldCharType="end"/>
        </w:r>
      </w:hyperlink>
    </w:p>
    <w:p w14:paraId="1201CBC2" w14:textId="33E8C792" w:rsidR="00102193" w:rsidRDefault="00102193">
      <w:pPr>
        <w:pStyle w:val="11"/>
        <w:rPr>
          <w:rFonts w:asciiTheme="minorHAnsi" w:eastAsiaTheme="minorEastAsia" w:hAnsiTheme="minorHAnsi" w:cstheme="minorBidi"/>
          <w:color w:val="auto"/>
          <w:szCs w:val="22"/>
        </w:rPr>
      </w:pPr>
      <w:hyperlink w:anchor="_Toc215665604" w:history="1">
        <w:r w:rsidRPr="00E366F6">
          <w:rPr>
            <w:rStyle w:val="af9"/>
          </w:rPr>
          <w:t>4 Resolved Issues</w:t>
        </w:r>
        <w:r>
          <w:rPr>
            <w:webHidden/>
          </w:rPr>
          <w:tab/>
        </w:r>
        <w:r>
          <w:rPr>
            <w:webHidden/>
          </w:rPr>
          <w:fldChar w:fldCharType="begin"/>
        </w:r>
        <w:r>
          <w:rPr>
            <w:webHidden/>
          </w:rPr>
          <w:instrText xml:space="preserve"> PAGEREF _Toc215665604 \h </w:instrText>
        </w:r>
        <w:r>
          <w:rPr>
            <w:webHidden/>
          </w:rPr>
        </w:r>
        <w:r>
          <w:rPr>
            <w:webHidden/>
          </w:rPr>
          <w:fldChar w:fldCharType="separate"/>
        </w:r>
        <w:r>
          <w:rPr>
            <w:webHidden/>
          </w:rPr>
          <w:t>7</w:t>
        </w:r>
        <w:r>
          <w:rPr>
            <w:webHidden/>
          </w:rPr>
          <w:fldChar w:fldCharType="end"/>
        </w:r>
      </w:hyperlink>
    </w:p>
    <w:p w14:paraId="69F28360" w14:textId="21BB30B9" w:rsidR="00102193" w:rsidRDefault="00102193">
      <w:pPr>
        <w:pStyle w:val="11"/>
        <w:rPr>
          <w:rFonts w:asciiTheme="minorHAnsi" w:eastAsiaTheme="minorEastAsia" w:hAnsiTheme="minorHAnsi" w:cstheme="minorBidi"/>
          <w:color w:val="auto"/>
          <w:szCs w:val="22"/>
        </w:rPr>
      </w:pPr>
      <w:hyperlink w:anchor="_Toc215665605" w:history="1">
        <w:r w:rsidRPr="00E366F6">
          <w:rPr>
            <w:rStyle w:val="af9"/>
          </w:rPr>
          <w:t>5 Open Issues</w:t>
        </w:r>
        <w:r>
          <w:rPr>
            <w:webHidden/>
          </w:rPr>
          <w:tab/>
        </w:r>
        <w:r>
          <w:rPr>
            <w:webHidden/>
          </w:rPr>
          <w:fldChar w:fldCharType="begin"/>
        </w:r>
        <w:r>
          <w:rPr>
            <w:webHidden/>
          </w:rPr>
          <w:instrText xml:space="preserve"> PAGEREF _Toc215665605 \h </w:instrText>
        </w:r>
        <w:r>
          <w:rPr>
            <w:webHidden/>
          </w:rPr>
        </w:r>
        <w:r>
          <w:rPr>
            <w:webHidden/>
          </w:rPr>
          <w:fldChar w:fldCharType="separate"/>
        </w:r>
        <w:r>
          <w:rPr>
            <w:webHidden/>
          </w:rPr>
          <w:t>8</w:t>
        </w:r>
        <w:r>
          <w:rPr>
            <w:webHidden/>
          </w:rPr>
          <w:fldChar w:fldCharType="end"/>
        </w:r>
      </w:hyperlink>
    </w:p>
    <w:p w14:paraId="17A6F908" w14:textId="29DD28DA" w:rsidR="00102193" w:rsidRDefault="00102193">
      <w:pPr>
        <w:pStyle w:val="11"/>
        <w:rPr>
          <w:rFonts w:asciiTheme="minorHAnsi" w:eastAsiaTheme="minorEastAsia" w:hAnsiTheme="minorHAnsi" w:cstheme="minorBidi"/>
          <w:color w:val="auto"/>
          <w:szCs w:val="22"/>
        </w:rPr>
      </w:pPr>
      <w:hyperlink w:anchor="_Toc215665606" w:history="1">
        <w:r w:rsidRPr="00E366F6">
          <w:rPr>
            <w:rStyle w:val="af9"/>
          </w:rPr>
          <w:t>6 Upgrade Files</w:t>
        </w:r>
        <w:r>
          <w:rPr>
            <w:webHidden/>
          </w:rPr>
          <w:tab/>
        </w:r>
        <w:r>
          <w:rPr>
            <w:webHidden/>
          </w:rPr>
          <w:fldChar w:fldCharType="begin"/>
        </w:r>
        <w:r>
          <w:rPr>
            <w:webHidden/>
          </w:rPr>
          <w:instrText xml:space="preserve"> PAGEREF _Toc215665606 \h </w:instrText>
        </w:r>
        <w:r>
          <w:rPr>
            <w:webHidden/>
          </w:rPr>
        </w:r>
        <w:r>
          <w:rPr>
            <w:webHidden/>
          </w:rPr>
          <w:fldChar w:fldCharType="separate"/>
        </w:r>
        <w:r>
          <w:rPr>
            <w:webHidden/>
          </w:rPr>
          <w:t>9</w:t>
        </w:r>
        <w:r>
          <w:rPr>
            <w:webHidden/>
          </w:rPr>
          <w:fldChar w:fldCharType="end"/>
        </w:r>
      </w:hyperlink>
    </w:p>
    <w:p w14:paraId="7BAC64BF" w14:textId="1C153414" w:rsidR="00102193" w:rsidRDefault="00102193">
      <w:pPr>
        <w:pStyle w:val="11"/>
        <w:rPr>
          <w:rFonts w:asciiTheme="minorHAnsi" w:eastAsiaTheme="minorEastAsia" w:hAnsiTheme="minorHAnsi" w:cstheme="minorBidi"/>
          <w:color w:val="auto"/>
          <w:szCs w:val="22"/>
        </w:rPr>
      </w:pPr>
      <w:hyperlink w:anchor="_Toc215665607" w:history="1">
        <w:r w:rsidRPr="00E366F6">
          <w:rPr>
            <w:rStyle w:val="af9"/>
          </w:rPr>
          <w:t>7 Upgrade Precautions</w:t>
        </w:r>
        <w:r>
          <w:rPr>
            <w:webHidden/>
          </w:rPr>
          <w:tab/>
        </w:r>
        <w:r>
          <w:rPr>
            <w:webHidden/>
          </w:rPr>
          <w:fldChar w:fldCharType="begin"/>
        </w:r>
        <w:r>
          <w:rPr>
            <w:webHidden/>
          </w:rPr>
          <w:instrText xml:space="preserve"> PAGEREF _Toc215665607 \h </w:instrText>
        </w:r>
        <w:r>
          <w:rPr>
            <w:webHidden/>
          </w:rPr>
        </w:r>
        <w:r>
          <w:rPr>
            <w:webHidden/>
          </w:rPr>
          <w:fldChar w:fldCharType="separate"/>
        </w:r>
        <w:r>
          <w:rPr>
            <w:webHidden/>
          </w:rPr>
          <w:t>10</w:t>
        </w:r>
        <w:r>
          <w:rPr>
            <w:webHidden/>
          </w:rPr>
          <w:fldChar w:fldCharType="end"/>
        </w:r>
      </w:hyperlink>
    </w:p>
    <w:p w14:paraId="43798B90" w14:textId="75A2E110" w:rsidR="00E15D4C" w:rsidRDefault="00E15D4C">
      <w:pPr>
        <w:spacing w:before="72" w:after="72"/>
        <w:ind w:left="630"/>
        <w:rPr>
          <w:b/>
          <w:bCs/>
          <w:lang w:val="zh-CN"/>
        </w:rPr>
        <w:sectPr w:rsidR="00E15D4C" w:rsidSect="00562011">
          <w:headerReference w:type="default" r:id="rId26"/>
          <w:footerReference w:type="default" r:id="rId27"/>
          <w:pgSz w:w="11907" w:h="16840" w:code="9"/>
          <w:pgMar w:top="1418" w:right="1134" w:bottom="1418" w:left="1134" w:header="851" w:footer="992" w:gutter="0"/>
          <w:pgNumType w:fmt="lowerRoman" w:start="1"/>
          <w:cols w:space="720"/>
          <w:docGrid w:linePitch="312"/>
        </w:sectPr>
      </w:pPr>
      <w:r>
        <w:rPr>
          <w:b/>
          <w:bCs/>
          <w:lang w:val="zh-CN"/>
        </w:rPr>
        <w:fldChar w:fldCharType="end"/>
      </w:r>
    </w:p>
    <w:p w14:paraId="28EBEAE8" w14:textId="77777777" w:rsidR="00FB03A1" w:rsidRDefault="00C858C4" w:rsidP="00562011">
      <w:pPr>
        <w:pStyle w:val="1"/>
      </w:pPr>
      <w:bookmarkStart w:id="14" w:name="_Toc215665601"/>
      <w:r>
        <w:lastRenderedPageBreak/>
        <w:t>Version</w:t>
      </w:r>
      <w:r w:rsidR="00FB03A1">
        <w:rPr>
          <w:rFonts w:hint="eastAsia"/>
        </w:rPr>
        <w:t xml:space="preserve"> Information</w:t>
      </w:r>
      <w:bookmarkEnd w:id="14"/>
    </w:p>
    <w:p w14:paraId="7D9F86B7" w14:textId="77777777" w:rsidR="00FB03A1" w:rsidRDefault="00FB03A1" w:rsidP="00562011">
      <w:pPr>
        <w:pStyle w:val="Text-1"/>
      </w:pPr>
      <w:r>
        <w:t>The following table</w:t>
      </w:r>
      <w:r>
        <w:rPr>
          <w:rFonts w:hint="eastAsia"/>
        </w:rPr>
        <w:t xml:space="preserve"> </w:t>
      </w:r>
      <w:r w:rsidR="00C858C4">
        <w:t>show</w:t>
      </w:r>
      <w:r w:rsidR="00C858C4">
        <w:rPr>
          <w:rFonts w:hint="eastAsia"/>
        </w:rPr>
        <w:t xml:space="preserve">s </w:t>
      </w:r>
      <w:r>
        <w:rPr>
          <w:rFonts w:hint="eastAsia"/>
        </w:rPr>
        <w:t xml:space="preserve">the basic information </w:t>
      </w:r>
      <w:r w:rsidR="00C858C4">
        <w:t>about</w:t>
      </w:r>
      <w:r>
        <w:rPr>
          <w:rFonts w:hint="eastAsia"/>
        </w:rPr>
        <w:t xml:space="preserve"> the current release. </w:t>
      </w:r>
    </w:p>
    <w:tbl>
      <w:tblPr>
        <w:tblW w:w="4600" w:type="pct"/>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8"/>
        <w:gridCol w:w="6561"/>
      </w:tblGrid>
      <w:tr w:rsidR="00FB03A1" w14:paraId="0EE53F6B" w14:textId="77777777" w:rsidTr="00562011">
        <w:trPr>
          <w:trHeight w:val="20"/>
        </w:trPr>
        <w:tc>
          <w:tcPr>
            <w:tcW w:w="2087" w:type="dxa"/>
            <w:shd w:val="clear" w:color="auto" w:fill="E6E6E6"/>
          </w:tcPr>
          <w:p w14:paraId="6C0022C6" w14:textId="77777777" w:rsidR="00FB03A1" w:rsidRDefault="00C858C4" w:rsidP="00562011">
            <w:pPr>
              <w:pStyle w:val="TableHeading"/>
            </w:pPr>
            <w:bookmarkStart w:id="15" w:name="_Toc193694147"/>
            <w:bookmarkStart w:id="16" w:name="_Toc194161546"/>
            <w:bookmarkStart w:id="17" w:name="_Toc194161860"/>
            <w:bookmarkStart w:id="18" w:name="_Toc194144685"/>
            <w:bookmarkStart w:id="19" w:name="OLE_LINK2"/>
            <w:r>
              <w:t>Version Number</w:t>
            </w:r>
          </w:p>
        </w:tc>
        <w:tc>
          <w:tcPr>
            <w:tcW w:w="5958" w:type="dxa"/>
          </w:tcPr>
          <w:p w14:paraId="5C42EF5A" w14:textId="21F40136" w:rsidR="00FB03A1" w:rsidRDefault="0061220E" w:rsidP="00562011">
            <w:pPr>
              <w:pStyle w:val="TableText0"/>
            </w:pPr>
            <w:r w:rsidRPr="0061220E">
              <w:t>AP_RGOS 11.9(4)B1P</w:t>
            </w:r>
            <w:r w:rsidR="00D510D0">
              <w:rPr>
                <w:rFonts w:hint="eastAsia"/>
              </w:rPr>
              <w:t>9</w:t>
            </w:r>
          </w:p>
        </w:tc>
      </w:tr>
      <w:tr w:rsidR="00FB03A1" w14:paraId="3A17EF89" w14:textId="77777777" w:rsidTr="00562011">
        <w:trPr>
          <w:trHeight w:val="90"/>
        </w:trPr>
        <w:tc>
          <w:tcPr>
            <w:tcW w:w="2087" w:type="dxa"/>
            <w:shd w:val="clear" w:color="auto" w:fill="E6E6E6"/>
          </w:tcPr>
          <w:p w14:paraId="0BBE98AF" w14:textId="77777777" w:rsidR="00FB03A1" w:rsidRDefault="00FB03A1" w:rsidP="00562011">
            <w:pPr>
              <w:pStyle w:val="TableHeading"/>
            </w:pPr>
            <w:r>
              <w:rPr>
                <w:rFonts w:hint="eastAsia"/>
              </w:rPr>
              <w:t>Applicable Product</w:t>
            </w:r>
            <w:r w:rsidR="00C858C4">
              <w:t>s</w:t>
            </w:r>
          </w:p>
        </w:tc>
        <w:tc>
          <w:tcPr>
            <w:tcW w:w="5958" w:type="dxa"/>
          </w:tcPr>
          <w:p w14:paraId="29F41684" w14:textId="77777777" w:rsidR="00E30AAD" w:rsidRDefault="00E30AAD" w:rsidP="00E30AAD">
            <w:pPr>
              <w:pStyle w:val="TableText0"/>
            </w:pPr>
            <w:r>
              <w:t>AP180(JA) V</w:t>
            </w:r>
            <w:proofErr w:type="gramStart"/>
            <w:r>
              <w:t>1.xx</w:t>
            </w:r>
            <w:proofErr w:type="gramEnd"/>
          </w:p>
          <w:p w14:paraId="14108E7D" w14:textId="77777777" w:rsidR="00E30AAD" w:rsidRDefault="00E30AAD" w:rsidP="00E30AAD">
            <w:pPr>
              <w:pStyle w:val="TableText0"/>
            </w:pPr>
            <w:r>
              <w:t>AP180(JP) V</w:t>
            </w:r>
            <w:proofErr w:type="gramStart"/>
            <w:r>
              <w:t>1.xx</w:t>
            </w:r>
            <w:proofErr w:type="gramEnd"/>
          </w:p>
          <w:p w14:paraId="5A36FE4A" w14:textId="77777777" w:rsidR="00E30AAD" w:rsidRDefault="00E30AAD" w:rsidP="00E30AAD">
            <w:pPr>
              <w:pStyle w:val="TableText0"/>
            </w:pPr>
            <w:r>
              <w:t>AP180-AC V</w:t>
            </w:r>
            <w:proofErr w:type="gramStart"/>
            <w:r>
              <w:t>1.xx</w:t>
            </w:r>
            <w:proofErr w:type="gramEnd"/>
          </w:p>
          <w:p w14:paraId="0AC65585" w14:textId="77777777" w:rsidR="00FB03A1" w:rsidRDefault="00E30AAD" w:rsidP="00E30AAD">
            <w:pPr>
              <w:pStyle w:val="TableText0"/>
            </w:pPr>
            <w:r>
              <w:t>AP180-PE V</w:t>
            </w:r>
            <w:proofErr w:type="gramStart"/>
            <w:r>
              <w:t>1.xx</w:t>
            </w:r>
            <w:proofErr w:type="gramEnd"/>
          </w:p>
          <w:p w14:paraId="75CB93B9" w14:textId="77777777" w:rsidR="00E30AAD" w:rsidRPr="00E30AAD" w:rsidRDefault="00E30AAD" w:rsidP="00E30AAD">
            <w:pPr>
              <w:pStyle w:val="TableText0"/>
            </w:pPr>
            <w:r>
              <w:t>AP180(JA) V</w:t>
            </w:r>
            <w:proofErr w:type="gramStart"/>
            <w:r>
              <w:t>2.xx</w:t>
            </w:r>
            <w:proofErr w:type="gramEnd"/>
          </w:p>
          <w:p w14:paraId="1DEF1A31" w14:textId="77777777" w:rsidR="00E30AAD" w:rsidRDefault="00E30AAD" w:rsidP="00E30AAD">
            <w:pPr>
              <w:pStyle w:val="TableText0"/>
            </w:pPr>
            <w:r>
              <w:t>AP180-AC V</w:t>
            </w:r>
            <w:proofErr w:type="gramStart"/>
            <w:r>
              <w:t>2.xx</w:t>
            </w:r>
            <w:proofErr w:type="gramEnd"/>
          </w:p>
          <w:p w14:paraId="78CC988C" w14:textId="77777777" w:rsidR="00E30AAD" w:rsidRDefault="00E30AAD" w:rsidP="00E30AAD">
            <w:pPr>
              <w:pStyle w:val="TableText0"/>
            </w:pPr>
            <w:r>
              <w:t>AP180-PE V</w:t>
            </w:r>
            <w:proofErr w:type="gramStart"/>
            <w:r>
              <w:t>2.xx</w:t>
            </w:r>
            <w:proofErr w:type="gramEnd"/>
          </w:p>
          <w:p w14:paraId="5C052F64" w14:textId="77777777" w:rsidR="00E30AAD" w:rsidRDefault="00E30AAD" w:rsidP="00E30AAD">
            <w:pPr>
              <w:pStyle w:val="TableText0"/>
            </w:pPr>
            <w:r>
              <w:t>AP180-AC V</w:t>
            </w:r>
            <w:proofErr w:type="gramStart"/>
            <w:r>
              <w:t>3.xx</w:t>
            </w:r>
            <w:proofErr w:type="gramEnd"/>
          </w:p>
          <w:p w14:paraId="4DF7E4F8" w14:textId="77777777" w:rsidR="00E30AAD" w:rsidRDefault="00E30AAD" w:rsidP="00E30AAD">
            <w:pPr>
              <w:pStyle w:val="TableText0"/>
            </w:pPr>
            <w:r>
              <w:t>AP180-PE V3.xx</w:t>
            </w:r>
          </w:p>
        </w:tc>
      </w:tr>
      <w:tr w:rsidR="00FB03A1" w14:paraId="563ADB23" w14:textId="77777777" w:rsidTr="00562011">
        <w:trPr>
          <w:trHeight w:val="20"/>
        </w:trPr>
        <w:tc>
          <w:tcPr>
            <w:tcW w:w="2087" w:type="dxa"/>
            <w:shd w:val="clear" w:color="auto" w:fill="E6E6E6"/>
          </w:tcPr>
          <w:p w14:paraId="434D34C2" w14:textId="77777777" w:rsidR="00FB03A1" w:rsidRDefault="00C858C4" w:rsidP="00562011">
            <w:pPr>
              <w:pStyle w:val="TableHeading"/>
            </w:pPr>
            <w:r>
              <w:t>Release Type</w:t>
            </w:r>
          </w:p>
        </w:tc>
        <w:tc>
          <w:tcPr>
            <w:tcW w:w="5958" w:type="dxa"/>
          </w:tcPr>
          <w:p w14:paraId="03EDD617" w14:textId="3E10FEB4" w:rsidR="00FB03A1" w:rsidRDefault="0084729B" w:rsidP="00562011">
            <w:pPr>
              <w:pStyle w:val="TableText0"/>
            </w:pPr>
            <w:r>
              <w:rPr>
                <w:rFonts w:hint="eastAsia"/>
              </w:rPr>
              <w:t>Official</w:t>
            </w:r>
            <w:r>
              <w:t xml:space="preserve"> </w:t>
            </w:r>
            <w:r w:rsidR="00FB03A1">
              <w:rPr>
                <w:rFonts w:hint="eastAsia"/>
              </w:rPr>
              <w:t>release</w:t>
            </w:r>
          </w:p>
        </w:tc>
        <w:bookmarkStart w:id="20" w:name="_Release_History"/>
        <w:bookmarkStart w:id="21" w:name="_Hardware_Supported"/>
      </w:tr>
      <w:bookmarkEnd w:id="15"/>
      <w:bookmarkEnd w:id="16"/>
      <w:bookmarkEnd w:id="17"/>
      <w:bookmarkEnd w:id="18"/>
      <w:bookmarkEnd w:id="19"/>
      <w:bookmarkEnd w:id="20"/>
      <w:bookmarkEnd w:id="21"/>
    </w:tbl>
    <w:p w14:paraId="2AF5C30E" w14:textId="77777777" w:rsidR="00FB03A1" w:rsidRDefault="00FB03A1">
      <w:pPr>
        <w:pStyle w:val="text"/>
        <w:spacing w:before="72" w:after="72"/>
        <w:ind w:left="630"/>
      </w:pPr>
    </w:p>
    <w:p w14:paraId="3148B4CC" w14:textId="77777777" w:rsidR="00FB03A1" w:rsidRDefault="00C858C4" w:rsidP="00562011">
      <w:pPr>
        <w:pStyle w:val="Text-1"/>
      </w:pPr>
      <w:r>
        <w:t>Run</w:t>
      </w:r>
      <w:r w:rsidR="00FB03A1">
        <w:rPr>
          <w:rFonts w:hint="eastAsia"/>
        </w:rPr>
        <w:t xml:space="preserve"> the </w:t>
      </w:r>
      <w:r w:rsidR="00FB03A1">
        <w:rPr>
          <w:rFonts w:hint="eastAsia"/>
          <w:b/>
        </w:rPr>
        <w:t xml:space="preserve">show version </w:t>
      </w:r>
      <w:r w:rsidR="00FB03A1">
        <w:rPr>
          <w:rFonts w:hint="eastAsia"/>
        </w:rPr>
        <w:t>command to display information about the software version.</w:t>
      </w:r>
    </w:p>
    <w:tbl>
      <w:tblPr>
        <w:tblW w:w="4650" w:type="pct"/>
        <w:tblInd w:w="629" w:type="dxa"/>
        <w:tblLook w:val="0000" w:firstRow="0" w:lastRow="0" w:firstColumn="0" w:lastColumn="0" w:noHBand="0" w:noVBand="0"/>
      </w:tblPr>
      <w:tblGrid>
        <w:gridCol w:w="1864"/>
        <w:gridCol w:w="7100"/>
      </w:tblGrid>
      <w:tr w:rsidR="00330E92" w14:paraId="15F924B9" w14:textId="77777777" w:rsidTr="00E66B3E">
        <w:tc>
          <w:tcPr>
            <w:tcW w:w="1889" w:type="dxa"/>
          </w:tcPr>
          <w:p w14:paraId="4D4CBF3D" w14:textId="77777777" w:rsidR="00330E92" w:rsidRDefault="00E66B3E" w:rsidP="00662A32">
            <w:pPr>
              <w:pStyle w:val="TableText0"/>
            </w:pPr>
            <w:r w:rsidRPr="00E66B3E">
              <w:t>AP180(JA) V1.xx</w:t>
            </w:r>
          </w:p>
        </w:tc>
        <w:tc>
          <w:tcPr>
            <w:tcW w:w="7276" w:type="dxa"/>
          </w:tcPr>
          <w:p w14:paraId="14516BCB" w14:textId="77777777" w:rsidR="00E66B3E" w:rsidRDefault="00E66B3E" w:rsidP="00E66B3E">
            <w:pPr>
              <w:pStyle w:val="TableTerminalDisplay"/>
            </w:pPr>
            <w:r>
              <w:t xml:space="preserve">System description    </w:t>
            </w:r>
            <w:proofErr w:type="gramStart"/>
            <w:r>
              <w:t xml:space="preserve">  :</w:t>
            </w:r>
            <w:proofErr w:type="gramEnd"/>
            <w:r>
              <w:t xml:space="preserve"> </w:t>
            </w:r>
            <w:proofErr w:type="spellStart"/>
            <w:r>
              <w:t>Ruijie</w:t>
            </w:r>
            <w:proofErr w:type="spellEnd"/>
            <w:r>
              <w:t xml:space="preserve"> Indoor AP180(JA) (802.11a/n/ac/ax and 802.11b/g/n/ax) By </w:t>
            </w:r>
            <w:proofErr w:type="spellStart"/>
            <w:r>
              <w:t>Ruijie</w:t>
            </w:r>
            <w:proofErr w:type="spellEnd"/>
            <w:r>
              <w:t xml:space="preserve"> Networks.</w:t>
            </w:r>
          </w:p>
          <w:p w14:paraId="12A0FC0D" w14:textId="77777777" w:rsidR="00E66B3E" w:rsidRDefault="00E66B3E" w:rsidP="00E66B3E">
            <w:pPr>
              <w:pStyle w:val="TableTerminalDisplay"/>
            </w:pPr>
            <w:r>
              <w:t xml:space="preserve">System start time     </w:t>
            </w:r>
            <w:proofErr w:type="gramStart"/>
            <w:r>
              <w:t xml:space="preserve">  :</w:t>
            </w:r>
            <w:proofErr w:type="gramEnd"/>
            <w:r>
              <w:t xml:space="preserve"> 1970-01-01 09:00:00</w:t>
            </w:r>
          </w:p>
          <w:p w14:paraId="44F24621" w14:textId="77777777" w:rsidR="00E66B3E" w:rsidRDefault="00E66B3E" w:rsidP="00E66B3E">
            <w:pPr>
              <w:pStyle w:val="TableTerminalDisplay"/>
            </w:pPr>
            <w:r>
              <w:t xml:space="preserve">System uptime         </w:t>
            </w:r>
            <w:proofErr w:type="gramStart"/>
            <w:r>
              <w:t xml:space="preserve">  :</w:t>
            </w:r>
            <w:proofErr w:type="gramEnd"/>
            <w:r>
              <w:t xml:space="preserve"> 0:00:01:33</w:t>
            </w:r>
          </w:p>
          <w:p w14:paraId="1D793DCD" w14:textId="77777777" w:rsidR="00E66B3E" w:rsidRDefault="00E66B3E" w:rsidP="00E66B3E">
            <w:pPr>
              <w:pStyle w:val="TableTerminalDisplay"/>
            </w:pPr>
            <w:r>
              <w:t xml:space="preserve">System hardware </w:t>
            </w:r>
            <w:proofErr w:type="gramStart"/>
            <w:r>
              <w:t>version :</w:t>
            </w:r>
            <w:proofErr w:type="gramEnd"/>
            <w:r>
              <w:t xml:space="preserve"> 1.00</w:t>
            </w:r>
          </w:p>
          <w:p w14:paraId="4F44A4D5" w14:textId="0D115074" w:rsidR="00E66B3E" w:rsidRDefault="00E66B3E" w:rsidP="00E66B3E">
            <w:pPr>
              <w:pStyle w:val="TableTerminalDisplay"/>
            </w:pPr>
            <w:r>
              <w:t>System softwa</w:t>
            </w:r>
            <w:r w:rsidR="0041200F">
              <w:t xml:space="preserve">re </w:t>
            </w:r>
            <w:proofErr w:type="gramStart"/>
            <w:r w:rsidR="0041200F">
              <w:t>version :</w:t>
            </w:r>
            <w:proofErr w:type="gramEnd"/>
            <w:r w:rsidR="0041200F">
              <w:t xml:space="preserve"> AP_RGOS 11.9(4)B1P</w:t>
            </w:r>
            <w:r w:rsidR="0041200F">
              <w:rPr>
                <w:rFonts w:hint="eastAsia"/>
              </w:rPr>
              <w:t>9</w:t>
            </w:r>
            <w:r>
              <w:t>, Release(09151815)</w:t>
            </w:r>
          </w:p>
          <w:p w14:paraId="17746489" w14:textId="77777777" w:rsidR="00E66B3E" w:rsidRDefault="00E66B3E" w:rsidP="00E66B3E">
            <w:pPr>
              <w:pStyle w:val="TableTerminalDisplay"/>
            </w:pPr>
            <w:r>
              <w:t xml:space="preserve">System patch number   </w:t>
            </w:r>
            <w:proofErr w:type="gramStart"/>
            <w:r>
              <w:t xml:space="preserve">  :</w:t>
            </w:r>
            <w:proofErr w:type="gramEnd"/>
            <w:r>
              <w:t xml:space="preserve"> NA</w:t>
            </w:r>
          </w:p>
          <w:p w14:paraId="6741977C" w14:textId="339A87EE" w:rsidR="00E66B3E" w:rsidRDefault="00706C75" w:rsidP="00E66B3E">
            <w:pPr>
              <w:pStyle w:val="TableTerminalDisplay"/>
            </w:pPr>
            <w:r w:rsidRPr="00706C75">
              <w:t xml:space="preserve">System software </w:t>
            </w:r>
            <w:proofErr w:type="gramStart"/>
            <w:r w:rsidRPr="00706C75">
              <w:t>number  :</w:t>
            </w:r>
            <w:proofErr w:type="gramEnd"/>
            <w:r w:rsidRPr="00706C75">
              <w:t xml:space="preserve"> </w:t>
            </w:r>
            <w:r w:rsidR="001B1D75" w:rsidRPr="001B1D75">
              <w:t>M11042011272025</w:t>
            </w:r>
          </w:p>
          <w:p w14:paraId="5A5D6755" w14:textId="77777777" w:rsidR="00E66B3E" w:rsidRDefault="00E66B3E" w:rsidP="00E66B3E">
            <w:pPr>
              <w:pStyle w:val="TableTerminalDisplay"/>
            </w:pPr>
            <w:r>
              <w:t xml:space="preserve">System serial number  </w:t>
            </w:r>
            <w:proofErr w:type="gramStart"/>
            <w:r>
              <w:t xml:space="preserve">  :</w:t>
            </w:r>
            <w:proofErr w:type="gramEnd"/>
            <w:r>
              <w:t xml:space="preserve"> G1QH24606623</w:t>
            </w:r>
            <w:r w:rsidR="00F725C1">
              <w:t>0</w:t>
            </w:r>
          </w:p>
          <w:p w14:paraId="4C520850" w14:textId="77777777" w:rsidR="00E66B3E" w:rsidRDefault="00E66B3E" w:rsidP="00E66B3E">
            <w:pPr>
              <w:pStyle w:val="TableTerminalDisplay"/>
            </w:pPr>
            <w:r>
              <w:t xml:space="preserve">System boot version   </w:t>
            </w:r>
            <w:proofErr w:type="gramStart"/>
            <w:r>
              <w:t xml:space="preserve">  :</w:t>
            </w:r>
            <w:proofErr w:type="gramEnd"/>
            <w:r>
              <w:t xml:space="preserve"> 2017.09.0abdc38(200722)</w:t>
            </w:r>
          </w:p>
          <w:p w14:paraId="0215B624" w14:textId="77777777" w:rsidR="00330E92" w:rsidRDefault="00E66B3E" w:rsidP="00E66B3E">
            <w:pPr>
              <w:pStyle w:val="TableTerminalDisplay"/>
            </w:pPr>
            <w:r>
              <w:t>System core version     : 2.6.32.fc250e3574e8c7</w:t>
            </w:r>
          </w:p>
        </w:tc>
      </w:tr>
    </w:tbl>
    <w:p w14:paraId="1202960B" w14:textId="77777777" w:rsidR="00330E92" w:rsidRDefault="00330E92" w:rsidP="00330E92">
      <w:pPr>
        <w:pStyle w:val="text"/>
        <w:spacing w:before="72" w:after="72"/>
        <w:ind w:left="630"/>
      </w:pPr>
    </w:p>
    <w:tbl>
      <w:tblPr>
        <w:tblW w:w="4650" w:type="pct"/>
        <w:tblInd w:w="629" w:type="dxa"/>
        <w:tblLook w:val="0000" w:firstRow="0" w:lastRow="0" w:firstColumn="0" w:lastColumn="0" w:noHBand="0" w:noVBand="0"/>
      </w:tblPr>
      <w:tblGrid>
        <w:gridCol w:w="1864"/>
        <w:gridCol w:w="7100"/>
      </w:tblGrid>
      <w:tr w:rsidR="00E66B3E" w14:paraId="5D90B87B" w14:textId="77777777" w:rsidTr="00E66B3E">
        <w:tc>
          <w:tcPr>
            <w:tcW w:w="1889" w:type="dxa"/>
          </w:tcPr>
          <w:p w14:paraId="0842DD65" w14:textId="77777777" w:rsidR="00E66B3E" w:rsidRDefault="00E66B3E" w:rsidP="00662A32">
            <w:pPr>
              <w:pStyle w:val="TableText0"/>
            </w:pPr>
            <w:r w:rsidRPr="00E66B3E">
              <w:t>AP180(JP) V1.xx</w:t>
            </w:r>
          </w:p>
        </w:tc>
        <w:tc>
          <w:tcPr>
            <w:tcW w:w="7276" w:type="dxa"/>
          </w:tcPr>
          <w:p w14:paraId="0834246A" w14:textId="77777777" w:rsidR="00E66B3E" w:rsidRDefault="00E66B3E" w:rsidP="00E66B3E">
            <w:pPr>
              <w:pStyle w:val="TableTerminalDisplay"/>
            </w:pPr>
            <w:r>
              <w:t xml:space="preserve">System description    </w:t>
            </w:r>
            <w:proofErr w:type="gramStart"/>
            <w:r>
              <w:t xml:space="preserve">  :</w:t>
            </w:r>
            <w:proofErr w:type="gramEnd"/>
            <w:r>
              <w:t xml:space="preserve"> </w:t>
            </w:r>
            <w:proofErr w:type="spellStart"/>
            <w:r>
              <w:t>Ruijie</w:t>
            </w:r>
            <w:proofErr w:type="spellEnd"/>
            <w:r>
              <w:t xml:space="preserve"> Indoor AP180(J</w:t>
            </w:r>
            <w:r>
              <w:rPr>
                <w:rFonts w:hint="eastAsia"/>
              </w:rPr>
              <w:t>P</w:t>
            </w:r>
            <w:r>
              <w:t xml:space="preserve">) (802.11a/n/ac/ax and 802.11b/g/n/ax) By </w:t>
            </w:r>
            <w:proofErr w:type="spellStart"/>
            <w:r>
              <w:t>Ruijie</w:t>
            </w:r>
            <w:proofErr w:type="spellEnd"/>
            <w:r>
              <w:t xml:space="preserve"> Networks.</w:t>
            </w:r>
          </w:p>
          <w:p w14:paraId="5365BD3D" w14:textId="77777777" w:rsidR="00E66B3E" w:rsidRDefault="00E66B3E" w:rsidP="00E66B3E">
            <w:pPr>
              <w:pStyle w:val="TableTerminalDisplay"/>
            </w:pPr>
            <w:r>
              <w:t xml:space="preserve">System start time     </w:t>
            </w:r>
            <w:proofErr w:type="gramStart"/>
            <w:r>
              <w:t xml:space="preserve">  :</w:t>
            </w:r>
            <w:proofErr w:type="gramEnd"/>
            <w:r>
              <w:t xml:space="preserve"> 1970-01-01 09:00:00</w:t>
            </w:r>
          </w:p>
          <w:p w14:paraId="0119B8FC" w14:textId="77777777" w:rsidR="00E66B3E" w:rsidRDefault="00E66B3E" w:rsidP="00E66B3E">
            <w:pPr>
              <w:pStyle w:val="TableTerminalDisplay"/>
            </w:pPr>
            <w:r>
              <w:t xml:space="preserve">System uptime         </w:t>
            </w:r>
            <w:proofErr w:type="gramStart"/>
            <w:r>
              <w:t xml:space="preserve">  :</w:t>
            </w:r>
            <w:proofErr w:type="gramEnd"/>
            <w:r>
              <w:t xml:space="preserve"> 0:00:01:33</w:t>
            </w:r>
          </w:p>
          <w:p w14:paraId="52DA5DA2" w14:textId="77777777" w:rsidR="00E66B3E" w:rsidRDefault="00E66B3E" w:rsidP="00E66B3E">
            <w:pPr>
              <w:pStyle w:val="TableTerminalDisplay"/>
            </w:pPr>
            <w:r>
              <w:t xml:space="preserve">System hardware </w:t>
            </w:r>
            <w:proofErr w:type="gramStart"/>
            <w:r>
              <w:t>version :</w:t>
            </w:r>
            <w:proofErr w:type="gramEnd"/>
            <w:r>
              <w:t xml:space="preserve"> 1.00</w:t>
            </w:r>
          </w:p>
          <w:p w14:paraId="1E46F1A3" w14:textId="31FF764F" w:rsidR="00E66B3E" w:rsidRDefault="00E66B3E" w:rsidP="00E66B3E">
            <w:pPr>
              <w:pStyle w:val="TableTerminalDisplay"/>
            </w:pPr>
            <w:r>
              <w:t>System softwa</w:t>
            </w:r>
            <w:r w:rsidR="001B1D75">
              <w:t xml:space="preserve">re </w:t>
            </w:r>
            <w:proofErr w:type="gramStart"/>
            <w:r w:rsidR="001B1D75">
              <w:t>version :</w:t>
            </w:r>
            <w:proofErr w:type="gramEnd"/>
            <w:r w:rsidR="001B1D75">
              <w:t xml:space="preserve"> AP_RGOS 11.9(4)B1P</w:t>
            </w:r>
            <w:r w:rsidR="001B1D75">
              <w:rPr>
                <w:rFonts w:hint="eastAsia"/>
              </w:rPr>
              <w:t>9</w:t>
            </w:r>
            <w:r>
              <w:t>, Release(09151815)</w:t>
            </w:r>
          </w:p>
          <w:p w14:paraId="22B0BABB" w14:textId="77777777" w:rsidR="00E66B3E" w:rsidRDefault="00E66B3E" w:rsidP="00E66B3E">
            <w:pPr>
              <w:pStyle w:val="TableTerminalDisplay"/>
            </w:pPr>
            <w:r>
              <w:t xml:space="preserve">System patch number   </w:t>
            </w:r>
            <w:proofErr w:type="gramStart"/>
            <w:r>
              <w:t xml:space="preserve">  :</w:t>
            </w:r>
            <w:proofErr w:type="gramEnd"/>
            <w:r>
              <w:t xml:space="preserve"> NA</w:t>
            </w:r>
          </w:p>
          <w:p w14:paraId="70F85A78" w14:textId="647AD815" w:rsidR="00E66B3E" w:rsidRDefault="00706C75" w:rsidP="00E66B3E">
            <w:pPr>
              <w:pStyle w:val="TableTerminalDisplay"/>
            </w:pPr>
            <w:r w:rsidRPr="00706C75">
              <w:t xml:space="preserve">System software </w:t>
            </w:r>
            <w:proofErr w:type="gramStart"/>
            <w:r w:rsidRPr="00706C75">
              <w:t>number  :</w:t>
            </w:r>
            <w:proofErr w:type="gramEnd"/>
            <w:r w:rsidRPr="00706C75">
              <w:t xml:space="preserve"> </w:t>
            </w:r>
            <w:r w:rsidR="001B1D75" w:rsidRPr="001B1D75">
              <w:t>M11042011272025</w:t>
            </w:r>
          </w:p>
          <w:p w14:paraId="02B392D3" w14:textId="77777777" w:rsidR="00E66B3E" w:rsidRDefault="00E66B3E" w:rsidP="00E66B3E">
            <w:pPr>
              <w:pStyle w:val="TableTerminalDisplay"/>
            </w:pPr>
            <w:r>
              <w:t xml:space="preserve">System serial number  </w:t>
            </w:r>
            <w:proofErr w:type="gramStart"/>
            <w:r>
              <w:t xml:space="preserve">  :</w:t>
            </w:r>
            <w:proofErr w:type="gramEnd"/>
            <w:r>
              <w:t xml:space="preserve"> G1QH24606623</w:t>
            </w:r>
            <w:r w:rsidR="00F725C1">
              <w:t>1</w:t>
            </w:r>
          </w:p>
          <w:p w14:paraId="3E146B6A" w14:textId="77777777" w:rsidR="00E66B3E" w:rsidRDefault="00E66B3E" w:rsidP="00E66B3E">
            <w:pPr>
              <w:pStyle w:val="TableTerminalDisplay"/>
            </w:pPr>
            <w:r>
              <w:lastRenderedPageBreak/>
              <w:t xml:space="preserve">System boot version   </w:t>
            </w:r>
            <w:proofErr w:type="gramStart"/>
            <w:r>
              <w:t xml:space="preserve">  :</w:t>
            </w:r>
            <w:proofErr w:type="gramEnd"/>
            <w:r>
              <w:t xml:space="preserve"> 2017.09.0abdc38(200722)</w:t>
            </w:r>
          </w:p>
          <w:p w14:paraId="30699548" w14:textId="77777777" w:rsidR="00E66B3E" w:rsidRDefault="00E66B3E" w:rsidP="00E66B3E">
            <w:pPr>
              <w:pStyle w:val="TableTerminalDisplay"/>
            </w:pPr>
            <w:r>
              <w:t>System core version     : 2.6.32.fc250e3574e8c7</w:t>
            </w:r>
          </w:p>
        </w:tc>
      </w:tr>
    </w:tbl>
    <w:p w14:paraId="140231E9" w14:textId="77777777" w:rsidR="00E66B3E" w:rsidRDefault="00E66B3E" w:rsidP="00330E92">
      <w:pPr>
        <w:pStyle w:val="text"/>
        <w:spacing w:before="72" w:after="72"/>
        <w:ind w:left="630"/>
      </w:pPr>
    </w:p>
    <w:tbl>
      <w:tblPr>
        <w:tblW w:w="4650" w:type="pct"/>
        <w:tblInd w:w="629" w:type="dxa"/>
        <w:tblLook w:val="0000" w:firstRow="0" w:lastRow="0" w:firstColumn="0" w:lastColumn="0" w:noHBand="0" w:noVBand="0"/>
      </w:tblPr>
      <w:tblGrid>
        <w:gridCol w:w="1855"/>
        <w:gridCol w:w="7109"/>
      </w:tblGrid>
      <w:tr w:rsidR="00E66B3E" w14:paraId="4F0EC20E" w14:textId="77777777" w:rsidTr="00662A32">
        <w:tc>
          <w:tcPr>
            <w:tcW w:w="1889" w:type="dxa"/>
          </w:tcPr>
          <w:p w14:paraId="33416859" w14:textId="77777777" w:rsidR="00E66B3E" w:rsidRDefault="00E66B3E" w:rsidP="00662A32">
            <w:pPr>
              <w:pStyle w:val="TableText0"/>
            </w:pPr>
            <w:r>
              <w:t>AP180-AC V1.xx</w:t>
            </w:r>
          </w:p>
        </w:tc>
        <w:tc>
          <w:tcPr>
            <w:tcW w:w="7276" w:type="dxa"/>
          </w:tcPr>
          <w:p w14:paraId="6F4CFAB7" w14:textId="77777777" w:rsidR="00E66B3E" w:rsidRDefault="00E66B3E" w:rsidP="00662A32">
            <w:pPr>
              <w:pStyle w:val="TableTerminalDisplay"/>
            </w:pPr>
            <w:r>
              <w:t xml:space="preserve">System description    </w:t>
            </w:r>
            <w:proofErr w:type="gramStart"/>
            <w:r>
              <w:t xml:space="preserve">  :</w:t>
            </w:r>
            <w:proofErr w:type="gramEnd"/>
            <w:r>
              <w:t xml:space="preserve"> </w:t>
            </w:r>
            <w:proofErr w:type="spellStart"/>
            <w:r>
              <w:t>Ruijie</w:t>
            </w:r>
            <w:proofErr w:type="spellEnd"/>
            <w:r>
              <w:t xml:space="preserve"> Indoor AP180-AC (802.11a/n/ac/ax and 802.11b/g/n/ax) By </w:t>
            </w:r>
            <w:proofErr w:type="spellStart"/>
            <w:r>
              <w:t>Ruijie</w:t>
            </w:r>
            <w:proofErr w:type="spellEnd"/>
            <w:r>
              <w:t xml:space="preserve"> Networks.</w:t>
            </w:r>
          </w:p>
          <w:p w14:paraId="773B3D42" w14:textId="77777777" w:rsidR="00E66B3E" w:rsidRDefault="00E66B3E" w:rsidP="00662A32">
            <w:pPr>
              <w:pStyle w:val="TableTerminalDisplay"/>
            </w:pPr>
            <w:r>
              <w:t xml:space="preserve">System start time     </w:t>
            </w:r>
            <w:proofErr w:type="gramStart"/>
            <w:r>
              <w:t xml:space="preserve">  :</w:t>
            </w:r>
            <w:proofErr w:type="gramEnd"/>
            <w:r>
              <w:t xml:space="preserve"> 1970-01-01 09:00:00</w:t>
            </w:r>
          </w:p>
          <w:p w14:paraId="36A9F3B4" w14:textId="77777777" w:rsidR="00E66B3E" w:rsidRDefault="00E66B3E" w:rsidP="00662A32">
            <w:pPr>
              <w:pStyle w:val="TableTerminalDisplay"/>
            </w:pPr>
            <w:r>
              <w:t xml:space="preserve">System uptime         </w:t>
            </w:r>
            <w:proofErr w:type="gramStart"/>
            <w:r>
              <w:t xml:space="preserve">  :</w:t>
            </w:r>
            <w:proofErr w:type="gramEnd"/>
            <w:r>
              <w:t xml:space="preserve"> 0:00:01:33</w:t>
            </w:r>
          </w:p>
          <w:p w14:paraId="30F71B6E" w14:textId="77777777" w:rsidR="00E66B3E" w:rsidRDefault="00E66B3E" w:rsidP="00662A32">
            <w:pPr>
              <w:pStyle w:val="TableTerminalDisplay"/>
            </w:pPr>
            <w:r>
              <w:t xml:space="preserve">System hardware </w:t>
            </w:r>
            <w:proofErr w:type="gramStart"/>
            <w:r>
              <w:t>version :</w:t>
            </w:r>
            <w:proofErr w:type="gramEnd"/>
            <w:r>
              <w:t xml:space="preserve"> 1.00</w:t>
            </w:r>
          </w:p>
          <w:p w14:paraId="12E4190A" w14:textId="55781E02" w:rsidR="00E66B3E" w:rsidRDefault="00E66B3E" w:rsidP="00662A32">
            <w:pPr>
              <w:pStyle w:val="TableTerminalDisplay"/>
            </w:pPr>
            <w:r>
              <w:t>System softwa</w:t>
            </w:r>
            <w:r w:rsidR="006B2375">
              <w:t xml:space="preserve">re </w:t>
            </w:r>
            <w:proofErr w:type="gramStart"/>
            <w:r w:rsidR="006B2375">
              <w:t>version :</w:t>
            </w:r>
            <w:proofErr w:type="gramEnd"/>
            <w:r w:rsidR="006B2375">
              <w:t xml:space="preserve"> AP_RGOS 11.9(4)B1P</w:t>
            </w:r>
            <w:r w:rsidR="006B2375">
              <w:rPr>
                <w:rFonts w:hint="eastAsia"/>
              </w:rPr>
              <w:t>9</w:t>
            </w:r>
            <w:r>
              <w:t>, Release(09151815)</w:t>
            </w:r>
          </w:p>
          <w:p w14:paraId="53A15273" w14:textId="77777777" w:rsidR="00E66B3E" w:rsidRDefault="00E66B3E" w:rsidP="00662A32">
            <w:pPr>
              <w:pStyle w:val="TableTerminalDisplay"/>
            </w:pPr>
            <w:r>
              <w:t xml:space="preserve">System patch number   </w:t>
            </w:r>
            <w:proofErr w:type="gramStart"/>
            <w:r>
              <w:t xml:space="preserve">  :</w:t>
            </w:r>
            <w:proofErr w:type="gramEnd"/>
            <w:r>
              <w:t xml:space="preserve"> NA</w:t>
            </w:r>
          </w:p>
          <w:p w14:paraId="6EE4D9FF" w14:textId="25FE20A1" w:rsidR="00E66B3E" w:rsidRPr="001B1D75" w:rsidRDefault="00706C75" w:rsidP="00662A32">
            <w:pPr>
              <w:pStyle w:val="TableTerminalDisplay"/>
            </w:pPr>
            <w:r w:rsidRPr="00706C75">
              <w:t xml:space="preserve">System software </w:t>
            </w:r>
            <w:proofErr w:type="gramStart"/>
            <w:r w:rsidRPr="00706C75">
              <w:t>number  :</w:t>
            </w:r>
            <w:proofErr w:type="gramEnd"/>
            <w:r w:rsidRPr="00706C75">
              <w:t xml:space="preserve"> </w:t>
            </w:r>
            <w:r w:rsidR="001B1D75" w:rsidRPr="001B1D75">
              <w:t>M11042011272025</w:t>
            </w:r>
          </w:p>
          <w:p w14:paraId="5C8BEBC5" w14:textId="77777777" w:rsidR="00E66B3E" w:rsidRDefault="00E66B3E" w:rsidP="00662A32">
            <w:pPr>
              <w:pStyle w:val="TableTerminalDisplay"/>
            </w:pPr>
            <w:r>
              <w:t xml:space="preserve">System serial number  </w:t>
            </w:r>
            <w:proofErr w:type="gramStart"/>
            <w:r>
              <w:t xml:space="preserve">  :</w:t>
            </w:r>
            <w:proofErr w:type="gramEnd"/>
            <w:r>
              <w:t xml:space="preserve"> G1QH24606623</w:t>
            </w:r>
            <w:r w:rsidR="00F725C1">
              <w:t>2</w:t>
            </w:r>
          </w:p>
          <w:p w14:paraId="7EE0C033" w14:textId="77777777" w:rsidR="00E66B3E" w:rsidRDefault="00E66B3E" w:rsidP="00662A32">
            <w:pPr>
              <w:pStyle w:val="TableTerminalDisplay"/>
            </w:pPr>
            <w:r>
              <w:t xml:space="preserve">System boot version   </w:t>
            </w:r>
            <w:proofErr w:type="gramStart"/>
            <w:r>
              <w:t xml:space="preserve">  :</w:t>
            </w:r>
            <w:proofErr w:type="gramEnd"/>
            <w:r>
              <w:t xml:space="preserve"> 2017.09.0abdc38(200722)</w:t>
            </w:r>
          </w:p>
          <w:p w14:paraId="0F3A6A5A" w14:textId="77777777" w:rsidR="00E66B3E" w:rsidRDefault="00E66B3E" w:rsidP="00662A32">
            <w:pPr>
              <w:pStyle w:val="TableTerminalDisplay"/>
            </w:pPr>
            <w:r>
              <w:t>System core version     : 2.6.32.fc250e3574e8c7</w:t>
            </w:r>
          </w:p>
        </w:tc>
      </w:tr>
    </w:tbl>
    <w:p w14:paraId="0437783E" w14:textId="77777777" w:rsidR="00E66B3E" w:rsidRDefault="00E66B3E" w:rsidP="00330E92">
      <w:pPr>
        <w:pStyle w:val="text"/>
        <w:spacing w:before="72" w:after="72"/>
        <w:ind w:left="630"/>
      </w:pPr>
    </w:p>
    <w:tbl>
      <w:tblPr>
        <w:tblW w:w="4650" w:type="pct"/>
        <w:tblInd w:w="629" w:type="dxa"/>
        <w:tblLook w:val="0000" w:firstRow="0" w:lastRow="0" w:firstColumn="0" w:lastColumn="0" w:noHBand="0" w:noVBand="0"/>
      </w:tblPr>
      <w:tblGrid>
        <w:gridCol w:w="1855"/>
        <w:gridCol w:w="7109"/>
      </w:tblGrid>
      <w:tr w:rsidR="00E66B3E" w14:paraId="190F51A5" w14:textId="77777777" w:rsidTr="00662A32">
        <w:tc>
          <w:tcPr>
            <w:tcW w:w="1889" w:type="dxa"/>
          </w:tcPr>
          <w:p w14:paraId="5F0C9E3D" w14:textId="77777777" w:rsidR="00E66B3E" w:rsidRDefault="00E66B3E" w:rsidP="00662A32">
            <w:pPr>
              <w:pStyle w:val="TableText0"/>
            </w:pPr>
            <w:r>
              <w:t>AP180-PE V1.xx</w:t>
            </w:r>
          </w:p>
        </w:tc>
        <w:tc>
          <w:tcPr>
            <w:tcW w:w="7276" w:type="dxa"/>
          </w:tcPr>
          <w:p w14:paraId="021F8173" w14:textId="77777777" w:rsidR="00E66B3E" w:rsidRDefault="00E66B3E" w:rsidP="00662A32">
            <w:pPr>
              <w:pStyle w:val="TableTerminalDisplay"/>
            </w:pPr>
            <w:r>
              <w:t xml:space="preserve">System description    </w:t>
            </w:r>
            <w:proofErr w:type="gramStart"/>
            <w:r>
              <w:t xml:space="preserve">  :</w:t>
            </w:r>
            <w:proofErr w:type="gramEnd"/>
            <w:r>
              <w:t xml:space="preserve"> </w:t>
            </w:r>
            <w:proofErr w:type="spellStart"/>
            <w:r>
              <w:t>Ruijie</w:t>
            </w:r>
            <w:proofErr w:type="spellEnd"/>
            <w:r>
              <w:t xml:space="preserve"> Indoor AP180-</w:t>
            </w:r>
            <w:r>
              <w:rPr>
                <w:rFonts w:hint="eastAsia"/>
              </w:rPr>
              <w:t>PE</w:t>
            </w:r>
            <w:r>
              <w:t xml:space="preserve"> (802.11a/n/ac/ax and 802.11b/g/n/ax) By </w:t>
            </w:r>
            <w:proofErr w:type="spellStart"/>
            <w:r>
              <w:t>Ruijie</w:t>
            </w:r>
            <w:proofErr w:type="spellEnd"/>
            <w:r>
              <w:t xml:space="preserve"> Networks.</w:t>
            </w:r>
          </w:p>
          <w:p w14:paraId="0DB5D2DA" w14:textId="77777777" w:rsidR="00E66B3E" w:rsidRDefault="00E66B3E" w:rsidP="00662A32">
            <w:pPr>
              <w:pStyle w:val="TableTerminalDisplay"/>
            </w:pPr>
            <w:r>
              <w:t xml:space="preserve">System start time     </w:t>
            </w:r>
            <w:proofErr w:type="gramStart"/>
            <w:r>
              <w:t xml:space="preserve">  :</w:t>
            </w:r>
            <w:proofErr w:type="gramEnd"/>
            <w:r>
              <w:t xml:space="preserve"> 1970-01-01 09:00:00</w:t>
            </w:r>
          </w:p>
          <w:p w14:paraId="13669FE9" w14:textId="77777777" w:rsidR="00E66B3E" w:rsidRDefault="00E66B3E" w:rsidP="00662A32">
            <w:pPr>
              <w:pStyle w:val="TableTerminalDisplay"/>
            </w:pPr>
            <w:r>
              <w:t xml:space="preserve">System uptime         </w:t>
            </w:r>
            <w:proofErr w:type="gramStart"/>
            <w:r>
              <w:t xml:space="preserve">  :</w:t>
            </w:r>
            <w:proofErr w:type="gramEnd"/>
            <w:r>
              <w:t xml:space="preserve"> 0:00:01:33</w:t>
            </w:r>
          </w:p>
          <w:p w14:paraId="6311664A" w14:textId="77777777" w:rsidR="00E66B3E" w:rsidRDefault="00E66B3E" w:rsidP="00662A32">
            <w:pPr>
              <w:pStyle w:val="TableTerminalDisplay"/>
            </w:pPr>
            <w:r>
              <w:t xml:space="preserve">System hardware </w:t>
            </w:r>
            <w:proofErr w:type="gramStart"/>
            <w:r>
              <w:t>version :</w:t>
            </w:r>
            <w:proofErr w:type="gramEnd"/>
            <w:r>
              <w:t xml:space="preserve"> 1.00</w:t>
            </w:r>
          </w:p>
          <w:p w14:paraId="2D8E0B03" w14:textId="4DEBB2B2" w:rsidR="00E66B3E" w:rsidRDefault="00E66B3E" w:rsidP="00662A32">
            <w:pPr>
              <w:pStyle w:val="TableTerminalDisplay"/>
            </w:pPr>
            <w:r>
              <w:t>System softwa</w:t>
            </w:r>
            <w:r w:rsidR="00314E7C">
              <w:t xml:space="preserve">re </w:t>
            </w:r>
            <w:proofErr w:type="gramStart"/>
            <w:r w:rsidR="00314E7C">
              <w:t>version :</w:t>
            </w:r>
            <w:proofErr w:type="gramEnd"/>
            <w:r w:rsidR="00314E7C">
              <w:t xml:space="preserve"> AP_RGOS 11.9(4)B1P</w:t>
            </w:r>
            <w:r w:rsidR="00314E7C">
              <w:rPr>
                <w:rFonts w:hint="eastAsia"/>
              </w:rPr>
              <w:t>9</w:t>
            </w:r>
            <w:r>
              <w:t>, Release(09151815)</w:t>
            </w:r>
          </w:p>
          <w:p w14:paraId="3D493BAB" w14:textId="77777777" w:rsidR="00E66B3E" w:rsidRDefault="00E66B3E" w:rsidP="00662A32">
            <w:pPr>
              <w:pStyle w:val="TableTerminalDisplay"/>
            </w:pPr>
            <w:r>
              <w:t xml:space="preserve">System patch number   </w:t>
            </w:r>
            <w:proofErr w:type="gramStart"/>
            <w:r>
              <w:t xml:space="preserve">  :</w:t>
            </w:r>
            <w:proofErr w:type="gramEnd"/>
            <w:r>
              <w:t xml:space="preserve"> NA</w:t>
            </w:r>
          </w:p>
          <w:p w14:paraId="3D82F732" w14:textId="7AD6AA89" w:rsidR="00E66B3E" w:rsidRPr="001B1D75" w:rsidRDefault="00706C75" w:rsidP="00662A32">
            <w:pPr>
              <w:pStyle w:val="TableTerminalDisplay"/>
            </w:pPr>
            <w:r w:rsidRPr="00706C75">
              <w:t xml:space="preserve">System software </w:t>
            </w:r>
            <w:proofErr w:type="gramStart"/>
            <w:r w:rsidRPr="00706C75">
              <w:t>number  :</w:t>
            </w:r>
            <w:proofErr w:type="gramEnd"/>
            <w:r w:rsidRPr="00706C75">
              <w:t xml:space="preserve"> </w:t>
            </w:r>
            <w:r w:rsidR="001B1D75" w:rsidRPr="001B1D75">
              <w:t>M11042011272025</w:t>
            </w:r>
          </w:p>
          <w:p w14:paraId="64521E77" w14:textId="77777777" w:rsidR="00E66B3E" w:rsidRDefault="00E66B3E" w:rsidP="00662A32">
            <w:pPr>
              <w:pStyle w:val="TableTerminalDisplay"/>
            </w:pPr>
            <w:r>
              <w:t xml:space="preserve">System serial number  </w:t>
            </w:r>
            <w:proofErr w:type="gramStart"/>
            <w:r>
              <w:t xml:space="preserve">  :</w:t>
            </w:r>
            <w:proofErr w:type="gramEnd"/>
            <w:r>
              <w:t xml:space="preserve"> G1QH24606623</w:t>
            </w:r>
            <w:r w:rsidR="00F725C1">
              <w:t>3</w:t>
            </w:r>
          </w:p>
          <w:p w14:paraId="3D67AB40" w14:textId="77777777" w:rsidR="00E66B3E" w:rsidRDefault="00E66B3E" w:rsidP="00662A32">
            <w:pPr>
              <w:pStyle w:val="TableTerminalDisplay"/>
            </w:pPr>
            <w:r>
              <w:t xml:space="preserve">System boot version   </w:t>
            </w:r>
            <w:proofErr w:type="gramStart"/>
            <w:r>
              <w:t xml:space="preserve">  :</w:t>
            </w:r>
            <w:proofErr w:type="gramEnd"/>
            <w:r>
              <w:t xml:space="preserve"> 2017.09.0abdc38(200722)</w:t>
            </w:r>
          </w:p>
          <w:p w14:paraId="4D217EEE" w14:textId="77777777" w:rsidR="00E66B3E" w:rsidRDefault="00E66B3E" w:rsidP="00662A32">
            <w:pPr>
              <w:pStyle w:val="TableTerminalDisplay"/>
            </w:pPr>
            <w:r>
              <w:t>System core version     : 2.6.32.fc250e3574e8c7</w:t>
            </w:r>
          </w:p>
        </w:tc>
      </w:tr>
    </w:tbl>
    <w:p w14:paraId="7BBBF0F8" w14:textId="77777777" w:rsidR="00E66B3E" w:rsidRDefault="00E66B3E" w:rsidP="00330E92">
      <w:pPr>
        <w:pStyle w:val="text"/>
        <w:spacing w:before="72" w:after="72"/>
        <w:ind w:left="630"/>
      </w:pPr>
    </w:p>
    <w:tbl>
      <w:tblPr>
        <w:tblW w:w="4650" w:type="pct"/>
        <w:tblInd w:w="629" w:type="dxa"/>
        <w:tblLook w:val="0000" w:firstRow="0" w:lastRow="0" w:firstColumn="0" w:lastColumn="0" w:noHBand="0" w:noVBand="0"/>
      </w:tblPr>
      <w:tblGrid>
        <w:gridCol w:w="1864"/>
        <w:gridCol w:w="7100"/>
      </w:tblGrid>
      <w:tr w:rsidR="00E66B3E" w14:paraId="60029466" w14:textId="77777777" w:rsidTr="00662A32">
        <w:tc>
          <w:tcPr>
            <w:tcW w:w="1889" w:type="dxa"/>
          </w:tcPr>
          <w:p w14:paraId="7418459D" w14:textId="77777777" w:rsidR="00E66B3E" w:rsidRDefault="00E66B3E" w:rsidP="00662A32">
            <w:pPr>
              <w:pStyle w:val="TableText0"/>
            </w:pPr>
            <w:r>
              <w:t>AP180(JA) V2.xx</w:t>
            </w:r>
          </w:p>
        </w:tc>
        <w:tc>
          <w:tcPr>
            <w:tcW w:w="7276" w:type="dxa"/>
          </w:tcPr>
          <w:p w14:paraId="62338B0C" w14:textId="77777777" w:rsidR="00E66B3E" w:rsidRDefault="00E66B3E" w:rsidP="00662A32">
            <w:pPr>
              <w:pStyle w:val="TableTerminalDisplay"/>
            </w:pPr>
            <w:r>
              <w:t xml:space="preserve">System description    </w:t>
            </w:r>
            <w:proofErr w:type="gramStart"/>
            <w:r>
              <w:t xml:space="preserve">  :</w:t>
            </w:r>
            <w:proofErr w:type="gramEnd"/>
            <w:r>
              <w:t xml:space="preserve"> </w:t>
            </w:r>
            <w:proofErr w:type="spellStart"/>
            <w:r>
              <w:t>Ruijie</w:t>
            </w:r>
            <w:proofErr w:type="spellEnd"/>
            <w:r>
              <w:t xml:space="preserve"> Indoor AP180(JA) (802.11a/n/ac/ax and 802.11b/g/n/ax) By </w:t>
            </w:r>
            <w:proofErr w:type="spellStart"/>
            <w:r>
              <w:t>Ruijie</w:t>
            </w:r>
            <w:proofErr w:type="spellEnd"/>
            <w:r>
              <w:t xml:space="preserve"> Networks.</w:t>
            </w:r>
          </w:p>
          <w:p w14:paraId="6E6A44AA" w14:textId="77777777" w:rsidR="00E66B3E" w:rsidRDefault="00E66B3E" w:rsidP="00662A32">
            <w:pPr>
              <w:pStyle w:val="TableTerminalDisplay"/>
            </w:pPr>
            <w:r>
              <w:t xml:space="preserve">System start time     </w:t>
            </w:r>
            <w:proofErr w:type="gramStart"/>
            <w:r>
              <w:t xml:space="preserve">  :</w:t>
            </w:r>
            <w:proofErr w:type="gramEnd"/>
            <w:r>
              <w:t xml:space="preserve"> 1970-01-01 09:00:00</w:t>
            </w:r>
          </w:p>
          <w:p w14:paraId="7DD930E1" w14:textId="77777777" w:rsidR="00E66B3E" w:rsidRDefault="00E66B3E" w:rsidP="00662A32">
            <w:pPr>
              <w:pStyle w:val="TableTerminalDisplay"/>
            </w:pPr>
            <w:r>
              <w:t xml:space="preserve">System uptime         </w:t>
            </w:r>
            <w:proofErr w:type="gramStart"/>
            <w:r>
              <w:t xml:space="preserve">  :</w:t>
            </w:r>
            <w:proofErr w:type="gramEnd"/>
            <w:r>
              <w:t xml:space="preserve"> 0:00:01:33</w:t>
            </w:r>
          </w:p>
          <w:p w14:paraId="10352326" w14:textId="77777777" w:rsidR="00E66B3E" w:rsidRDefault="00E66B3E" w:rsidP="00662A32">
            <w:pPr>
              <w:pStyle w:val="TableTerminalDisplay"/>
            </w:pPr>
            <w:r>
              <w:t xml:space="preserve">System hardware </w:t>
            </w:r>
            <w:proofErr w:type="gramStart"/>
            <w:r>
              <w:t>version :</w:t>
            </w:r>
            <w:proofErr w:type="gramEnd"/>
            <w:r>
              <w:t xml:space="preserve"> 2.00</w:t>
            </w:r>
          </w:p>
          <w:p w14:paraId="61922293" w14:textId="261B0CCF" w:rsidR="00E66B3E" w:rsidRDefault="00E66B3E" w:rsidP="00662A32">
            <w:pPr>
              <w:pStyle w:val="TableTerminalDisplay"/>
            </w:pPr>
            <w:r>
              <w:t>System softwa</w:t>
            </w:r>
            <w:r w:rsidR="00725106">
              <w:t xml:space="preserve">re </w:t>
            </w:r>
            <w:proofErr w:type="gramStart"/>
            <w:r w:rsidR="00725106">
              <w:t>version :</w:t>
            </w:r>
            <w:proofErr w:type="gramEnd"/>
            <w:r w:rsidR="00725106">
              <w:t xml:space="preserve"> AP_RGOS 11.9(4)B1P</w:t>
            </w:r>
            <w:r w:rsidR="00725106">
              <w:rPr>
                <w:rFonts w:hint="eastAsia"/>
              </w:rPr>
              <w:t>9</w:t>
            </w:r>
            <w:r>
              <w:t>, Release(09151815)</w:t>
            </w:r>
          </w:p>
          <w:p w14:paraId="3E453CF7" w14:textId="77777777" w:rsidR="00E66B3E" w:rsidRDefault="00E66B3E" w:rsidP="00662A32">
            <w:pPr>
              <w:pStyle w:val="TableTerminalDisplay"/>
            </w:pPr>
            <w:r>
              <w:t xml:space="preserve">System patch number   </w:t>
            </w:r>
            <w:proofErr w:type="gramStart"/>
            <w:r>
              <w:t xml:space="preserve">  :</w:t>
            </w:r>
            <w:proofErr w:type="gramEnd"/>
            <w:r>
              <w:t xml:space="preserve"> NA</w:t>
            </w:r>
          </w:p>
          <w:p w14:paraId="0140A83A" w14:textId="665351B5" w:rsidR="00E66B3E" w:rsidRPr="000C506F" w:rsidRDefault="00706C75" w:rsidP="00662A32">
            <w:pPr>
              <w:pStyle w:val="TableTerminalDisplay"/>
            </w:pPr>
            <w:r w:rsidRPr="00706C75">
              <w:t xml:space="preserve">System software </w:t>
            </w:r>
            <w:proofErr w:type="gramStart"/>
            <w:r w:rsidRPr="00706C75">
              <w:t>number  :</w:t>
            </w:r>
            <w:proofErr w:type="gramEnd"/>
            <w:r w:rsidRPr="00706C75">
              <w:t xml:space="preserve"> </w:t>
            </w:r>
            <w:r w:rsidR="000C506F" w:rsidRPr="000C506F">
              <w:t>M11042011272025</w:t>
            </w:r>
          </w:p>
          <w:p w14:paraId="28825A0A" w14:textId="77777777" w:rsidR="00E66B3E" w:rsidRDefault="00E66B3E" w:rsidP="00662A32">
            <w:pPr>
              <w:pStyle w:val="TableTerminalDisplay"/>
            </w:pPr>
            <w:r>
              <w:t xml:space="preserve">System serial number  </w:t>
            </w:r>
            <w:proofErr w:type="gramStart"/>
            <w:r>
              <w:t xml:space="preserve">  :</w:t>
            </w:r>
            <w:proofErr w:type="gramEnd"/>
            <w:r>
              <w:t xml:space="preserve"> G1QH24606623</w:t>
            </w:r>
            <w:r w:rsidR="00F725C1">
              <w:t>4</w:t>
            </w:r>
          </w:p>
          <w:p w14:paraId="2BC5087A" w14:textId="245EF7E7" w:rsidR="00E66B3E" w:rsidRDefault="00706C75" w:rsidP="00662A32">
            <w:pPr>
              <w:pStyle w:val="TableTerminalDisplay"/>
            </w:pPr>
            <w:r w:rsidRPr="00706C75">
              <w:t xml:space="preserve">System boot version   </w:t>
            </w:r>
            <w:proofErr w:type="gramStart"/>
            <w:r w:rsidRPr="00706C75">
              <w:t xml:space="preserve">  :</w:t>
            </w:r>
            <w:proofErr w:type="gramEnd"/>
            <w:r w:rsidRPr="00706C75">
              <w:t xml:space="preserve"> 2017.09.00331a5(211130)</w:t>
            </w:r>
          </w:p>
          <w:p w14:paraId="40E3034E" w14:textId="77777777" w:rsidR="00E66B3E" w:rsidRDefault="00E66B3E" w:rsidP="00662A32">
            <w:pPr>
              <w:pStyle w:val="TableTerminalDisplay"/>
            </w:pPr>
            <w:r>
              <w:t>System core version     : 2.6.32.fc250e3574e8c7</w:t>
            </w:r>
          </w:p>
        </w:tc>
      </w:tr>
    </w:tbl>
    <w:p w14:paraId="5E03F31B" w14:textId="77777777" w:rsidR="00E66B3E" w:rsidRDefault="00E66B3E" w:rsidP="00330E92">
      <w:pPr>
        <w:pStyle w:val="text"/>
        <w:spacing w:before="72" w:after="72"/>
        <w:ind w:left="630"/>
      </w:pPr>
    </w:p>
    <w:tbl>
      <w:tblPr>
        <w:tblW w:w="4650" w:type="pct"/>
        <w:tblInd w:w="629" w:type="dxa"/>
        <w:tblLook w:val="0000" w:firstRow="0" w:lastRow="0" w:firstColumn="0" w:lastColumn="0" w:noHBand="0" w:noVBand="0"/>
      </w:tblPr>
      <w:tblGrid>
        <w:gridCol w:w="1855"/>
        <w:gridCol w:w="7109"/>
      </w:tblGrid>
      <w:tr w:rsidR="00E66B3E" w14:paraId="504E8C85" w14:textId="77777777" w:rsidTr="00662A32">
        <w:tc>
          <w:tcPr>
            <w:tcW w:w="1889" w:type="dxa"/>
          </w:tcPr>
          <w:p w14:paraId="58923BC8" w14:textId="77777777" w:rsidR="00E66B3E" w:rsidRDefault="00E66B3E" w:rsidP="00E66B3E">
            <w:pPr>
              <w:pStyle w:val="TableText0"/>
            </w:pPr>
            <w:r>
              <w:t>AP180-AC V2.xx</w:t>
            </w:r>
          </w:p>
        </w:tc>
        <w:tc>
          <w:tcPr>
            <w:tcW w:w="7276" w:type="dxa"/>
          </w:tcPr>
          <w:p w14:paraId="7D0C53D9" w14:textId="77777777" w:rsidR="00E66B3E" w:rsidRDefault="00E66B3E" w:rsidP="00662A32">
            <w:pPr>
              <w:pStyle w:val="TableTerminalDisplay"/>
            </w:pPr>
            <w:r>
              <w:t xml:space="preserve">System description    </w:t>
            </w:r>
            <w:proofErr w:type="gramStart"/>
            <w:r>
              <w:t xml:space="preserve">  :</w:t>
            </w:r>
            <w:proofErr w:type="gramEnd"/>
            <w:r>
              <w:t xml:space="preserve"> </w:t>
            </w:r>
            <w:proofErr w:type="spellStart"/>
            <w:r>
              <w:t>Ruijie</w:t>
            </w:r>
            <w:proofErr w:type="spellEnd"/>
            <w:r>
              <w:t xml:space="preserve"> Indoor AP180-AC (802.11a/n/ac/ax and 802.11b/g/n/ax) By </w:t>
            </w:r>
            <w:proofErr w:type="spellStart"/>
            <w:r>
              <w:t>Ruijie</w:t>
            </w:r>
            <w:proofErr w:type="spellEnd"/>
            <w:r>
              <w:t xml:space="preserve"> Networks.</w:t>
            </w:r>
          </w:p>
          <w:p w14:paraId="5CF9B71F" w14:textId="77777777" w:rsidR="00E66B3E" w:rsidRDefault="00E66B3E" w:rsidP="00662A32">
            <w:pPr>
              <w:pStyle w:val="TableTerminalDisplay"/>
            </w:pPr>
            <w:r>
              <w:t xml:space="preserve">System start time     </w:t>
            </w:r>
            <w:proofErr w:type="gramStart"/>
            <w:r>
              <w:t xml:space="preserve">  :</w:t>
            </w:r>
            <w:proofErr w:type="gramEnd"/>
            <w:r>
              <w:t xml:space="preserve"> 1970-01-01 09:00:00</w:t>
            </w:r>
          </w:p>
          <w:p w14:paraId="72F313E0" w14:textId="77777777" w:rsidR="00E66B3E" w:rsidRDefault="00E66B3E" w:rsidP="00662A32">
            <w:pPr>
              <w:pStyle w:val="TableTerminalDisplay"/>
            </w:pPr>
            <w:r>
              <w:lastRenderedPageBreak/>
              <w:t xml:space="preserve">System uptime         </w:t>
            </w:r>
            <w:proofErr w:type="gramStart"/>
            <w:r>
              <w:t xml:space="preserve">  :</w:t>
            </w:r>
            <w:proofErr w:type="gramEnd"/>
            <w:r>
              <w:t xml:space="preserve"> 0:00:01:33</w:t>
            </w:r>
          </w:p>
          <w:p w14:paraId="724E5CA0" w14:textId="77777777" w:rsidR="00E66B3E" w:rsidRDefault="00E66B3E" w:rsidP="00662A32">
            <w:pPr>
              <w:pStyle w:val="TableTerminalDisplay"/>
            </w:pPr>
            <w:r>
              <w:t xml:space="preserve">System hardware </w:t>
            </w:r>
            <w:proofErr w:type="gramStart"/>
            <w:r>
              <w:t>version :</w:t>
            </w:r>
            <w:proofErr w:type="gramEnd"/>
            <w:r>
              <w:t xml:space="preserve"> 2.00</w:t>
            </w:r>
          </w:p>
          <w:p w14:paraId="434467D3" w14:textId="0C8DB710" w:rsidR="00E66B3E" w:rsidRDefault="00E66B3E" w:rsidP="00662A32">
            <w:pPr>
              <w:pStyle w:val="TableTerminalDisplay"/>
            </w:pPr>
            <w:r>
              <w:t>System softwa</w:t>
            </w:r>
            <w:r w:rsidR="00967D46">
              <w:t xml:space="preserve">re </w:t>
            </w:r>
            <w:proofErr w:type="gramStart"/>
            <w:r w:rsidR="00967D46">
              <w:t>version :</w:t>
            </w:r>
            <w:proofErr w:type="gramEnd"/>
            <w:r w:rsidR="00967D46">
              <w:t xml:space="preserve"> AP_RGOS 11.9(4)B1P</w:t>
            </w:r>
            <w:r w:rsidR="00967D46">
              <w:rPr>
                <w:rFonts w:hint="eastAsia"/>
              </w:rPr>
              <w:t>9</w:t>
            </w:r>
            <w:r>
              <w:t>, Release(09151815)</w:t>
            </w:r>
          </w:p>
          <w:p w14:paraId="324FF3AD" w14:textId="77777777" w:rsidR="00E66B3E" w:rsidRDefault="00E66B3E" w:rsidP="00662A32">
            <w:pPr>
              <w:pStyle w:val="TableTerminalDisplay"/>
            </w:pPr>
            <w:r>
              <w:t xml:space="preserve">System patch number   </w:t>
            </w:r>
            <w:proofErr w:type="gramStart"/>
            <w:r>
              <w:t xml:space="preserve">  :</w:t>
            </w:r>
            <w:proofErr w:type="gramEnd"/>
            <w:r>
              <w:t xml:space="preserve"> NA</w:t>
            </w:r>
          </w:p>
          <w:p w14:paraId="40440E83" w14:textId="1D2CAF8B" w:rsidR="00E66B3E" w:rsidRPr="00F6261E" w:rsidRDefault="00706C75" w:rsidP="00F6261E">
            <w:pPr>
              <w:pStyle w:val="TableTerminalDisplay"/>
            </w:pPr>
            <w:r w:rsidRPr="00706C75">
              <w:t xml:space="preserve">System software </w:t>
            </w:r>
            <w:proofErr w:type="gramStart"/>
            <w:r w:rsidRPr="00706C75">
              <w:t>number  :</w:t>
            </w:r>
            <w:proofErr w:type="gramEnd"/>
            <w:r w:rsidRPr="00706C75">
              <w:t xml:space="preserve"> </w:t>
            </w:r>
            <w:r w:rsidR="00F6261E" w:rsidRPr="00F6261E">
              <w:t>M11421811272025</w:t>
            </w:r>
          </w:p>
          <w:p w14:paraId="0DED8931" w14:textId="77777777" w:rsidR="00E66B3E" w:rsidRDefault="00E66B3E" w:rsidP="00662A32">
            <w:pPr>
              <w:pStyle w:val="TableTerminalDisplay"/>
            </w:pPr>
            <w:r>
              <w:t xml:space="preserve">System serial number  </w:t>
            </w:r>
            <w:proofErr w:type="gramStart"/>
            <w:r>
              <w:t xml:space="preserve">  :</w:t>
            </w:r>
            <w:proofErr w:type="gramEnd"/>
            <w:r>
              <w:t xml:space="preserve"> G1QH246066239</w:t>
            </w:r>
          </w:p>
          <w:p w14:paraId="6CB4C8DB" w14:textId="2CBA9231" w:rsidR="00E66B3E" w:rsidRDefault="00706C75" w:rsidP="00662A32">
            <w:pPr>
              <w:pStyle w:val="TableTerminalDisplay"/>
            </w:pPr>
            <w:r w:rsidRPr="00706C75">
              <w:t xml:space="preserve">System boot version   </w:t>
            </w:r>
            <w:proofErr w:type="gramStart"/>
            <w:r w:rsidRPr="00706C75">
              <w:t xml:space="preserve">  :</w:t>
            </w:r>
            <w:proofErr w:type="gramEnd"/>
            <w:r w:rsidRPr="00706C75">
              <w:t xml:space="preserve"> 2017.09.00331a5(211130)</w:t>
            </w:r>
          </w:p>
          <w:p w14:paraId="6E8A7244" w14:textId="77777777" w:rsidR="00E66B3E" w:rsidRDefault="00E66B3E" w:rsidP="00662A32">
            <w:pPr>
              <w:pStyle w:val="TableTerminalDisplay"/>
            </w:pPr>
            <w:r>
              <w:t>System core version     : 2.6.32.fc250e3574e8c7</w:t>
            </w:r>
          </w:p>
        </w:tc>
      </w:tr>
    </w:tbl>
    <w:p w14:paraId="7071A0DB" w14:textId="77777777" w:rsidR="00E66B3E" w:rsidRDefault="00E66B3E" w:rsidP="00330E92">
      <w:pPr>
        <w:pStyle w:val="text"/>
        <w:spacing w:before="72" w:after="72"/>
        <w:ind w:left="630"/>
      </w:pPr>
    </w:p>
    <w:tbl>
      <w:tblPr>
        <w:tblW w:w="4650" w:type="pct"/>
        <w:tblInd w:w="629" w:type="dxa"/>
        <w:tblLook w:val="0000" w:firstRow="0" w:lastRow="0" w:firstColumn="0" w:lastColumn="0" w:noHBand="0" w:noVBand="0"/>
      </w:tblPr>
      <w:tblGrid>
        <w:gridCol w:w="1855"/>
        <w:gridCol w:w="7109"/>
      </w:tblGrid>
      <w:tr w:rsidR="00F725C1" w14:paraId="4E22D228" w14:textId="77777777" w:rsidTr="00662A32">
        <w:tc>
          <w:tcPr>
            <w:tcW w:w="1889" w:type="dxa"/>
          </w:tcPr>
          <w:p w14:paraId="5234E9E5" w14:textId="77777777" w:rsidR="00F725C1" w:rsidRDefault="00F725C1" w:rsidP="00662A32">
            <w:pPr>
              <w:pStyle w:val="TableText0"/>
            </w:pPr>
            <w:r>
              <w:t>AP180-</w:t>
            </w:r>
            <w:r>
              <w:rPr>
                <w:rFonts w:hint="eastAsia"/>
              </w:rPr>
              <w:t>PE</w:t>
            </w:r>
            <w:r>
              <w:t xml:space="preserve"> V2.xx</w:t>
            </w:r>
          </w:p>
        </w:tc>
        <w:tc>
          <w:tcPr>
            <w:tcW w:w="7276" w:type="dxa"/>
          </w:tcPr>
          <w:p w14:paraId="52FDC53D" w14:textId="77777777" w:rsidR="00F725C1" w:rsidRDefault="00F725C1" w:rsidP="00662A32">
            <w:pPr>
              <w:pStyle w:val="TableTerminalDisplay"/>
            </w:pPr>
            <w:r>
              <w:t xml:space="preserve">System description    </w:t>
            </w:r>
            <w:proofErr w:type="gramStart"/>
            <w:r>
              <w:t xml:space="preserve">  :</w:t>
            </w:r>
            <w:proofErr w:type="gramEnd"/>
            <w:r>
              <w:t xml:space="preserve"> </w:t>
            </w:r>
            <w:proofErr w:type="spellStart"/>
            <w:r>
              <w:t>Ruijie</w:t>
            </w:r>
            <w:proofErr w:type="spellEnd"/>
            <w:r>
              <w:t xml:space="preserve"> Indoor AP180-</w:t>
            </w:r>
            <w:r>
              <w:rPr>
                <w:rFonts w:hint="eastAsia"/>
              </w:rPr>
              <w:t>PE</w:t>
            </w:r>
            <w:r>
              <w:t xml:space="preserve"> (802.11a/n/ac/ax and 802.11b/g/n/ax) By </w:t>
            </w:r>
            <w:proofErr w:type="spellStart"/>
            <w:r>
              <w:t>Ruijie</w:t>
            </w:r>
            <w:proofErr w:type="spellEnd"/>
            <w:r>
              <w:t xml:space="preserve"> Networks.</w:t>
            </w:r>
          </w:p>
          <w:p w14:paraId="6C84A733" w14:textId="77777777" w:rsidR="00F725C1" w:rsidRDefault="00F725C1" w:rsidP="00662A32">
            <w:pPr>
              <w:pStyle w:val="TableTerminalDisplay"/>
            </w:pPr>
            <w:r>
              <w:t xml:space="preserve">System start time     </w:t>
            </w:r>
            <w:proofErr w:type="gramStart"/>
            <w:r>
              <w:t xml:space="preserve">  :</w:t>
            </w:r>
            <w:proofErr w:type="gramEnd"/>
            <w:r>
              <w:t xml:space="preserve"> 1970-01-01 09:00:00</w:t>
            </w:r>
          </w:p>
          <w:p w14:paraId="380F3AE7" w14:textId="77777777" w:rsidR="00F725C1" w:rsidRDefault="00F725C1" w:rsidP="00662A32">
            <w:pPr>
              <w:pStyle w:val="TableTerminalDisplay"/>
            </w:pPr>
            <w:r>
              <w:t xml:space="preserve">System uptime         </w:t>
            </w:r>
            <w:proofErr w:type="gramStart"/>
            <w:r>
              <w:t xml:space="preserve">  :</w:t>
            </w:r>
            <w:proofErr w:type="gramEnd"/>
            <w:r>
              <w:t xml:space="preserve"> 0:00:01:33</w:t>
            </w:r>
          </w:p>
          <w:p w14:paraId="3B536EA2" w14:textId="77777777" w:rsidR="00F725C1" w:rsidRDefault="00F725C1" w:rsidP="00662A32">
            <w:pPr>
              <w:pStyle w:val="TableTerminalDisplay"/>
            </w:pPr>
            <w:r>
              <w:t xml:space="preserve">System hardware </w:t>
            </w:r>
            <w:proofErr w:type="gramStart"/>
            <w:r>
              <w:t>version :</w:t>
            </w:r>
            <w:proofErr w:type="gramEnd"/>
            <w:r>
              <w:t xml:space="preserve"> 2.00</w:t>
            </w:r>
          </w:p>
          <w:p w14:paraId="0AC817F8" w14:textId="5001A156" w:rsidR="00F725C1" w:rsidRDefault="00F725C1" w:rsidP="00662A32">
            <w:pPr>
              <w:pStyle w:val="TableTerminalDisplay"/>
            </w:pPr>
            <w:r>
              <w:t>System softwa</w:t>
            </w:r>
            <w:r w:rsidR="00F6261E">
              <w:t xml:space="preserve">re </w:t>
            </w:r>
            <w:proofErr w:type="gramStart"/>
            <w:r w:rsidR="00F6261E">
              <w:t>version :</w:t>
            </w:r>
            <w:proofErr w:type="gramEnd"/>
            <w:r w:rsidR="00F6261E">
              <w:t xml:space="preserve"> AP_RGOS 11.9(4)B1P</w:t>
            </w:r>
            <w:r w:rsidR="00F6261E">
              <w:rPr>
                <w:rFonts w:hint="eastAsia"/>
              </w:rPr>
              <w:t>9</w:t>
            </w:r>
            <w:r>
              <w:t>, Release(09151815)</w:t>
            </w:r>
          </w:p>
          <w:p w14:paraId="394C33C6" w14:textId="77777777" w:rsidR="00F725C1" w:rsidRDefault="00F725C1" w:rsidP="00662A32">
            <w:pPr>
              <w:pStyle w:val="TableTerminalDisplay"/>
            </w:pPr>
            <w:r>
              <w:t xml:space="preserve">System patch number   </w:t>
            </w:r>
            <w:proofErr w:type="gramStart"/>
            <w:r>
              <w:t xml:space="preserve">  :</w:t>
            </w:r>
            <w:proofErr w:type="gramEnd"/>
            <w:r>
              <w:t xml:space="preserve"> NA</w:t>
            </w:r>
          </w:p>
          <w:p w14:paraId="3B6B12FD" w14:textId="11B564C0" w:rsidR="00F725C1" w:rsidRPr="00F6261E" w:rsidRDefault="00706C75" w:rsidP="00662A32">
            <w:pPr>
              <w:pStyle w:val="TableTerminalDisplay"/>
            </w:pPr>
            <w:r w:rsidRPr="00706C75">
              <w:t xml:space="preserve">System software </w:t>
            </w:r>
            <w:proofErr w:type="gramStart"/>
            <w:r w:rsidRPr="00706C75">
              <w:t>number  :</w:t>
            </w:r>
            <w:proofErr w:type="gramEnd"/>
            <w:r w:rsidRPr="00706C75">
              <w:t xml:space="preserve"> </w:t>
            </w:r>
            <w:r w:rsidR="00F6261E" w:rsidRPr="00F6261E">
              <w:t>M11421811272025</w:t>
            </w:r>
          </w:p>
          <w:p w14:paraId="15C44882" w14:textId="77777777" w:rsidR="00F725C1" w:rsidRDefault="00F725C1" w:rsidP="00662A32">
            <w:pPr>
              <w:pStyle w:val="TableTerminalDisplay"/>
            </w:pPr>
            <w:r>
              <w:t xml:space="preserve">System serial number  </w:t>
            </w:r>
            <w:proofErr w:type="gramStart"/>
            <w:r>
              <w:t xml:space="preserve">  :</w:t>
            </w:r>
            <w:proofErr w:type="gramEnd"/>
            <w:r>
              <w:t xml:space="preserve"> G1QH246066239</w:t>
            </w:r>
          </w:p>
          <w:p w14:paraId="261E597A" w14:textId="30B1C873" w:rsidR="00F725C1" w:rsidRDefault="00706C75" w:rsidP="00662A32">
            <w:pPr>
              <w:pStyle w:val="TableTerminalDisplay"/>
            </w:pPr>
            <w:r w:rsidRPr="00706C75">
              <w:t xml:space="preserve">System boot version   </w:t>
            </w:r>
            <w:proofErr w:type="gramStart"/>
            <w:r w:rsidRPr="00706C75">
              <w:t xml:space="preserve">  :</w:t>
            </w:r>
            <w:proofErr w:type="gramEnd"/>
            <w:r w:rsidRPr="00706C75">
              <w:t xml:space="preserve"> 2017.09.00331a5(211130)</w:t>
            </w:r>
          </w:p>
          <w:p w14:paraId="755B6446" w14:textId="77777777" w:rsidR="00F725C1" w:rsidRDefault="00F725C1" w:rsidP="00662A32">
            <w:pPr>
              <w:pStyle w:val="TableTerminalDisplay"/>
            </w:pPr>
            <w:r>
              <w:t>System core version     : 2.6.32.fc250e3574e8c7</w:t>
            </w:r>
          </w:p>
        </w:tc>
      </w:tr>
    </w:tbl>
    <w:p w14:paraId="28E524C5" w14:textId="77777777" w:rsidR="00E66B3E" w:rsidRDefault="00E66B3E" w:rsidP="00330E92">
      <w:pPr>
        <w:pStyle w:val="text"/>
        <w:spacing w:before="72" w:after="72"/>
        <w:ind w:left="630"/>
      </w:pPr>
    </w:p>
    <w:tbl>
      <w:tblPr>
        <w:tblW w:w="4650" w:type="pct"/>
        <w:tblInd w:w="629" w:type="dxa"/>
        <w:tblLook w:val="0000" w:firstRow="0" w:lastRow="0" w:firstColumn="0" w:lastColumn="0" w:noHBand="0" w:noVBand="0"/>
      </w:tblPr>
      <w:tblGrid>
        <w:gridCol w:w="1854"/>
        <w:gridCol w:w="7110"/>
      </w:tblGrid>
      <w:tr w:rsidR="00D83D30" w14:paraId="11DF41E2" w14:textId="77777777" w:rsidTr="00F725C1">
        <w:tc>
          <w:tcPr>
            <w:tcW w:w="1889" w:type="dxa"/>
          </w:tcPr>
          <w:p w14:paraId="79C0640B" w14:textId="77777777" w:rsidR="00FB03A1" w:rsidRDefault="00FB03A1" w:rsidP="00562011">
            <w:pPr>
              <w:pStyle w:val="TableText0"/>
            </w:pPr>
            <w:r>
              <w:t>AP180-</w:t>
            </w:r>
            <w:r>
              <w:rPr>
                <w:rFonts w:hint="eastAsia"/>
              </w:rPr>
              <w:t>AC</w:t>
            </w:r>
            <w:r>
              <w:t xml:space="preserve"> V</w:t>
            </w:r>
            <w:r>
              <w:rPr>
                <w:rFonts w:hint="eastAsia"/>
              </w:rPr>
              <w:t>3</w:t>
            </w:r>
            <w:r>
              <w:t>.</w:t>
            </w:r>
            <w:r w:rsidR="00C303A8">
              <w:t>xx</w:t>
            </w:r>
          </w:p>
        </w:tc>
        <w:tc>
          <w:tcPr>
            <w:tcW w:w="7276" w:type="dxa"/>
          </w:tcPr>
          <w:p w14:paraId="64CAE8F7" w14:textId="77777777" w:rsidR="00A6395A" w:rsidRDefault="00A6395A" w:rsidP="00562011">
            <w:pPr>
              <w:pStyle w:val="TableTerminalDisplay"/>
            </w:pPr>
            <w:r>
              <w:t xml:space="preserve">System description    </w:t>
            </w:r>
            <w:proofErr w:type="gramStart"/>
            <w:r>
              <w:t xml:space="preserve">  :</w:t>
            </w:r>
            <w:proofErr w:type="gramEnd"/>
            <w:r>
              <w:t xml:space="preserve"> </w:t>
            </w:r>
            <w:proofErr w:type="spellStart"/>
            <w:r>
              <w:t>Ruijie</w:t>
            </w:r>
            <w:proofErr w:type="spellEnd"/>
            <w:r>
              <w:t xml:space="preserve"> Indoor AP180-AC (802.11a/n/ac/ax and 802.11b/g/n/ax) By </w:t>
            </w:r>
            <w:proofErr w:type="spellStart"/>
            <w:r>
              <w:t>Ruijie</w:t>
            </w:r>
            <w:proofErr w:type="spellEnd"/>
            <w:r>
              <w:t xml:space="preserve"> Networks.</w:t>
            </w:r>
          </w:p>
          <w:p w14:paraId="4EC4B175" w14:textId="77777777" w:rsidR="00592BF4" w:rsidRDefault="00592BF4" w:rsidP="00592BF4">
            <w:pPr>
              <w:pStyle w:val="TableTerminalDisplay"/>
            </w:pPr>
            <w:r>
              <w:t xml:space="preserve">System start time     </w:t>
            </w:r>
            <w:proofErr w:type="gramStart"/>
            <w:r>
              <w:t xml:space="preserve">  :</w:t>
            </w:r>
            <w:proofErr w:type="gramEnd"/>
            <w:r>
              <w:t xml:space="preserve"> 1970-01-01 08:00:00</w:t>
            </w:r>
          </w:p>
          <w:p w14:paraId="6AD8BD0D" w14:textId="77777777" w:rsidR="00592BF4" w:rsidRDefault="00592BF4" w:rsidP="00592BF4">
            <w:pPr>
              <w:pStyle w:val="TableTerminalDisplay"/>
            </w:pPr>
            <w:r>
              <w:t xml:space="preserve">System uptime         </w:t>
            </w:r>
            <w:proofErr w:type="gramStart"/>
            <w:r>
              <w:t xml:space="preserve">  :</w:t>
            </w:r>
            <w:proofErr w:type="gramEnd"/>
            <w:r>
              <w:t xml:space="preserve"> 0:00:00:47</w:t>
            </w:r>
          </w:p>
          <w:p w14:paraId="17D99CFA" w14:textId="77777777" w:rsidR="00592BF4" w:rsidRDefault="00592BF4" w:rsidP="00592BF4">
            <w:pPr>
              <w:pStyle w:val="TableTerminalDisplay"/>
            </w:pPr>
            <w:r>
              <w:t xml:space="preserve">System hardware </w:t>
            </w:r>
            <w:proofErr w:type="gramStart"/>
            <w:r>
              <w:t>version :</w:t>
            </w:r>
            <w:proofErr w:type="gramEnd"/>
            <w:r>
              <w:t xml:space="preserve"> 3.00</w:t>
            </w:r>
          </w:p>
          <w:p w14:paraId="1267E309" w14:textId="101DA42B" w:rsidR="00592BF4" w:rsidRDefault="00592BF4" w:rsidP="00592BF4">
            <w:pPr>
              <w:pStyle w:val="TableTerminalDisplay"/>
            </w:pPr>
            <w:r>
              <w:t>System softwa</w:t>
            </w:r>
            <w:r w:rsidR="00A74371">
              <w:t xml:space="preserve">re </w:t>
            </w:r>
            <w:proofErr w:type="gramStart"/>
            <w:r w:rsidR="00A74371">
              <w:t>version :</w:t>
            </w:r>
            <w:proofErr w:type="gramEnd"/>
            <w:r w:rsidR="00A74371">
              <w:t xml:space="preserve"> AP_RGOS 11.9(4)B1P</w:t>
            </w:r>
            <w:r w:rsidR="00A74371">
              <w:rPr>
                <w:rFonts w:hint="eastAsia"/>
              </w:rPr>
              <w:t>9</w:t>
            </w:r>
            <w:r>
              <w:t>, Release(09151815)</w:t>
            </w:r>
          </w:p>
          <w:p w14:paraId="367D9D4C" w14:textId="77777777" w:rsidR="00592BF4" w:rsidRDefault="00592BF4" w:rsidP="00592BF4">
            <w:pPr>
              <w:pStyle w:val="TableTerminalDisplay"/>
            </w:pPr>
            <w:r>
              <w:t xml:space="preserve">System patch number   </w:t>
            </w:r>
            <w:proofErr w:type="gramStart"/>
            <w:r>
              <w:t xml:space="preserve">  :</w:t>
            </w:r>
            <w:proofErr w:type="gramEnd"/>
            <w:r>
              <w:t xml:space="preserve"> NA</w:t>
            </w:r>
          </w:p>
          <w:p w14:paraId="0C083BF6" w14:textId="19DC868B" w:rsidR="00592BF4" w:rsidRDefault="00706C75" w:rsidP="00352ACC">
            <w:pPr>
              <w:pStyle w:val="TableTerminalDisplay"/>
            </w:pPr>
            <w:r w:rsidRPr="00706C75">
              <w:t xml:space="preserve">System software </w:t>
            </w:r>
            <w:proofErr w:type="gramStart"/>
            <w:r w:rsidRPr="00706C75">
              <w:t>number  :</w:t>
            </w:r>
            <w:proofErr w:type="gramEnd"/>
            <w:r w:rsidRPr="00706C75">
              <w:t xml:space="preserve"> </w:t>
            </w:r>
            <w:r w:rsidR="00352ACC" w:rsidRPr="00352ACC">
              <w:t>M11071111272025</w:t>
            </w:r>
          </w:p>
          <w:p w14:paraId="32F10D8E" w14:textId="77777777" w:rsidR="00592BF4" w:rsidRDefault="00592BF4" w:rsidP="00592BF4">
            <w:pPr>
              <w:pStyle w:val="TableTerminalDisplay"/>
            </w:pPr>
            <w:r>
              <w:t xml:space="preserve">System serial number  </w:t>
            </w:r>
            <w:proofErr w:type="gramStart"/>
            <w:r>
              <w:t xml:space="preserve">  :</w:t>
            </w:r>
            <w:proofErr w:type="gramEnd"/>
            <w:r>
              <w:t xml:space="preserve"> 1234942571996</w:t>
            </w:r>
          </w:p>
          <w:p w14:paraId="64A1DB79" w14:textId="77777777" w:rsidR="00592BF4" w:rsidRDefault="00592BF4" w:rsidP="00592BF4">
            <w:pPr>
              <w:pStyle w:val="TableTerminalDisplay"/>
            </w:pPr>
            <w:r>
              <w:t xml:space="preserve">System boot version   </w:t>
            </w:r>
            <w:proofErr w:type="gramStart"/>
            <w:r>
              <w:t xml:space="preserve">  :</w:t>
            </w:r>
            <w:proofErr w:type="gramEnd"/>
            <w:r>
              <w:t xml:space="preserve"> 1.7.2.7c0a0a08cc(230508)</w:t>
            </w:r>
          </w:p>
          <w:p w14:paraId="5B24124F" w14:textId="306D9776" w:rsidR="00FB03A1" w:rsidRDefault="00592BF4" w:rsidP="00592BF4">
            <w:pPr>
              <w:pStyle w:val="TableTerminalDisplay"/>
            </w:pPr>
            <w:r>
              <w:t>System core version     : 2.6.32.3f9650018bed21</w:t>
            </w:r>
            <w:r w:rsidR="00A6395A">
              <w:t xml:space="preserve"> </w:t>
            </w:r>
          </w:p>
        </w:tc>
      </w:tr>
    </w:tbl>
    <w:p w14:paraId="3CEF4522" w14:textId="77777777" w:rsidR="00FB03A1" w:rsidRDefault="00FB03A1">
      <w:pPr>
        <w:pStyle w:val="text"/>
        <w:spacing w:before="72" w:after="72"/>
        <w:ind w:left="630"/>
      </w:pPr>
    </w:p>
    <w:tbl>
      <w:tblPr>
        <w:tblW w:w="4650" w:type="pct"/>
        <w:tblInd w:w="629" w:type="dxa"/>
        <w:tblLook w:val="0000" w:firstRow="0" w:lastRow="0" w:firstColumn="0" w:lastColumn="0" w:noHBand="0" w:noVBand="0"/>
      </w:tblPr>
      <w:tblGrid>
        <w:gridCol w:w="1854"/>
        <w:gridCol w:w="7110"/>
      </w:tblGrid>
      <w:tr w:rsidR="00430B9C" w14:paraId="6567F0AE" w14:textId="77777777" w:rsidTr="00F725C1">
        <w:tc>
          <w:tcPr>
            <w:tcW w:w="1889" w:type="dxa"/>
          </w:tcPr>
          <w:p w14:paraId="423BEE83" w14:textId="77777777" w:rsidR="00430B9C" w:rsidRDefault="00430B9C" w:rsidP="00562011">
            <w:pPr>
              <w:pStyle w:val="TableText0"/>
            </w:pPr>
            <w:r>
              <w:t>AP180-PE V</w:t>
            </w:r>
            <w:r>
              <w:rPr>
                <w:rFonts w:hint="eastAsia"/>
              </w:rPr>
              <w:t>3</w:t>
            </w:r>
            <w:r>
              <w:t>.</w:t>
            </w:r>
            <w:r w:rsidR="00C303A8">
              <w:t>xx</w:t>
            </w:r>
          </w:p>
        </w:tc>
        <w:tc>
          <w:tcPr>
            <w:tcW w:w="7276" w:type="dxa"/>
          </w:tcPr>
          <w:p w14:paraId="1039E42B" w14:textId="77777777" w:rsidR="00A6395A" w:rsidRDefault="00A6395A" w:rsidP="00562011">
            <w:pPr>
              <w:pStyle w:val="TableTerminalDisplay"/>
            </w:pPr>
            <w:r>
              <w:t xml:space="preserve">System description    </w:t>
            </w:r>
            <w:proofErr w:type="gramStart"/>
            <w:r>
              <w:t xml:space="preserve">  :</w:t>
            </w:r>
            <w:proofErr w:type="gramEnd"/>
            <w:r>
              <w:t xml:space="preserve"> </w:t>
            </w:r>
            <w:proofErr w:type="spellStart"/>
            <w:r>
              <w:t>Ruijie</w:t>
            </w:r>
            <w:proofErr w:type="spellEnd"/>
            <w:r>
              <w:t xml:space="preserve"> Indoor AP180-PE (802.11a/n/ac/ax and 802.11b/g/n/ax) By </w:t>
            </w:r>
            <w:proofErr w:type="spellStart"/>
            <w:r>
              <w:t>Ruijie</w:t>
            </w:r>
            <w:proofErr w:type="spellEnd"/>
            <w:r>
              <w:t xml:space="preserve"> Networks.</w:t>
            </w:r>
          </w:p>
          <w:p w14:paraId="508B397E" w14:textId="77777777" w:rsidR="00592BF4" w:rsidRDefault="00592BF4" w:rsidP="00592BF4">
            <w:pPr>
              <w:pStyle w:val="TableTerminalDisplay"/>
            </w:pPr>
            <w:r>
              <w:t xml:space="preserve">System start time     </w:t>
            </w:r>
            <w:proofErr w:type="gramStart"/>
            <w:r>
              <w:t xml:space="preserve">  :</w:t>
            </w:r>
            <w:proofErr w:type="gramEnd"/>
            <w:r>
              <w:t xml:space="preserve"> 1970-01-01 08:00:00</w:t>
            </w:r>
          </w:p>
          <w:p w14:paraId="08298645" w14:textId="77777777" w:rsidR="00592BF4" w:rsidRDefault="00592BF4" w:rsidP="00592BF4">
            <w:pPr>
              <w:pStyle w:val="TableTerminalDisplay"/>
            </w:pPr>
            <w:r>
              <w:t xml:space="preserve">System uptime         </w:t>
            </w:r>
            <w:proofErr w:type="gramStart"/>
            <w:r>
              <w:t xml:space="preserve">  :</w:t>
            </w:r>
            <w:proofErr w:type="gramEnd"/>
            <w:r>
              <w:t xml:space="preserve"> 0:00:00:47</w:t>
            </w:r>
          </w:p>
          <w:p w14:paraId="3C10C355" w14:textId="77777777" w:rsidR="00592BF4" w:rsidRDefault="00592BF4" w:rsidP="00592BF4">
            <w:pPr>
              <w:pStyle w:val="TableTerminalDisplay"/>
            </w:pPr>
            <w:r>
              <w:t xml:space="preserve">System hardware </w:t>
            </w:r>
            <w:proofErr w:type="gramStart"/>
            <w:r>
              <w:t>version :</w:t>
            </w:r>
            <w:proofErr w:type="gramEnd"/>
            <w:r>
              <w:t xml:space="preserve"> 3.00</w:t>
            </w:r>
          </w:p>
          <w:p w14:paraId="6A226B8B" w14:textId="341AC8E8" w:rsidR="00592BF4" w:rsidRDefault="00592BF4" w:rsidP="00592BF4">
            <w:pPr>
              <w:pStyle w:val="TableTerminalDisplay"/>
            </w:pPr>
            <w:r>
              <w:t>System softwa</w:t>
            </w:r>
            <w:r w:rsidR="008B3CCD">
              <w:t xml:space="preserve">re </w:t>
            </w:r>
            <w:proofErr w:type="gramStart"/>
            <w:r w:rsidR="008B3CCD">
              <w:t>version :</w:t>
            </w:r>
            <w:proofErr w:type="gramEnd"/>
            <w:r w:rsidR="008B3CCD">
              <w:t xml:space="preserve"> AP_RGOS 11.9(4)B1P</w:t>
            </w:r>
            <w:r w:rsidR="008B3CCD">
              <w:rPr>
                <w:rFonts w:hint="eastAsia"/>
              </w:rPr>
              <w:t>9</w:t>
            </w:r>
            <w:r>
              <w:t>, Release(09151815)</w:t>
            </w:r>
          </w:p>
          <w:p w14:paraId="4584A144" w14:textId="77777777" w:rsidR="00592BF4" w:rsidRDefault="00592BF4" w:rsidP="00592BF4">
            <w:pPr>
              <w:pStyle w:val="TableTerminalDisplay"/>
            </w:pPr>
            <w:r>
              <w:t xml:space="preserve">System patch number   </w:t>
            </w:r>
            <w:proofErr w:type="gramStart"/>
            <w:r>
              <w:t xml:space="preserve">  :</w:t>
            </w:r>
            <w:proofErr w:type="gramEnd"/>
            <w:r>
              <w:t xml:space="preserve"> NA</w:t>
            </w:r>
          </w:p>
          <w:p w14:paraId="0C2B8B84" w14:textId="7338D641" w:rsidR="00592BF4" w:rsidRPr="00352ACC" w:rsidRDefault="00706C75" w:rsidP="00352ACC">
            <w:pPr>
              <w:pStyle w:val="TableTerminalDisplay"/>
            </w:pPr>
            <w:r w:rsidRPr="00706C75">
              <w:t xml:space="preserve">System software </w:t>
            </w:r>
            <w:proofErr w:type="gramStart"/>
            <w:r w:rsidRPr="00706C75">
              <w:t>number  :</w:t>
            </w:r>
            <w:proofErr w:type="gramEnd"/>
            <w:r w:rsidRPr="00706C75">
              <w:t xml:space="preserve"> </w:t>
            </w:r>
            <w:r w:rsidR="00352ACC" w:rsidRPr="00352ACC">
              <w:t>M11071111272025</w:t>
            </w:r>
          </w:p>
          <w:p w14:paraId="7D940A4F" w14:textId="77777777" w:rsidR="00592BF4" w:rsidRDefault="00592BF4" w:rsidP="00592BF4">
            <w:pPr>
              <w:pStyle w:val="TableTerminalDisplay"/>
            </w:pPr>
            <w:r>
              <w:t xml:space="preserve">System serial number  </w:t>
            </w:r>
            <w:proofErr w:type="gramStart"/>
            <w:r>
              <w:t xml:space="preserve">  :</w:t>
            </w:r>
            <w:proofErr w:type="gramEnd"/>
            <w:r>
              <w:t xml:space="preserve"> 1234942571996</w:t>
            </w:r>
          </w:p>
          <w:p w14:paraId="335C8438" w14:textId="77777777" w:rsidR="00592BF4" w:rsidRDefault="00592BF4" w:rsidP="00592BF4">
            <w:pPr>
              <w:pStyle w:val="TableTerminalDisplay"/>
            </w:pPr>
            <w:r>
              <w:lastRenderedPageBreak/>
              <w:t xml:space="preserve">System boot version   </w:t>
            </w:r>
            <w:proofErr w:type="gramStart"/>
            <w:r>
              <w:t xml:space="preserve">  :</w:t>
            </w:r>
            <w:proofErr w:type="gramEnd"/>
            <w:r>
              <w:t xml:space="preserve"> 1.7.2.7c0a0a08cc(230508)</w:t>
            </w:r>
          </w:p>
          <w:p w14:paraId="27042764" w14:textId="7F491435" w:rsidR="00430B9C" w:rsidRDefault="00592BF4" w:rsidP="00592BF4">
            <w:pPr>
              <w:pStyle w:val="TableTerminalDisplay"/>
            </w:pPr>
            <w:r>
              <w:t>System core version     : 2.6.32.3f9650018bed21</w:t>
            </w:r>
            <w:r w:rsidR="00A6395A">
              <w:t xml:space="preserve"> </w:t>
            </w:r>
          </w:p>
        </w:tc>
      </w:tr>
    </w:tbl>
    <w:p w14:paraId="5F893CBE" w14:textId="77777777" w:rsidR="00430B9C" w:rsidRDefault="00430B9C">
      <w:pPr>
        <w:pStyle w:val="text"/>
        <w:spacing w:before="72" w:after="72"/>
        <w:ind w:left="630"/>
      </w:pPr>
    </w:p>
    <w:p w14:paraId="2EEC36B1" w14:textId="77777777" w:rsidR="00FB03A1" w:rsidRPr="00B560B3" w:rsidRDefault="00FB03A1" w:rsidP="00562011">
      <w:pPr>
        <w:pStyle w:val="Block"/>
      </w:pPr>
      <w:r w:rsidRPr="00B560B3">
        <w:rPr>
          <w:rFonts w:hint="eastAsia"/>
        </w:rPr>
        <w:t>Release Number Description</w:t>
      </w:r>
    </w:p>
    <w:p w14:paraId="36FAECD5" w14:textId="77777777" w:rsidR="00FB03A1" w:rsidRDefault="00FB03A1" w:rsidP="00562011">
      <w:pPr>
        <w:pStyle w:val="Text-1"/>
      </w:pPr>
      <w:r>
        <w:rPr>
          <w:rFonts w:hint="eastAsia"/>
        </w:rPr>
        <w:t>Software number M00212902172017 indicates</w:t>
      </w:r>
      <w:r w:rsidR="00C858C4">
        <w:t xml:space="preserve"> </w:t>
      </w:r>
      <w:r>
        <w:rPr>
          <w:rFonts w:hint="eastAsia"/>
        </w:rPr>
        <w:t xml:space="preserve">00:21:29 on </w:t>
      </w:r>
      <w:r>
        <w:t>February</w:t>
      </w:r>
      <w:r>
        <w:rPr>
          <w:rFonts w:hint="eastAsia"/>
        </w:rPr>
        <w:t xml:space="preserve"> 17, 2017.</w:t>
      </w:r>
    </w:p>
    <w:p w14:paraId="535C7AA0" w14:textId="0EB27FAF" w:rsidR="002D57CE" w:rsidRPr="00562011" w:rsidRDefault="002D57CE" w:rsidP="00562011">
      <w:pPr>
        <w:pStyle w:val="SignInstruction1"/>
      </w:pPr>
      <w:r w:rsidRPr="00562011">
        <w:t>Note</w:t>
      </w:r>
    </w:p>
    <w:p w14:paraId="1DD91E66" w14:textId="77777777" w:rsidR="0017064D" w:rsidRDefault="00C858C4" w:rsidP="00562011">
      <w:pPr>
        <w:pStyle w:val="SignList"/>
      </w:pPr>
      <w:r>
        <w:t>The r</w:t>
      </w:r>
      <w:r w:rsidR="00FB03A1">
        <w:rPr>
          <w:rFonts w:hint="eastAsia"/>
        </w:rPr>
        <w:t xml:space="preserve">elease number is </w:t>
      </w:r>
      <w:r>
        <w:t xml:space="preserve">in the </w:t>
      </w:r>
      <w:r w:rsidR="00FB03A1">
        <w:rPr>
          <w:rFonts w:hint="eastAsia"/>
        </w:rPr>
        <w:t xml:space="preserve">format </w:t>
      </w:r>
      <w:r>
        <w:t>of</w:t>
      </w:r>
      <w:r w:rsidR="00FB03A1">
        <w:rPr>
          <w:rFonts w:hint="eastAsia"/>
        </w:rPr>
        <w:t xml:space="preserve"> AABBCCDD. </w:t>
      </w:r>
    </w:p>
    <w:p w14:paraId="2D6FF377" w14:textId="77777777" w:rsidR="0017064D" w:rsidRDefault="00FB03A1" w:rsidP="00562011">
      <w:pPr>
        <w:pStyle w:val="SignList"/>
      </w:pPr>
      <w:r>
        <w:rPr>
          <w:rFonts w:hint="eastAsia"/>
        </w:rPr>
        <w:t xml:space="preserve">AA </w:t>
      </w:r>
      <w:r w:rsidR="00C858C4">
        <w:t>represents the</w:t>
      </w:r>
      <w:r w:rsidR="00C858C4">
        <w:rPr>
          <w:rFonts w:hint="eastAsia"/>
        </w:rPr>
        <w:t xml:space="preserve"> </w:t>
      </w:r>
      <w:r>
        <w:rPr>
          <w:rFonts w:hint="eastAsia"/>
        </w:rPr>
        <w:t>year</w:t>
      </w:r>
      <w:r w:rsidR="00C858C4">
        <w:t>, with</w:t>
      </w:r>
      <w:r>
        <w:rPr>
          <w:rFonts w:hint="eastAsia"/>
        </w:rPr>
        <w:t xml:space="preserve"> 01 </w:t>
      </w:r>
      <w:r w:rsidR="00C858C4">
        <w:t>for</w:t>
      </w:r>
      <w:r>
        <w:rPr>
          <w:rFonts w:hint="eastAsia"/>
        </w:rPr>
        <w:t xml:space="preserve"> 2014, 02 for 2015</w:t>
      </w:r>
      <w:r w:rsidR="00C858C4">
        <w:t>,</w:t>
      </w:r>
      <w:r>
        <w:rPr>
          <w:rFonts w:hint="eastAsia"/>
        </w:rPr>
        <w:t xml:space="preserve"> and so </w:t>
      </w:r>
      <w:r w:rsidR="00C858C4">
        <w:t>forth</w:t>
      </w:r>
      <w:r>
        <w:rPr>
          <w:rFonts w:hint="eastAsia"/>
        </w:rPr>
        <w:t xml:space="preserve">. </w:t>
      </w:r>
    </w:p>
    <w:p w14:paraId="3ADBEFDA" w14:textId="77777777" w:rsidR="0017064D" w:rsidRDefault="00FB03A1" w:rsidP="00562011">
      <w:pPr>
        <w:pStyle w:val="SignList"/>
      </w:pPr>
      <w:r>
        <w:rPr>
          <w:rFonts w:hint="eastAsia"/>
        </w:rPr>
        <w:t xml:space="preserve">BB </w:t>
      </w:r>
      <w:r w:rsidR="00C858C4">
        <w:t>represents the</w:t>
      </w:r>
      <w:r w:rsidR="00C858C4">
        <w:rPr>
          <w:rFonts w:hint="eastAsia"/>
        </w:rPr>
        <w:t xml:space="preserve"> </w:t>
      </w:r>
      <w:r>
        <w:rPr>
          <w:rFonts w:hint="eastAsia"/>
        </w:rPr>
        <w:t>month</w:t>
      </w:r>
      <w:r w:rsidR="00C858C4">
        <w:t xml:space="preserve"> with</w:t>
      </w:r>
      <w:r>
        <w:rPr>
          <w:rFonts w:hint="eastAsia"/>
        </w:rPr>
        <w:t xml:space="preserve"> 13 for January, 14 for February</w:t>
      </w:r>
      <w:r w:rsidR="00C858C4">
        <w:t>,</w:t>
      </w:r>
      <w:r>
        <w:rPr>
          <w:rFonts w:hint="eastAsia"/>
        </w:rPr>
        <w:t xml:space="preserve"> and so </w:t>
      </w:r>
      <w:r w:rsidR="00C858C4">
        <w:t>forth</w:t>
      </w:r>
      <w:r>
        <w:rPr>
          <w:rFonts w:hint="eastAsia"/>
        </w:rPr>
        <w:t xml:space="preserve">. </w:t>
      </w:r>
    </w:p>
    <w:p w14:paraId="228D4CF2" w14:textId="77777777" w:rsidR="0017064D" w:rsidRDefault="00FB03A1" w:rsidP="00562011">
      <w:pPr>
        <w:pStyle w:val="SignList"/>
      </w:pPr>
      <w:r>
        <w:rPr>
          <w:rFonts w:hint="eastAsia"/>
        </w:rPr>
        <w:t>CC</w:t>
      </w:r>
      <w:r w:rsidR="00C858C4">
        <w:t xml:space="preserve"> represents the</w:t>
      </w:r>
      <w:r>
        <w:rPr>
          <w:rFonts w:hint="eastAsia"/>
        </w:rPr>
        <w:t xml:space="preserve"> date. </w:t>
      </w:r>
    </w:p>
    <w:p w14:paraId="21CDB615" w14:textId="77777777" w:rsidR="00FB03A1" w:rsidRDefault="00FB03A1" w:rsidP="00562011">
      <w:pPr>
        <w:pStyle w:val="SignList"/>
      </w:pPr>
      <w:r>
        <w:rPr>
          <w:rFonts w:hint="eastAsia"/>
        </w:rPr>
        <w:t xml:space="preserve">DD </w:t>
      </w:r>
      <w:r w:rsidR="00C858C4">
        <w:t>represents the</w:t>
      </w:r>
      <w:r w:rsidR="00C858C4">
        <w:rPr>
          <w:rFonts w:hint="eastAsia"/>
        </w:rPr>
        <w:t xml:space="preserve"> </w:t>
      </w:r>
      <w:r>
        <w:rPr>
          <w:rFonts w:hint="eastAsia"/>
        </w:rPr>
        <w:t xml:space="preserve">time in </w:t>
      </w:r>
      <w:r w:rsidR="00C303A8">
        <w:t xml:space="preserve">a </w:t>
      </w:r>
      <w:r>
        <w:rPr>
          <w:rFonts w:hint="eastAsia"/>
        </w:rPr>
        <w:t>24-hour format</w:t>
      </w:r>
      <w:r w:rsidR="00C303A8">
        <w:t>. For example</w:t>
      </w:r>
      <w:r>
        <w:rPr>
          <w:rFonts w:hint="eastAsia"/>
        </w:rPr>
        <w:t xml:space="preserve">, 16 </w:t>
      </w:r>
      <w:r w:rsidR="00C303A8">
        <w:t>represents</w:t>
      </w:r>
      <w:r>
        <w:rPr>
          <w:rFonts w:hint="eastAsia"/>
        </w:rPr>
        <w:t xml:space="preserve"> 4</w:t>
      </w:r>
      <w:r w:rsidR="00C303A8">
        <w:t xml:space="preserve"> PM</w:t>
      </w:r>
      <w:r>
        <w:rPr>
          <w:rFonts w:hint="eastAsia"/>
        </w:rPr>
        <w:t>.</w:t>
      </w:r>
    </w:p>
    <w:p w14:paraId="6BCF191F" w14:textId="77777777" w:rsidR="0017064D" w:rsidRDefault="0017064D" w:rsidP="00562011">
      <w:pPr>
        <w:pStyle w:val="Text-1"/>
      </w:pPr>
    </w:p>
    <w:p w14:paraId="03039DC5" w14:textId="77777777" w:rsidR="002D57CE" w:rsidRDefault="00C303A8" w:rsidP="00562011">
      <w:pPr>
        <w:pStyle w:val="Text-1"/>
      </w:pPr>
      <w:r>
        <w:t xml:space="preserve">For example, </w:t>
      </w:r>
      <w:r w:rsidR="00FB03A1">
        <w:rPr>
          <w:rFonts w:hint="eastAsia"/>
        </w:rPr>
        <w:t xml:space="preserve">release number </w:t>
      </w:r>
      <w:r w:rsidR="00FB03A1">
        <w:t>02212520</w:t>
      </w:r>
      <w:r w:rsidR="00FB03A1">
        <w:rPr>
          <w:rFonts w:hint="eastAsia"/>
        </w:rPr>
        <w:t xml:space="preserve"> indicates 8</w:t>
      </w:r>
      <w:r>
        <w:t xml:space="preserve"> PM</w:t>
      </w:r>
      <w:r w:rsidR="00FB03A1">
        <w:rPr>
          <w:rFonts w:hint="eastAsia"/>
        </w:rPr>
        <w:t xml:space="preserve"> on September 25, 2015.</w:t>
      </w:r>
    </w:p>
    <w:p w14:paraId="34145E35" w14:textId="77777777" w:rsidR="00687D04" w:rsidRDefault="00976575" w:rsidP="00ED1F83">
      <w:pPr>
        <w:pStyle w:val="Text-1"/>
      </w:pPr>
      <w:r>
        <w:br w:type="page"/>
      </w:r>
    </w:p>
    <w:p w14:paraId="3CC84A6F" w14:textId="74B3E2E5" w:rsidR="00FB03A1" w:rsidRDefault="002D57CE" w:rsidP="00562011">
      <w:pPr>
        <w:pStyle w:val="1"/>
      </w:pPr>
      <w:bookmarkStart w:id="22" w:name="_Toc215665602"/>
      <w:r>
        <w:lastRenderedPageBreak/>
        <w:t>H</w:t>
      </w:r>
      <w:r>
        <w:rPr>
          <w:rFonts w:hint="eastAsia"/>
        </w:rPr>
        <w:t>ar</w:t>
      </w:r>
      <w:r w:rsidR="00A4001E">
        <w:t>d</w:t>
      </w:r>
      <w:r>
        <w:rPr>
          <w:rFonts w:hint="eastAsia"/>
        </w:rPr>
        <w:t>ware</w:t>
      </w:r>
      <w:r>
        <w:t xml:space="preserve"> </w:t>
      </w:r>
      <w:r w:rsidR="00D15837">
        <w:t>Support</w:t>
      </w:r>
      <w:bookmarkEnd w:id="22"/>
    </w:p>
    <w:p w14:paraId="6ADC632F" w14:textId="77777777" w:rsidR="00FB03A1" w:rsidRDefault="00FB03A1" w:rsidP="00562011">
      <w:pPr>
        <w:pStyle w:val="Text-1"/>
      </w:pPr>
      <w:r>
        <w:t>The following table</w:t>
      </w:r>
      <w:r>
        <w:rPr>
          <w:rFonts w:hint="eastAsia"/>
        </w:rPr>
        <w:t xml:space="preserve"> shows the hardware supported by RG</w:t>
      </w:r>
      <w:r>
        <w:t xml:space="preserve">OS </w:t>
      </w:r>
      <w:r w:rsidR="00D00A24">
        <w:rPr>
          <w:rFonts w:hint="eastAsia"/>
        </w:rPr>
        <w:t>11.9(4)B1P</w:t>
      </w:r>
      <w:r w:rsidR="00D00A24">
        <w:t>8</w:t>
      </w:r>
      <w:r w:rsidR="00C303A8">
        <w:t>.</w:t>
      </w:r>
    </w:p>
    <w:tbl>
      <w:tblPr>
        <w:tblW w:w="4600" w:type="pct"/>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3"/>
        <w:gridCol w:w="2931"/>
        <w:gridCol w:w="3405"/>
      </w:tblGrid>
      <w:tr w:rsidR="00FB03A1" w14:paraId="02FCA0F7" w14:textId="77777777" w:rsidTr="002B44D3">
        <w:trPr>
          <w:trHeight w:val="20"/>
        </w:trPr>
        <w:tc>
          <w:tcPr>
            <w:tcW w:w="2581" w:type="dxa"/>
            <w:shd w:val="clear" w:color="auto" w:fill="E6E6E6"/>
          </w:tcPr>
          <w:p w14:paraId="23D5F145" w14:textId="77777777" w:rsidR="00FB03A1" w:rsidRDefault="00FB03A1" w:rsidP="00562011">
            <w:pPr>
              <w:pStyle w:val="TableHeading"/>
            </w:pPr>
            <w:r>
              <w:t>Hardware Model</w:t>
            </w:r>
          </w:p>
        </w:tc>
        <w:tc>
          <w:tcPr>
            <w:tcW w:w="3000" w:type="dxa"/>
            <w:shd w:val="clear" w:color="auto" w:fill="E6E6E6"/>
          </w:tcPr>
          <w:p w14:paraId="6195ACD2" w14:textId="77777777" w:rsidR="00FB03A1" w:rsidRDefault="00FB03A1" w:rsidP="00562011">
            <w:pPr>
              <w:pStyle w:val="TableHeading"/>
            </w:pPr>
            <w:r>
              <w:t>Version</w:t>
            </w:r>
            <w:r w:rsidR="00D15837">
              <w:t xml:space="preserve"> Number</w:t>
            </w:r>
          </w:p>
        </w:tc>
        <w:tc>
          <w:tcPr>
            <w:tcW w:w="3486" w:type="dxa"/>
            <w:shd w:val="clear" w:color="auto" w:fill="E6E6E6"/>
          </w:tcPr>
          <w:p w14:paraId="4613DC70" w14:textId="77777777" w:rsidR="00FB03A1" w:rsidRDefault="00FB03A1" w:rsidP="00562011">
            <w:pPr>
              <w:pStyle w:val="TableHeading"/>
            </w:pPr>
            <w:r>
              <w:t xml:space="preserve">Description </w:t>
            </w:r>
          </w:p>
        </w:tc>
      </w:tr>
      <w:tr w:rsidR="00FB03A1" w14:paraId="08F85DE0" w14:textId="77777777" w:rsidTr="002B44D3">
        <w:trPr>
          <w:trHeight w:val="20"/>
        </w:trPr>
        <w:tc>
          <w:tcPr>
            <w:tcW w:w="2581" w:type="dxa"/>
            <w:vAlign w:val="center"/>
          </w:tcPr>
          <w:p w14:paraId="30B7C2E7" w14:textId="77777777" w:rsidR="00FB03A1" w:rsidRDefault="002B44D3" w:rsidP="00562011">
            <w:pPr>
              <w:pStyle w:val="TableText0"/>
            </w:pPr>
            <w:r w:rsidRPr="002B44D3">
              <w:t>AP180(JA)</w:t>
            </w:r>
          </w:p>
          <w:p w14:paraId="14BCE0FA" w14:textId="77777777" w:rsidR="002B44D3" w:rsidRDefault="002B44D3" w:rsidP="00562011">
            <w:pPr>
              <w:pStyle w:val="TableText0"/>
            </w:pPr>
            <w:r w:rsidRPr="002B44D3">
              <w:t>AP180(JP)</w:t>
            </w:r>
          </w:p>
          <w:p w14:paraId="2D0FA51F" w14:textId="77777777" w:rsidR="002B44D3" w:rsidRDefault="002B44D3" w:rsidP="00562011">
            <w:pPr>
              <w:pStyle w:val="TableText0"/>
            </w:pPr>
            <w:r w:rsidRPr="002B44D3">
              <w:t>AP180-AC</w:t>
            </w:r>
          </w:p>
          <w:p w14:paraId="4C3E68FB" w14:textId="77777777" w:rsidR="002B44D3" w:rsidRDefault="002B44D3" w:rsidP="00562011">
            <w:pPr>
              <w:pStyle w:val="TableText0"/>
            </w:pPr>
            <w:r w:rsidRPr="002B44D3">
              <w:t>AP180-PE</w:t>
            </w:r>
          </w:p>
        </w:tc>
        <w:tc>
          <w:tcPr>
            <w:tcW w:w="3000" w:type="dxa"/>
            <w:vAlign w:val="center"/>
          </w:tcPr>
          <w:p w14:paraId="114E5368" w14:textId="77777777" w:rsidR="00FB03A1" w:rsidRDefault="002B44D3" w:rsidP="00562011">
            <w:pPr>
              <w:pStyle w:val="TableText0"/>
              <w:rPr>
                <w:szCs w:val="20"/>
              </w:rPr>
            </w:pPr>
            <w:r>
              <w:rPr>
                <w:rFonts w:hint="eastAsia"/>
                <w:szCs w:val="20"/>
              </w:rPr>
              <w:t>V</w:t>
            </w:r>
            <w:r>
              <w:rPr>
                <w:szCs w:val="20"/>
              </w:rPr>
              <w:t>1.</w:t>
            </w:r>
            <w:r>
              <w:rPr>
                <w:rFonts w:hint="eastAsia"/>
                <w:szCs w:val="20"/>
              </w:rPr>
              <w:t>xx</w:t>
            </w:r>
          </w:p>
        </w:tc>
        <w:tc>
          <w:tcPr>
            <w:tcW w:w="3486" w:type="dxa"/>
            <w:vAlign w:val="center"/>
          </w:tcPr>
          <w:p w14:paraId="04E277AE" w14:textId="77777777" w:rsidR="002B44D3" w:rsidRDefault="002B44D3" w:rsidP="002B44D3">
            <w:pPr>
              <w:pStyle w:val="TableText0"/>
            </w:pPr>
            <w:r>
              <w:t>Wall-plate access point, dual-radio, dual-band.</w:t>
            </w:r>
          </w:p>
          <w:p w14:paraId="7F15F8D7" w14:textId="77777777" w:rsidR="00FB03A1" w:rsidRDefault="002B44D3" w:rsidP="002B44D3">
            <w:pPr>
              <w:pStyle w:val="TableText0"/>
            </w:pPr>
            <w:r>
              <w:t>Support for wall mounting</w:t>
            </w:r>
            <w:r>
              <w:rPr>
                <w:rFonts w:hint="eastAsia"/>
              </w:rPr>
              <w:t xml:space="preserve"> only for </w:t>
            </w:r>
            <w:r>
              <w:t>Japanese</w:t>
            </w:r>
            <w:r>
              <w:rPr>
                <w:rFonts w:hint="eastAsia"/>
              </w:rPr>
              <w:t xml:space="preserve"> projects</w:t>
            </w:r>
            <w:r>
              <w:t>.</w:t>
            </w:r>
          </w:p>
        </w:tc>
      </w:tr>
      <w:tr w:rsidR="002B44D3" w14:paraId="17AC67F9" w14:textId="77777777" w:rsidTr="002B44D3">
        <w:trPr>
          <w:trHeight w:val="20"/>
        </w:trPr>
        <w:tc>
          <w:tcPr>
            <w:tcW w:w="2581" w:type="dxa"/>
            <w:vAlign w:val="center"/>
          </w:tcPr>
          <w:p w14:paraId="3B3600F7" w14:textId="77777777" w:rsidR="002B44D3" w:rsidRDefault="002B44D3" w:rsidP="00562011">
            <w:pPr>
              <w:pStyle w:val="TableText0"/>
            </w:pPr>
            <w:r w:rsidRPr="002B44D3">
              <w:t>AP180(JA)</w:t>
            </w:r>
          </w:p>
          <w:p w14:paraId="21CFCC1D" w14:textId="77777777" w:rsidR="002B44D3" w:rsidRDefault="002B44D3" w:rsidP="002B44D3">
            <w:pPr>
              <w:pStyle w:val="TableText0"/>
            </w:pPr>
            <w:r>
              <w:rPr>
                <w:rFonts w:hint="eastAsia"/>
              </w:rPr>
              <w:t>A</w:t>
            </w:r>
            <w:r>
              <w:t>P180</w:t>
            </w:r>
            <w:r>
              <w:rPr>
                <w:rFonts w:hint="eastAsia"/>
              </w:rPr>
              <w:t>-AC</w:t>
            </w:r>
          </w:p>
          <w:p w14:paraId="3BD639D8" w14:textId="77777777" w:rsidR="002B44D3" w:rsidRDefault="002B44D3" w:rsidP="002B44D3">
            <w:pPr>
              <w:pStyle w:val="TableText0"/>
            </w:pPr>
            <w:r>
              <w:rPr>
                <w:rFonts w:hint="eastAsia"/>
              </w:rPr>
              <w:t>AP</w:t>
            </w:r>
            <w:r>
              <w:t>180-</w:t>
            </w:r>
            <w:r>
              <w:rPr>
                <w:rFonts w:hint="eastAsia"/>
              </w:rPr>
              <w:t>PE</w:t>
            </w:r>
          </w:p>
        </w:tc>
        <w:tc>
          <w:tcPr>
            <w:tcW w:w="3000" w:type="dxa"/>
            <w:vAlign w:val="center"/>
          </w:tcPr>
          <w:p w14:paraId="2475EDFC" w14:textId="77777777" w:rsidR="002B44D3" w:rsidRDefault="002B44D3" w:rsidP="00562011">
            <w:pPr>
              <w:pStyle w:val="TableText0"/>
            </w:pPr>
            <w:r>
              <w:t>V2</w:t>
            </w:r>
            <w:r>
              <w:rPr>
                <w:rFonts w:hint="eastAsia"/>
              </w:rPr>
              <w:t>.xx</w:t>
            </w:r>
          </w:p>
        </w:tc>
        <w:tc>
          <w:tcPr>
            <w:tcW w:w="3486" w:type="dxa"/>
            <w:vAlign w:val="center"/>
          </w:tcPr>
          <w:p w14:paraId="5B37A035" w14:textId="77777777" w:rsidR="002B44D3" w:rsidRDefault="002B44D3" w:rsidP="002B44D3">
            <w:pPr>
              <w:pStyle w:val="TableText0"/>
            </w:pPr>
            <w:r>
              <w:t>Wall-plate access point, dual-radio, dual-band.</w:t>
            </w:r>
          </w:p>
          <w:p w14:paraId="0009EBEC" w14:textId="77777777" w:rsidR="002B44D3" w:rsidRDefault="002B44D3" w:rsidP="002B44D3">
            <w:pPr>
              <w:pStyle w:val="TableText0"/>
            </w:pPr>
            <w:r>
              <w:t>Support for wall mounting</w:t>
            </w:r>
            <w:r>
              <w:rPr>
                <w:rFonts w:hint="eastAsia"/>
              </w:rPr>
              <w:t xml:space="preserve"> only for </w:t>
            </w:r>
            <w:r>
              <w:t>Japanese</w:t>
            </w:r>
            <w:r>
              <w:rPr>
                <w:rFonts w:hint="eastAsia"/>
              </w:rPr>
              <w:t xml:space="preserve"> projects</w:t>
            </w:r>
            <w:r>
              <w:t>.</w:t>
            </w:r>
          </w:p>
        </w:tc>
      </w:tr>
      <w:tr w:rsidR="002B44D3" w14:paraId="5F278B7A" w14:textId="77777777" w:rsidTr="002B44D3">
        <w:trPr>
          <w:trHeight w:val="20"/>
        </w:trPr>
        <w:tc>
          <w:tcPr>
            <w:tcW w:w="2581" w:type="dxa"/>
            <w:vAlign w:val="center"/>
          </w:tcPr>
          <w:p w14:paraId="4C1D6784" w14:textId="77777777" w:rsidR="002B44D3" w:rsidRDefault="002B44D3" w:rsidP="002B44D3">
            <w:pPr>
              <w:pStyle w:val="TableText0"/>
            </w:pPr>
            <w:r>
              <w:rPr>
                <w:rFonts w:hint="eastAsia"/>
              </w:rPr>
              <w:t>A</w:t>
            </w:r>
            <w:r>
              <w:t>P180</w:t>
            </w:r>
            <w:r>
              <w:rPr>
                <w:rFonts w:hint="eastAsia"/>
              </w:rPr>
              <w:t>-AC</w:t>
            </w:r>
          </w:p>
          <w:p w14:paraId="1F1912F5" w14:textId="77777777" w:rsidR="002B44D3" w:rsidRDefault="002B44D3" w:rsidP="002B44D3">
            <w:pPr>
              <w:pStyle w:val="TableText0"/>
            </w:pPr>
            <w:r>
              <w:rPr>
                <w:rFonts w:hint="eastAsia"/>
              </w:rPr>
              <w:t>AP</w:t>
            </w:r>
            <w:r>
              <w:t>180-</w:t>
            </w:r>
            <w:r>
              <w:rPr>
                <w:rFonts w:hint="eastAsia"/>
              </w:rPr>
              <w:t>PE</w:t>
            </w:r>
          </w:p>
        </w:tc>
        <w:tc>
          <w:tcPr>
            <w:tcW w:w="3000" w:type="dxa"/>
            <w:vAlign w:val="center"/>
          </w:tcPr>
          <w:p w14:paraId="1FF906C4" w14:textId="77777777" w:rsidR="002B44D3" w:rsidRDefault="002B44D3" w:rsidP="002B44D3">
            <w:pPr>
              <w:pStyle w:val="TableText0"/>
              <w:rPr>
                <w:szCs w:val="20"/>
              </w:rPr>
            </w:pPr>
            <w:r>
              <w:t>V</w:t>
            </w:r>
            <w:r>
              <w:rPr>
                <w:rFonts w:hint="eastAsia"/>
              </w:rPr>
              <w:t>3.xx</w:t>
            </w:r>
          </w:p>
        </w:tc>
        <w:tc>
          <w:tcPr>
            <w:tcW w:w="3486" w:type="dxa"/>
            <w:vAlign w:val="center"/>
          </w:tcPr>
          <w:p w14:paraId="2F8544CD" w14:textId="77777777" w:rsidR="002B44D3" w:rsidRDefault="002B44D3" w:rsidP="002B44D3">
            <w:pPr>
              <w:pStyle w:val="TableText0"/>
            </w:pPr>
            <w:r>
              <w:t>Wall-plate access point, dual-radio, dual-band.</w:t>
            </w:r>
          </w:p>
          <w:p w14:paraId="26AD3DC6" w14:textId="77777777" w:rsidR="002B44D3" w:rsidRDefault="002B44D3" w:rsidP="002B44D3">
            <w:pPr>
              <w:pStyle w:val="TableText0"/>
            </w:pPr>
            <w:r>
              <w:t>Support for wall mounting</w:t>
            </w:r>
            <w:r>
              <w:rPr>
                <w:rFonts w:hint="eastAsia"/>
              </w:rPr>
              <w:t xml:space="preserve"> only for </w:t>
            </w:r>
            <w:r>
              <w:t>Japanese</w:t>
            </w:r>
            <w:r>
              <w:rPr>
                <w:rFonts w:hint="eastAsia"/>
              </w:rPr>
              <w:t xml:space="preserve"> projects</w:t>
            </w:r>
            <w:r>
              <w:t>.</w:t>
            </w:r>
          </w:p>
        </w:tc>
      </w:tr>
    </w:tbl>
    <w:p w14:paraId="0B1EAA27" w14:textId="77777777" w:rsidR="00FB03A1" w:rsidRDefault="00FB03A1">
      <w:pPr>
        <w:pStyle w:val="text"/>
        <w:spacing w:before="72" w:after="72"/>
        <w:ind w:left="630"/>
      </w:pPr>
    </w:p>
    <w:p w14:paraId="3272640C" w14:textId="77777777" w:rsidR="00FC3C06" w:rsidRPr="00562011" w:rsidRDefault="00FC3C06" w:rsidP="00562011">
      <w:pPr>
        <w:pStyle w:val="SignInstruction1"/>
      </w:pPr>
      <w:r w:rsidRPr="00562011">
        <w:t>Note</w:t>
      </w:r>
      <w:r w:rsidR="00976575">
        <w:t xml:space="preserve"> </w:t>
      </w:r>
    </w:p>
    <w:p w14:paraId="6974FDF1" w14:textId="77777777" w:rsidR="00FB03A1" w:rsidRDefault="00FB03A1" w:rsidP="00562011">
      <w:pPr>
        <w:pStyle w:val="SignText"/>
      </w:pPr>
      <w:r>
        <w:rPr>
          <w:rFonts w:hint="eastAsia"/>
        </w:rPr>
        <w:t xml:space="preserve">See </w:t>
      </w:r>
      <w:r w:rsidRPr="00562011">
        <w:rPr>
          <w:rFonts w:hint="eastAsia"/>
          <w:i/>
        </w:rPr>
        <w:t>Hardware Installation and Reference Guide</w:t>
      </w:r>
      <w:r>
        <w:rPr>
          <w:rFonts w:hint="eastAsia"/>
        </w:rPr>
        <w:t xml:space="preserve"> of each product for details.</w:t>
      </w:r>
    </w:p>
    <w:p w14:paraId="483F01BC" w14:textId="77777777" w:rsidR="00D95CA1" w:rsidRDefault="00D95CA1" w:rsidP="00562011">
      <w:pPr>
        <w:pStyle w:val="Text-1"/>
      </w:pPr>
    </w:p>
    <w:p w14:paraId="17F3EDF2" w14:textId="77777777" w:rsidR="006E473D" w:rsidRDefault="00976575" w:rsidP="006E473D">
      <w:pPr>
        <w:pStyle w:val="Text-1"/>
      </w:pPr>
      <w:r>
        <w:br w:type="page"/>
      </w:r>
    </w:p>
    <w:p w14:paraId="34325473" w14:textId="5AA5712F" w:rsidR="00D95CA1" w:rsidRDefault="00D95CA1" w:rsidP="00ED3346">
      <w:pPr>
        <w:pStyle w:val="1"/>
      </w:pPr>
      <w:bookmarkStart w:id="23" w:name="_Toc215665603"/>
      <w:r>
        <w:lastRenderedPageBreak/>
        <w:t>New Features</w:t>
      </w:r>
      <w:bookmarkEnd w:id="23"/>
    </w:p>
    <w:p w14:paraId="09DEA0BD" w14:textId="77777777" w:rsidR="00CB6B4D" w:rsidRDefault="00CB6B4D" w:rsidP="00562011">
      <w:pPr>
        <w:pStyle w:val="Text-1"/>
      </w:pPr>
      <w:bookmarkStart w:id="24" w:name="_New_Features_1"/>
      <w:bookmarkEnd w:id="24"/>
      <w:proofErr w:type="spellStart"/>
      <w:r>
        <w:rPr>
          <w:rFonts w:hint="eastAsia"/>
        </w:rPr>
        <w:t>E</w:t>
      </w:r>
      <w:r w:rsidR="00DD32B8">
        <w:t>w</w:t>
      </w:r>
      <w:r>
        <w:rPr>
          <w:rFonts w:hint="eastAsia"/>
        </w:rPr>
        <w:t>eb</w:t>
      </w:r>
      <w:proofErr w:type="spellEnd"/>
      <w:r>
        <w:rPr>
          <w:rFonts w:hint="eastAsia"/>
        </w:rPr>
        <w:t xml:space="preserve"> password strength</w:t>
      </w:r>
      <w:r w:rsidR="00DD32B8">
        <w:t xml:space="preserve"> is enhanced.</w:t>
      </w:r>
      <w:r>
        <w:rPr>
          <w:rFonts w:hint="eastAsia"/>
        </w:rPr>
        <w:t xml:space="preserve"> The password must </w:t>
      </w:r>
      <w:r w:rsidR="00DD32B8">
        <w:t>be a combination of</w:t>
      </w:r>
      <w:r>
        <w:rPr>
          <w:rFonts w:hint="eastAsia"/>
        </w:rPr>
        <w:t xml:space="preserve"> at least three </w:t>
      </w:r>
      <w:r w:rsidR="00DD32B8">
        <w:t xml:space="preserve">types </w:t>
      </w:r>
      <w:r>
        <w:rPr>
          <w:rFonts w:hint="eastAsia"/>
        </w:rPr>
        <w:t xml:space="preserve">of the following: uppercase letters, lowercase letters, </w:t>
      </w:r>
      <w:r w:rsidR="00DD32B8">
        <w:t>numbers</w:t>
      </w:r>
      <w:r>
        <w:rPr>
          <w:rFonts w:hint="eastAsia"/>
        </w:rPr>
        <w:t>, and special characters.</w:t>
      </w:r>
    </w:p>
    <w:p w14:paraId="296F5D67" w14:textId="77777777" w:rsidR="00394A9F" w:rsidRDefault="00976575" w:rsidP="00394A9F">
      <w:pPr>
        <w:pStyle w:val="Text-1"/>
      </w:pPr>
      <w:r>
        <w:br w:type="page"/>
      </w:r>
    </w:p>
    <w:p w14:paraId="3CC927C9" w14:textId="3252B17A" w:rsidR="00FB03A1" w:rsidRDefault="00FB03A1" w:rsidP="00ED3346">
      <w:pPr>
        <w:pStyle w:val="1"/>
      </w:pPr>
      <w:bookmarkStart w:id="25" w:name="_Toc215665604"/>
      <w:r>
        <w:rPr>
          <w:rFonts w:hint="eastAsia"/>
        </w:rPr>
        <w:lastRenderedPageBreak/>
        <w:t>Resolved Issues</w:t>
      </w:r>
      <w:bookmarkEnd w:id="25"/>
    </w:p>
    <w:tbl>
      <w:tblPr>
        <w:tblW w:w="4650" w:type="pct"/>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4"/>
        <w:gridCol w:w="7681"/>
      </w:tblGrid>
      <w:tr w:rsidR="0061220E" w14:paraId="074E36C0" w14:textId="77777777" w:rsidTr="00562011">
        <w:trPr>
          <w:trHeight w:val="20"/>
        </w:trPr>
        <w:tc>
          <w:tcPr>
            <w:tcW w:w="1384" w:type="dxa"/>
            <w:shd w:val="clear" w:color="auto" w:fill="E6E6E6"/>
          </w:tcPr>
          <w:p w14:paraId="0C081B8C" w14:textId="77777777" w:rsidR="0061220E" w:rsidRDefault="00D615EC" w:rsidP="00562011">
            <w:pPr>
              <w:pStyle w:val="TableHeading"/>
            </w:pPr>
            <w:r>
              <w:t>Bug ID</w:t>
            </w:r>
          </w:p>
        </w:tc>
        <w:tc>
          <w:tcPr>
            <w:tcW w:w="8470" w:type="dxa"/>
            <w:shd w:val="clear" w:color="auto" w:fill="E6E6E6"/>
          </w:tcPr>
          <w:p w14:paraId="2E156EF3" w14:textId="77777777" w:rsidR="0061220E" w:rsidRDefault="0061220E" w:rsidP="00562011">
            <w:pPr>
              <w:pStyle w:val="TableHeading"/>
            </w:pPr>
            <w:r>
              <w:t>Description</w:t>
            </w:r>
          </w:p>
        </w:tc>
      </w:tr>
      <w:tr w:rsidR="0061220E" w14:paraId="526BB510" w14:textId="77777777" w:rsidTr="00562011">
        <w:trPr>
          <w:trHeight w:val="20"/>
        </w:trPr>
        <w:tc>
          <w:tcPr>
            <w:tcW w:w="1384" w:type="dxa"/>
            <w:vAlign w:val="center"/>
          </w:tcPr>
          <w:p w14:paraId="5E970863" w14:textId="77777777" w:rsidR="0061220E" w:rsidRPr="00562011" w:rsidRDefault="0061220E" w:rsidP="00562011">
            <w:pPr>
              <w:pStyle w:val="TableText0"/>
            </w:pPr>
            <w:r w:rsidRPr="00562011">
              <w:rPr>
                <w:rFonts w:hint="eastAsia"/>
              </w:rPr>
              <w:t>1</w:t>
            </w:r>
          </w:p>
        </w:tc>
        <w:tc>
          <w:tcPr>
            <w:tcW w:w="8470" w:type="dxa"/>
          </w:tcPr>
          <w:p w14:paraId="6329B759" w14:textId="77777777" w:rsidR="0061220E" w:rsidRPr="00562011" w:rsidRDefault="00D615EC" w:rsidP="00562011">
            <w:pPr>
              <w:pStyle w:val="TableText0"/>
            </w:pPr>
            <w:r w:rsidRPr="00562011">
              <w:t>T</w:t>
            </w:r>
            <w:r w:rsidR="0061220E" w:rsidRPr="00562011">
              <w:t xml:space="preserve">he AP works in routing mode, and the </w:t>
            </w:r>
            <w:r w:rsidRPr="00562011">
              <w:t>wide area network</w:t>
            </w:r>
            <w:r w:rsidRPr="00562011" w:rsidDel="00D615EC">
              <w:t xml:space="preserve"> </w:t>
            </w:r>
            <w:r w:rsidRPr="00562011">
              <w:t xml:space="preserve">(WAN) </w:t>
            </w:r>
            <w:r w:rsidR="0061220E" w:rsidRPr="00562011">
              <w:t xml:space="preserve">port is configured </w:t>
            </w:r>
            <w:r w:rsidR="00D15837" w:rsidRPr="00562011">
              <w:t>with</w:t>
            </w:r>
            <w:r w:rsidR="0061220E" w:rsidRPr="00562011">
              <w:t xml:space="preserve"> static </w:t>
            </w:r>
            <w:r w:rsidRPr="00562011">
              <w:t xml:space="preserve">IP </w:t>
            </w:r>
            <w:r w:rsidR="0061220E" w:rsidRPr="00562011">
              <w:t>mode</w:t>
            </w:r>
            <w:r w:rsidRPr="00562011">
              <w:t>.</w:t>
            </w:r>
            <w:r w:rsidR="0061220E" w:rsidRPr="00562011">
              <w:t xml:space="preserve"> </w:t>
            </w:r>
            <w:r w:rsidRPr="00562011">
              <w:t>In this case, t</w:t>
            </w:r>
            <w:r w:rsidR="0061220E" w:rsidRPr="00562011">
              <w:t xml:space="preserve">he </w:t>
            </w:r>
            <w:r w:rsidRPr="00562011">
              <w:t>STA</w:t>
            </w:r>
            <w:r w:rsidR="0061220E" w:rsidRPr="00562011">
              <w:t xml:space="preserve"> associated with the AP cannot access the network because the next hop is not specified.</w:t>
            </w:r>
          </w:p>
        </w:tc>
      </w:tr>
      <w:tr w:rsidR="0061220E" w14:paraId="689F4E39" w14:textId="77777777" w:rsidTr="00562011">
        <w:trPr>
          <w:trHeight w:val="20"/>
        </w:trPr>
        <w:tc>
          <w:tcPr>
            <w:tcW w:w="1384" w:type="dxa"/>
            <w:vAlign w:val="center"/>
          </w:tcPr>
          <w:p w14:paraId="090DF797" w14:textId="77777777" w:rsidR="0061220E" w:rsidRPr="00562011" w:rsidRDefault="0061220E" w:rsidP="00562011">
            <w:pPr>
              <w:pStyle w:val="TableText0"/>
            </w:pPr>
            <w:r w:rsidRPr="00562011">
              <w:rPr>
                <w:rFonts w:hint="eastAsia"/>
              </w:rPr>
              <w:t>2</w:t>
            </w:r>
          </w:p>
        </w:tc>
        <w:tc>
          <w:tcPr>
            <w:tcW w:w="8470" w:type="dxa"/>
          </w:tcPr>
          <w:p w14:paraId="77E007FC" w14:textId="77777777" w:rsidR="0061220E" w:rsidRPr="00562011" w:rsidRDefault="007B4A6D" w:rsidP="00562011">
            <w:pPr>
              <w:pStyle w:val="TableText0"/>
            </w:pPr>
            <w:r w:rsidRPr="00562011">
              <w:t xml:space="preserve">The </w:t>
            </w:r>
            <w:r w:rsidR="00A4001E" w:rsidRPr="00562011">
              <w:rPr>
                <w:b/>
              </w:rPr>
              <w:t>D</w:t>
            </w:r>
            <w:r w:rsidR="0061220E" w:rsidRPr="00562011">
              <w:rPr>
                <w:b/>
              </w:rPr>
              <w:t>elete</w:t>
            </w:r>
            <w:r w:rsidR="0061220E" w:rsidRPr="00562011">
              <w:t xml:space="preserve"> </w:t>
            </w:r>
            <w:r w:rsidRPr="00562011">
              <w:t xml:space="preserve">button </w:t>
            </w:r>
            <w:r w:rsidR="00A4001E" w:rsidRPr="00562011">
              <w:t>displayed on</w:t>
            </w:r>
            <w:r w:rsidRPr="00562011">
              <w:t xml:space="preserve"> the</w:t>
            </w:r>
            <w:r w:rsidR="00A4001E" w:rsidRPr="00562011">
              <w:t xml:space="preserve"> </w:t>
            </w:r>
            <w:proofErr w:type="spellStart"/>
            <w:r w:rsidR="00A4001E" w:rsidRPr="00562011">
              <w:rPr>
                <w:b/>
              </w:rPr>
              <w:t>WiFi</w:t>
            </w:r>
            <w:proofErr w:type="spellEnd"/>
            <w:r w:rsidR="00A4001E" w:rsidRPr="00562011">
              <w:rPr>
                <w:b/>
              </w:rPr>
              <w:t xml:space="preserve"> WLAN</w:t>
            </w:r>
            <w:r w:rsidR="00A4001E" w:rsidRPr="00562011">
              <w:t xml:space="preserve"> page by choosing </w:t>
            </w:r>
            <w:r w:rsidR="00A4001E" w:rsidRPr="00562011">
              <w:rPr>
                <w:b/>
              </w:rPr>
              <w:t>Config</w:t>
            </w:r>
            <w:r w:rsidR="00A4001E" w:rsidRPr="00562011">
              <w:t xml:space="preserve"> &gt; </w:t>
            </w:r>
            <w:r w:rsidR="00A4001E" w:rsidRPr="00562011">
              <w:rPr>
                <w:b/>
              </w:rPr>
              <w:t>Wireless</w:t>
            </w:r>
            <w:r w:rsidRPr="00562011">
              <w:t xml:space="preserve"> </w:t>
            </w:r>
            <w:r w:rsidR="00A4001E" w:rsidRPr="00562011">
              <w:t>on</w:t>
            </w:r>
            <w:r w:rsidRPr="00562011">
              <w:t xml:space="preserve"> </w:t>
            </w:r>
            <w:r w:rsidR="0061220E" w:rsidRPr="00562011">
              <w:t xml:space="preserve">the </w:t>
            </w:r>
            <w:proofErr w:type="spellStart"/>
            <w:r w:rsidR="00A144E6" w:rsidRPr="00562011">
              <w:t>E</w:t>
            </w:r>
            <w:r w:rsidRPr="00562011">
              <w:t>w</w:t>
            </w:r>
            <w:r w:rsidR="0061220E" w:rsidRPr="00562011">
              <w:t>eb</w:t>
            </w:r>
            <w:proofErr w:type="spellEnd"/>
            <w:r w:rsidR="0061220E" w:rsidRPr="00562011">
              <w:t xml:space="preserve"> </w:t>
            </w:r>
            <w:r w:rsidR="00A4001E" w:rsidRPr="00562011">
              <w:t>of the AP</w:t>
            </w:r>
            <w:r w:rsidRPr="00562011">
              <w:t xml:space="preserve"> is incorrectly translated into Japanese</w:t>
            </w:r>
            <w:r w:rsidR="0061220E" w:rsidRPr="00562011">
              <w:t>.</w:t>
            </w:r>
          </w:p>
        </w:tc>
      </w:tr>
      <w:tr w:rsidR="00726873" w14:paraId="27F993EF" w14:textId="77777777" w:rsidTr="00562011">
        <w:trPr>
          <w:trHeight w:val="20"/>
        </w:trPr>
        <w:tc>
          <w:tcPr>
            <w:tcW w:w="1384" w:type="dxa"/>
            <w:vAlign w:val="center"/>
          </w:tcPr>
          <w:p w14:paraId="4288CE54" w14:textId="77777777" w:rsidR="00726873" w:rsidRPr="00562011" w:rsidRDefault="00726873" w:rsidP="00562011">
            <w:pPr>
              <w:pStyle w:val="TableText0"/>
            </w:pPr>
            <w:r w:rsidRPr="00562011">
              <w:rPr>
                <w:rFonts w:hint="eastAsia"/>
              </w:rPr>
              <w:t>3</w:t>
            </w:r>
          </w:p>
        </w:tc>
        <w:tc>
          <w:tcPr>
            <w:tcW w:w="8470" w:type="dxa"/>
          </w:tcPr>
          <w:p w14:paraId="15603C64" w14:textId="77777777" w:rsidR="00726873" w:rsidRPr="00562011" w:rsidRDefault="00F0598E" w:rsidP="00562011">
            <w:pPr>
              <w:pStyle w:val="TableText0"/>
            </w:pPr>
            <w:r w:rsidRPr="00562011">
              <w:rPr>
                <w:rFonts w:hint="eastAsia"/>
              </w:rPr>
              <w:t>STAs</w:t>
            </w:r>
            <w:r w:rsidRPr="00562011">
              <w:t xml:space="preserve"> </w:t>
            </w:r>
            <w:r w:rsidR="00726873" w:rsidRPr="00562011">
              <w:t>that support SPP-AMSDU</w:t>
            </w:r>
            <w:r w:rsidRPr="00562011">
              <w:t xml:space="preserve"> cannot be associated with </w:t>
            </w:r>
            <w:r w:rsidR="00D5592D" w:rsidRPr="00562011">
              <w:t>the AP</w:t>
            </w:r>
            <w:r w:rsidR="00D5592D" w:rsidRPr="00562011">
              <w:rPr>
                <w:rFonts w:hint="eastAsia"/>
              </w:rPr>
              <w:t>.</w:t>
            </w:r>
          </w:p>
        </w:tc>
      </w:tr>
      <w:tr w:rsidR="00CB6B4D" w14:paraId="5F8C77EA" w14:textId="77777777" w:rsidTr="00562011">
        <w:trPr>
          <w:trHeight w:val="20"/>
        </w:trPr>
        <w:tc>
          <w:tcPr>
            <w:tcW w:w="1384" w:type="dxa"/>
            <w:vAlign w:val="center"/>
          </w:tcPr>
          <w:p w14:paraId="2CACF5DE" w14:textId="77777777" w:rsidR="00CB6B4D" w:rsidRPr="00562011" w:rsidRDefault="00F43730" w:rsidP="00562011">
            <w:pPr>
              <w:pStyle w:val="TableText0"/>
            </w:pPr>
            <w:r>
              <w:rPr>
                <w:rFonts w:hint="eastAsia"/>
              </w:rPr>
              <w:t>4</w:t>
            </w:r>
          </w:p>
        </w:tc>
        <w:tc>
          <w:tcPr>
            <w:tcW w:w="8470" w:type="dxa"/>
          </w:tcPr>
          <w:p w14:paraId="0261086A" w14:textId="77777777" w:rsidR="00CB6B4D" w:rsidRPr="00562011" w:rsidRDefault="00F43730" w:rsidP="00DD32B8">
            <w:pPr>
              <w:pStyle w:val="TableText0"/>
            </w:pPr>
            <w:r>
              <w:rPr>
                <w:rFonts w:hint="eastAsia"/>
              </w:rPr>
              <w:t>Some STAs fail to</w:t>
            </w:r>
            <w:r w:rsidR="00DD32B8">
              <w:t xml:space="preserve"> be</w:t>
            </w:r>
            <w:r>
              <w:rPr>
                <w:rFonts w:hint="eastAsia"/>
              </w:rPr>
              <w:t xml:space="preserve"> associate</w:t>
            </w:r>
            <w:r w:rsidR="00DD32B8">
              <w:t>d</w:t>
            </w:r>
            <w:r>
              <w:rPr>
                <w:rFonts w:hint="eastAsia"/>
              </w:rPr>
              <w:t xml:space="preserve"> with the AP </w:t>
            </w:r>
            <w:r w:rsidR="00DD32B8">
              <w:t>through</w:t>
            </w:r>
            <w:r>
              <w:rPr>
                <w:rFonts w:hint="eastAsia"/>
              </w:rPr>
              <w:t xml:space="preserve"> </w:t>
            </w:r>
            <w:r w:rsidR="00DD32B8" w:rsidRPr="00DD32B8">
              <w:t>Wi-Fi Protected Setup</w:t>
            </w:r>
            <w:r w:rsidR="00DD32B8" w:rsidRPr="00DD32B8">
              <w:rPr>
                <w:rFonts w:hint="eastAsia"/>
              </w:rPr>
              <w:t xml:space="preserve"> </w:t>
            </w:r>
            <w:r w:rsidR="00DD32B8">
              <w:t>(</w:t>
            </w:r>
            <w:r>
              <w:rPr>
                <w:rFonts w:hint="eastAsia"/>
              </w:rPr>
              <w:t>WPS</w:t>
            </w:r>
            <w:r w:rsidR="00DD32B8">
              <w:t>)</w:t>
            </w:r>
            <w:r>
              <w:rPr>
                <w:rFonts w:hint="eastAsia"/>
              </w:rPr>
              <w:t>.</w:t>
            </w:r>
          </w:p>
        </w:tc>
      </w:tr>
      <w:tr w:rsidR="00CB6B4D" w14:paraId="1559A966" w14:textId="77777777" w:rsidTr="00562011">
        <w:trPr>
          <w:trHeight w:val="20"/>
        </w:trPr>
        <w:tc>
          <w:tcPr>
            <w:tcW w:w="1384" w:type="dxa"/>
            <w:vAlign w:val="center"/>
          </w:tcPr>
          <w:p w14:paraId="2AE128B3" w14:textId="77777777" w:rsidR="00CB6B4D" w:rsidRPr="00562011" w:rsidRDefault="00F43730" w:rsidP="00562011">
            <w:pPr>
              <w:pStyle w:val="TableText0"/>
            </w:pPr>
            <w:r>
              <w:rPr>
                <w:rFonts w:hint="eastAsia"/>
              </w:rPr>
              <w:t>5</w:t>
            </w:r>
          </w:p>
        </w:tc>
        <w:tc>
          <w:tcPr>
            <w:tcW w:w="8470" w:type="dxa"/>
          </w:tcPr>
          <w:p w14:paraId="1AE31998" w14:textId="77777777" w:rsidR="00F43730" w:rsidRDefault="00104BCD" w:rsidP="00B36252">
            <w:pPr>
              <w:pStyle w:val="TableText0"/>
            </w:pPr>
            <w:r w:rsidRPr="00104BCD">
              <w:t xml:space="preserve">The </w:t>
            </w:r>
            <w:proofErr w:type="spellStart"/>
            <w:r w:rsidRPr="00104BCD">
              <w:t>Eweb</w:t>
            </w:r>
            <w:proofErr w:type="spellEnd"/>
            <w:r w:rsidRPr="00104BCD">
              <w:t xml:space="preserve"> has a</w:t>
            </w:r>
            <w:r>
              <w:t xml:space="preserve"> </w:t>
            </w:r>
            <w:r w:rsidR="00DD32B8" w:rsidRPr="00DD32B8">
              <w:t>Cross-Site Scripting (XSS)</w:t>
            </w:r>
            <w:r w:rsidR="00F43730">
              <w:rPr>
                <w:rFonts w:hint="eastAsia"/>
              </w:rPr>
              <w:t xml:space="preserve"> vulnerability</w:t>
            </w:r>
            <w:r>
              <w:t>.</w:t>
            </w:r>
          </w:p>
        </w:tc>
      </w:tr>
      <w:tr w:rsidR="00B66AD2" w:rsidRPr="00104BCD" w14:paraId="6C258FA0" w14:textId="77777777" w:rsidTr="00562011">
        <w:trPr>
          <w:trHeight w:val="20"/>
        </w:trPr>
        <w:tc>
          <w:tcPr>
            <w:tcW w:w="1384" w:type="dxa"/>
            <w:vAlign w:val="center"/>
          </w:tcPr>
          <w:p w14:paraId="2BC464FB" w14:textId="77777777" w:rsidR="00B66AD2" w:rsidRPr="00562011" w:rsidRDefault="00F43730" w:rsidP="00562011">
            <w:pPr>
              <w:pStyle w:val="TableText0"/>
            </w:pPr>
            <w:r>
              <w:rPr>
                <w:rFonts w:hint="eastAsia"/>
              </w:rPr>
              <w:t>6</w:t>
            </w:r>
          </w:p>
        </w:tc>
        <w:tc>
          <w:tcPr>
            <w:tcW w:w="8470" w:type="dxa"/>
          </w:tcPr>
          <w:p w14:paraId="2862AA22" w14:textId="1B203299" w:rsidR="00B66AD2" w:rsidRDefault="00B66AD2" w:rsidP="007B52D5">
            <w:pPr>
              <w:pStyle w:val="TableText0"/>
            </w:pPr>
            <w:r>
              <w:rPr>
                <w:rFonts w:hint="eastAsia"/>
              </w:rPr>
              <w:t>The IP address</w:t>
            </w:r>
            <w:r w:rsidR="006B6B13">
              <w:t xml:space="preserve"> of </w:t>
            </w:r>
            <w:r w:rsidR="007B52D5">
              <w:t>a</w:t>
            </w:r>
            <w:r w:rsidR="006B6B13">
              <w:t xml:space="preserve"> user who fails 10 login attempts with a </w:t>
            </w:r>
            <w:r w:rsidR="007B52D5" w:rsidRPr="007B52D5">
              <w:t xml:space="preserve">non-existent </w:t>
            </w:r>
            <w:r w:rsidR="006B6B13">
              <w:t>username</w:t>
            </w:r>
            <w:r>
              <w:rPr>
                <w:rFonts w:hint="eastAsia"/>
              </w:rPr>
              <w:t xml:space="preserve"> is not locked.</w:t>
            </w:r>
          </w:p>
        </w:tc>
      </w:tr>
      <w:tr w:rsidR="00B41F30" w14:paraId="6E9FE56C" w14:textId="77777777" w:rsidTr="00562011">
        <w:trPr>
          <w:trHeight w:val="20"/>
        </w:trPr>
        <w:tc>
          <w:tcPr>
            <w:tcW w:w="1384" w:type="dxa"/>
            <w:vAlign w:val="center"/>
          </w:tcPr>
          <w:p w14:paraId="7803CC95" w14:textId="77777777" w:rsidR="00B41F30" w:rsidRPr="00562011" w:rsidRDefault="00F43730" w:rsidP="00562011">
            <w:pPr>
              <w:pStyle w:val="TableText0"/>
            </w:pPr>
            <w:r>
              <w:rPr>
                <w:rFonts w:hint="eastAsia"/>
              </w:rPr>
              <w:t>7</w:t>
            </w:r>
          </w:p>
        </w:tc>
        <w:tc>
          <w:tcPr>
            <w:tcW w:w="8470" w:type="dxa"/>
          </w:tcPr>
          <w:p w14:paraId="44CC59DA" w14:textId="24CC39EF" w:rsidR="00B41F30" w:rsidRDefault="0055591D" w:rsidP="00100B2D">
            <w:pPr>
              <w:pStyle w:val="TableText0"/>
            </w:pPr>
            <w:r>
              <w:t>An</w:t>
            </w:r>
            <w:r w:rsidR="00B41F30">
              <w:rPr>
                <w:rFonts w:hint="eastAsia"/>
              </w:rPr>
              <w:t xml:space="preserve"> </w:t>
            </w:r>
            <w:proofErr w:type="spellStart"/>
            <w:r w:rsidR="00104BCD">
              <w:t>E</w:t>
            </w:r>
            <w:r w:rsidR="00B41F30">
              <w:rPr>
                <w:rFonts w:hint="eastAsia"/>
              </w:rPr>
              <w:t>web</w:t>
            </w:r>
            <w:proofErr w:type="spellEnd"/>
            <w:r w:rsidR="00B41F30">
              <w:rPr>
                <w:rFonts w:hint="eastAsia"/>
              </w:rPr>
              <w:t xml:space="preserve"> account is permitted to log in from different locations </w:t>
            </w:r>
            <w:r w:rsidR="00100B2D">
              <w:t>simultaneously</w:t>
            </w:r>
            <w:r w:rsidR="00B41F30">
              <w:rPr>
                <w:rFonts w:hint="eastAsia"/>
              </w:rPr>
              <w:t>.</w:t>
            </w:r>
          </w:p>
        </w:tc>
      </w:tr>
      <w:tr w:rsidR="004B4CC4" w14:paraId="119EB3C6" w14:textId="77777777" w:rsidTr="00562011">
        <w:trPr>
          <w:trHeight w:val="20"/>
        </w:trPr>
        <w:tc>
          <w:tcPr>
            <w:tcW w:w="1384" w:type="dxa"/>
            <w:vAlign w:val="center"/>
          </w:tcPr>
          <w:p w14:paraId="0E9B418D" w14:textId="6E72EE09" w:rsidR="004B4CC4" w:rsidRDefault="004B4CC4" w:rsidP="00562011">
            <w:pPr>
              <w:pStyle w:val="TableText0"/>
            </w:pPr>
            <w:r>
              <w:rPr>
                <w:rFonts w:hint="eastAsia"/>
              </w:rPr>
              <w:t>8</w:t>
            </w:r>
          </w:p>
        </w:tc>
        <w:tc>
          <w:tcPr>
            <w:tcW w:w="8470" w:type="dxa"/>
          </w:tcPr>
          <w:p w14:paraId="752E707F" w14:textId="0EC3D144" w:rsidR="004B4CC4" w:rsidRDefault="006C7C2B" w:rsidP="006C7C2B">
            <w:pPr>
              <w:pStyle w:val="TableText0"/>
            </w:pPr>
            <w:r>
              <w:t xml:space="preserve">The AP is enabled with fixed channels 132, 136, and 140, but the configuration does not take effect after </w:t>
            </w:r>
            <w:r w:rsidR="003409D3">
              <w:t xml:space="preserve">the </w:t>
            </w:r>
            <w:r>
              <w:t>AP restart</w:t>
            </w:r>
            <w:r w:rsidR="003409D3">
              <w:t>s</w:t>
            </w:r>
            <w:r>
              <w:t>.</w:t>
            </w:r>
          </w:p>
        </w:tc>
      </w:tr>
      <w:tr w:rsidR="00DC72DA" w14:paraId="0E5A9466" w14:textId="77777777" w:rsidTr="00562011">
        <w:trPr>
          <w:trHeight w:val="20"/>
        </w:trPr>
        <w:tc>
          <w:tcPr>
            <w:tcW w:w="1384" w:type="dxa"/>
            <w:vAlign w:val="center"/>
          </w:tcPr>
          <w:p w14:paraId="364A07A6" w14:textId="5159E9E7" w:rsidR="00DC72DA" w:rsidRDefault="00DC72DA" w:rsidP="00562011">
            <w:pPr>
              <w:pStyle w:val="TableText0"/>
            </w:pPr>
            <w:r>
              <w:t>9</w:t>
            </w:r>
          </w:p>
        </w:tc>
        <w:tc>
          <w:tcPr>
            <w:tcW w:w="8470" w:type="dxa"/>
          </w:tcPr>
          <w:p w14:paraId="51142EF7" w14:textId="7C9B5689" w:rsidR="00DC72DA" w:rsidRPr="00374CFD" w:rsidRDefault="00374CFD" w:rsidP="00374CFD">
            <w:pPr>
              <w:pStyle w:val="TableText0"/>
            </w:pPr>
            <w:r w:rsidRPr="00374CFD">
              <w:t>The AP restarts due to the receipt of IPv6 TCP packets that are not transparently transmitted.</w:t>
            </w:r>
          </w:p>
        </w:tc>
      </w:tr>
      <w:tr w:rsidR="0018293B" w14:paraId="4C8A8209" w14:textId="77777777" w:rsidTr="00562011">
        <w:trPr>
          <w:trHeight w:val="20"/>
        </w:trPr>
        <w:tc>
          <w:tcPr>
            <w:tcW w:w="1384" w:type="dxa"/>
            <w:vAlign w:val="center"/>
          </w:tcPr>
          <w:p w14:paraId="0D81C668" w14:textId="78AB6756" w:rsidR="0018293B" w:rsidRDefault="0018293B" w:rsidP="00562011">
            <w:pPr>
              <w:pStyle w:val="TableText0"/>
            </w:pPr>
            <w:r>
              <w:rPr>
                <w:rFonts w:hint="eastAsia"/>
              </w:rPr>
              <w:t>10</w:t>
            </w:r>
          </w:p>
        </w:tc>
        <w:tc>
          <w:tcPr>
            <w:tcW w:w="8470" w:type="dxa"/>
          </w:tcPr>
          <w:p w14:paraId="46A53FB9" w14:textId="7BA46A84" w:rsidR="0018293B" w:rsidRPr="00374CFD" w:rsidRDefault="00706C75" w:rsidP="00374CFD">
            <w:pPr>
              <w:pStyle w:val="TableText0"/>
            </w:pPr>
            <w:r>
              <w:rPr>
                <w:rFonts w:hint="eastAsia"/>
              </w:rPr>
              <w:t>After</w:t>
            </w:r>
            <w:r>
              <w:t xml:space="preserve"> the NTP server address of the AP is changed, it is not displayed properly on </w:t>
            </w:r>
            <w:proofErr w:type="spellStart"/>
            <w:r>
              <w:t>eWeb</w:t>
            </w:r>
            <w:proofErr w:type="spellEnd"/>
            <w:r>
              <w:t>.</w:t>
            </w:r>
          </w:p>
        </w:tc>
      </w:tr>
      <w:tr w:rsidR="0018293B" w14:paraId="0401C45C" w14:textId="77777777" w:rsidTr="00562011">
        <w:trPr>
          <w:trHeight w:val="20"/>
        </w:trPr>
        <w:tc>
          <w:tcPr>
            <w:tcW w:w="1384" w:type="dxa"/>
            <w:vAlign w:val="center"/>
          </w:tcPr>
          <w:p w14:paraId="322C5CDA" w14:textId="62A846CD" w:rsidR="0018293B" w:rsidRDefault="0018293B" w:rsidP="00562011">
            <w:pPr>
              <w:pStyle w:val="TableText0"/>
            </w:pPr>
            <w:r>
              <w:rPr>
                <w:rFonts w:hint="eastAsia"/>
              </w:rPr>
              <w:t>11</w:t>
            </w:r>
          </w:p>
        </w:tc>
        <w:tc>
          <w:tcPr>
            <w:tcW w:w="8470" w:type="dxa"/>
          </w:tcPr>
          <w:p w14:paraId="6AF2E9D7" w14:textId="5646BCEF" w:rsidR="0018293B" w:rsidRPr="00374CFD" w:rsidRDefault="00706C75" w:rsidP="00374CFD">
            <w:pPr>
              <w:pStyle w:val="TableText0"/>
            </w:pPr>
            <w:r>
              <w:t xml:space="preserve">The uplink port is connected to the Internet, but a "Network error." message appears when checking the Internet connection on </w:t>
            </w:r>
            <w:proofErr w:type="spellStart"/>
            <w:r>
              <w:t>eWeb</w:t>
            </w:r>
            <w:proofErr w:type="spellEnd"/>
            <w:r>
              <w:t>.</w:t>
            </w:r>
          </w:p>
        </w:tc>
      </w:tr>
      <w:tr w:rsidR="006A6117" w14:paraId="64F9DBD2" w14:textId="77777777" w:rsidTr="00562011">
        <w:trPr>
          <w:trHeight w:val="20"/>
        </w:trPr>
        <w:tc>
          <w:tcPr>
            <w:tcW w:w="1384" w:type="dxa"/>
            <w:vAlign w:val="center"/>
          </w:tcPr>
          <w:p w14:paraId="0FA67D05" w14:textId="04680E9F" w:rsidR="006A6117" w:rsidRDefault="006A6117" w:rsidP="00562011">
            <w:pPr>
              <w:pStyle w:val="TableText0"/>
            </w:pPr>
            <w:r>
              <w:rPr>
                <w:rFonts w:hint="eastAsia"/>
              </w:rPr>
              <w:t>12</w:t>
            </w:r>
          </w:p>
        </w:tc>
        <w:tc>
          <w:tcPr>
            <w:tcW w:w="8470" w:type="dxa"/>
          </w:tcPr>
          <w:p w14:paraId="0116DBC6" w14:textId="733B83C8" w:rsidR="006A6117" w:rsidRPr="00E774B2" w:rsidRDefault="00B02485" w:rsidP="00374CFD">
            <w:pPr>
              <w:pStyle w:val="TableText0"/>
            </w:pPr>
            <w:r w:rsidRPr="00B02485">
              <w:t>Resolve web injection vulnerabilities</w:t>
            </w:r>
            <w:r w:rsidR="00E774B2">
              <w:rPr>
                <w:rFonts w:hint="eastAsia"/>
              </w:rPr>
              <w:t>.</w:t>
            </w:r>
          </w:p>
        </w:tc>
      </w:tr>
      <w:tr w:rsidR="007012E0" w14:paraId="70ED4C6D" w14:textId="77777777" w:rsidTr="00562011">
        <w:trPr>
          <w:trHeight w:val="20"/>
        </w:trPr>
        <w:tc>
          <w:tcPr>
            <w:tcW w:w="1384" w:type="dxa"/>
            <w:vAlign w:val="center"/>
          </w:tcPr>
          <w:p w14:paraId="5798DD5C" w14:textId="7C1E7524" w:rsidR="007012E0" w:rsidRDefault="007012E0" w:rsidP="00562011">
            <w:pPr>
              <w:pStyle w:val="TableText0"/>
            </w:pPr>
            <w:r>
              <w:rPr>
                <w:rFonts w:hint="eastAsia"/>
              </w:rPr>
              <w:t>13</w:t>
            </w:r>
          </w:p>
        </w:tc>
        <w:tc>
          <w:tcPr>
            <w:tcW w:w="8470" w:type="dxa"/>
          </w:tcPr>
          <w:p w14:paraId="1E710584" w14:textId="6DE922C7" w:rsidR="007012E0" w:rsidRPr="00B02485" w:rsidRDefault="007012E0" w:rsidP="00374CFD">
            <w:pPr>
              <w:pStyle w:val="TableText0"/>
            </w:pPr>
            <w:r w:rsidRPr="007012E0">
              <w:t>Resolve command execution vulnerabilities</w:t>
            </w:r>
            <w:r>
              <w:rPr>
                <w:rFonts w:hint="eastAsia"/>
              </w:rPr>
              <w:t>.</w:t>
            </w:r>
          </w:p>
        </w:tc>
      </w:tr>
    </w:tbl>
    <w:p w14:paraId="3F8C0FDF" w14:textId="77777777" w:rsidR="009D71F0" w:rsidRDefault="00976575" w:rsidP="00ED1F83">
      <w:pPr>
        <w:pStyle w:val="Text-1"/>
      </w:pPr>
      <w:r>
        <w:br w:type="page"/>
      </w:r>
    </w:p>
    <w:p w14:paraId="0731494A" w14:textId="436CC9F2" w:rsidR="00FB03A1" w:rsidRDefault="00D5592D">
      <w:pPr>
        <w:pStyle w:val="1"/>
      </w:pPr>
      <w:bookmarkStart w:id="26" w:name="_Toc215665605"/>
      <w:r>
        <w:lastRenderedPageBreak/>
        <w:t>Open</w:t>
      </w:r>
      <w:r w:rsidR="00FB03A1">
        <w:rPr>
          <w:rFonts w:hint="eastAsia"/>
        </w:rPr>
        <w:t xml:space="preserve"> Issues</w:t>
      </w:r>
      <w:bookmarkEnd w:id="26"/>
    </w:p>
    <w:tbl>
      <w:tblPr>
        <w:tblW w:w="4650" w:type="pct"/>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4"/>
        <w:gridCol w:w="7681"/>
      </w:tblGrid>
      <w:tr w:rsidR="00FB03A1" w:rsidRPr="00562011" w14:paraId="2B3BA2EA" w14:textId="77777777" w:rsidTr="00562011">
        <w:trPr>
          <w:trHeight w:val="20"/>
          <w:tblHeader/>
        </w:trPr>
        <w:tc>
          <w:tcPr>
            <w:tcW w:w="1384" w:type="dxa"/>
            <w:shd w:val="clear" w:color="auto" w:fill="E6E6E6"/>
          </w:tcPr>
          <w:p w14:paraId="08D54279" w14:textId="77777777" w:rsidR="00FB03A1" w:rsidRPr="00562011" w:rsidRDefault="0094439F" w:rsidP="00562011">
            <w:pPr>
              <w:pStyle w:val="TableHeading"/>
            </w:pPr>
            <w:r w:rsidRPr="00562011">
              <w:t>Bug ID</w:t>
            </w:r>
          </w:p>
        </w:tc>
        <w:tc>
          <w:tcPr>
            <w:tcW w:w="8470" w:type="dxa"/>
            <w:shd w:val="clear" w:color="auto" w:fill="E6E6E6"/>
          </w:tcPr>
          <w:p w14:paraId="7863E456" w14:textId="77777777" w:rsidR="00FB03A1" w:rsidRPr="00562011" w:rsidRDefault="00FB03A1" w:rsidP="00562011">
            <w:pPr>
              <w:pStyle w:val="TableHeading"/>
            </w:pPr>
            <w:r w:rsidRPr="00562011">
              <w:t>Description</w:t>
            </w:r>
          </w:p>
        </w:tc>
      </w:tr>
      <w:tr w:rsidR="00FB03A1" w:rsidRPr="00562011" w14:paraId="47377329" w14:textId="77777777" w:rsidTr="00562011">
        <w:trPr>
          <w:trHeight w:val="20"/>
        </w:trPr>
        <w:tc>
          <w:tcPr>
            <w:tcW w:w="1384" w:type="dxa"/>
            <w:vAlign w:val="center"/>
          </w:tcPr>
          <w:p w14:paraId="29E5C599" w14:textId="77777777" w:rsidR="00FB03A1" w:rsidRPr="00562011" w:rsidRDefault="00FB03A1" w:rsidP="00562011">
            <w:pPr>
              <w:pStyle w:val="TableText0"/>
            </w:pPr>
            <w:r w:rsidRPr="00562011">
              <w:rPr>
                <w:rFonts w:hint="eastAsia"/>
              </w:rPr>
              <w:t>1</w:t>
            </w:r>
          </w:p>
        </w:tc>
        <w:tc>
          <w:tcPr>
            <w:tcW w:w="8470" w:type="dxa"/>
          </w:tcPr>
          <w:p w14:paraId="6EDA4935" w14:textId="77777777" w:rsidR="00FB03A1" w:rsidRPr="00562011" w:rsidRDefault="00FB03A1" w:rsidP="00562011">
            <w:pPr>
              <w:pStyle w:val="TableText0"/>
            </w:pPr>
            <w:r w:rsidRPr="00562011">
              <w:rPr>
                <w:rFonts w:hint="eastAsia"/>
              </w:rPr>
              <w:t>VLAN</w:t>
            </w:r>
            <w:r w:rsidRPr="00562011">
              <w:t>s</w:t>
            </w:r>
            <w:r w:rsidRPr="00562011">
              <w:rPr>
                <w:rFonts w:hint="eastAsia"/>
              </w:rPr>
              <w:t xml:space="preserve"> can be configured through the </w:t>
            </w:r>
            <w:proofErr w:type="spellStart"/>
            <w:r w:rsidR="0094439F" w:rsidRPr="00562011">
              <w:t>Ew</w:t>
            </w:r>
            <w:r w:rsidRPr="00562011">
              <w:rPr>
                <w:rFonts w:hint="eastAsia"/>
              </w:rPr>
              <w:t>eb</w:t>
            </w:r>
            <w:proofErr w:type="spellEnd"/>
            <w:r w:rsidRPr="00562011">
              <w:rPr>
                <w:rFonts w:hint="eastAsia"/>
              </w:rPr>
              <w:t xml:space="preserve"> but cannot be deleted.</w:t>
            </w:r>
          </w:p>
        </w:tc>
      </w:tr>
      <w:tr w:rsidR="00FB03A1" w:rsidRPr="00562011" w14:paraId="0A6594DC" w14:textId="77777777" w:rsidTr="00562011">
        <w:trPr>
          <w:trHeight w:val="20"/>
        </w:trPr>
        <w:tc>
          <w:tcPr>
            <w:tcW w:w="1384" w:type="dxa"/>
            <w:vAlign w:val="center"/>
          </w:tcPr>
          <w:p w14:paraId="3549BDF1" w14:textId="77777777" w:rsidR="00FB03A1" w:rsidRPr="00562011" w:rsidRDefault="00FB03A1" w:rsidP="00562011">
            <w:pPr>
              <w:pStyle w:val="TableText0"/>
            </w:pPr>
            <w:r w:rsidRPr="00562011">
              <w:rPr>
                <w:rFonts w:hint="eastAsia"/>
              </w:rPr>
              <w:t>2</w:t>
            </w:r>
          </w:p>
        </w:tc>
        <w:tc>
          <w:tcPr>
            <w:tcW w:w="8470" w:type="dxa"/>
          </w:tcPr>
          <w:p w14:paraId="69089C6B" w14:textId="77777777" w:rsidR="00FB03A1" w:rsidRPr="00562011" w:rsidRDefault="00FB03A1" w:rsidP="00562011">
            <w:pPr>
              <w:pStyle w:val="TableText0"/>
            </w:pPr>
            <w:r w:rsidRPr="00562011">
              <w:rPr>
                <w:rFonts w:hint="eastAsia"/>
              </w:rPr>
              <w:t xml:space="preserve">The </w:t>
            </w:r>
            <w:r w:rsidR="002B66B2" w:rsidRPr="00562011">
              <w:t>forwarding</w:t>
            </w:r>
            <w:r w:rsidR="001D1D6B" w:rsidRPr="00562011">
              <w:rPr>
                <w:rFonts w:hint="eastAsia"/>
              </w:rPr>
              <w:t xml:space="preserve"> </w:t>
            </w:r>
            <w:r w:rsidRPr="00562011">
              <w:rPr>
                <w:rFonts w:hint="eastAsia"/>
              </w:rPr>
              <w:t xml:space="preserve">rate of </w:t>
            </w:r>
            <w:r w:rsidRPr="00562011">
              <w:t>small packets</w:t>
            </w:r>
            <w:r w:rsidRPr="00562011">
              <w:rPr>
                <w:rFonts w:hint="eastAsia"/>
              </w:rPr>
              <w:t xml:space="preserve"> on wired </w:t>
            </w:r>
            <w:r w:rsidR="0094439F" w:rsidRPr="00562011">
              <w:t>port</w:t>
            </w:r>
            <w:r w:rsidRPr="00562011">
              <w:rPr>
                <w:rFonts w:hint="eastAsia"/>
              </w:rPr>
              <w:t xml:space="preserve">s fails to </w:t>
            </w:r>
            <w:r w:rsidRPr="00562011">
              <w:t>reach</w:t>
            </w:r>
            <w:r w:rsidRPr="00562011">
              <w:rPr>
                <w:rFonts w:hint="eastAsia"/>
              </w:rPr>
              <w:t xml:space="preserve"> the</w:t>
            </w:r>
            <w:r w:rsidR="0094439F" w:rsidRPr="00562011">
              <w:t xml:space="preserve"> </w:t>
            </w:r>
            <w:r w:rsidRPr="00562011">
              <w:rPr>
                <w:rFonts w:hint="eastAsia"/>
              </w:rPr>
              <w:t>standard speed</w:t>
            </w:r>
            <w:r w:rsidR="002B66B2" w:rsidRPr="00562011">
              <w:t xml:space="preserve">, that is, </w:t>
            </w:r>
            <w:r w:rsidR="002B66B2" w:rsidRPr="00562011">
              <w:rPr>
                <w:rFonts w:hint="eastAsia"/>
              </w:rPr>
              <w:t>900 M</w:t>
            </w:r>
            <w:r w:rsidR="002B66B2" w:rsidRPr="00562011">
              <w:t>bps</w:t>
            </w:r>
            <w:r w:rsidRPr="00562011">
              <w:rPr>
                <w:rFonts w:hint="eastAsia"/>
              </w:rPr>
              <w:t>.</w:t>
            </w:r>
          </w:p>
        </w:tc>
      </w:tr>
      <w:tr w:rsidR="00FB03A1" w:rsidRPr="00562011" w14:paraId="181AE5DC" w14:textId="77777777" w:rsidTr="00562011">
        <w:trPr>
          <w:trHeight w:val="20"/>
        </w:trPr>
        <w:tc>
          <w:tcPr>
            <w:tcW w:w="1384" w:type="dxa"/>
            <w:vAlign w:val="center"/>
          </w:tcPr>
          <w:p w14:paraId="760C632E" w14:textId="77777777" w:rsidR="00FB03A1" w:rsidRPr="00562011" w:rsidRDefault="00FB03A1" w:rsidP="00562011">
            <w:pPr>
              <w:pStyle w:val="TableText0"/>
            </w:pPr>
            <w:r w:rsidRPr="00562011">
              <w:rPr>
                <w:rFonts w:hint="eastAsia"/>
              </w:rPr>
              <w:t>3</w:t>
            </w:r>
          </w:p>
        </w:tc>
        <w:tc>
          <w:tcPr>
            <w:tcW w:w="8470" w:type="dxa"/>
          </w:tcPr>
          <w:p w14:paraId="5445E2CE" w14:textId="77777777" w:rsidR="00FB03A1" w:rsidRPr="00562011" w:rsidRDefault="00FB03A1" w:rsidP="00562011">
            <w:pPr>
              <w:pStyle w:val="TableText0"/>
            </w:pPr>
            <w:r w:rsidRPr="00562011">
              <w:t xml:space="preserve">In a </w:t>
            </w:r>
            <w:r w:rsidRPr="00562011">
              <w:rPr>
                <w:rFonts w:hint="eastAsia"/>
              </w:rPr>
              <w:t>concurrent</w:t>
            </w:r>
            <w:r w:rsidRPr="00562011">
              <w:t xml:space="preserve"> test</w:t>
            </w:r>
            <w:r w:rsidRPr="00562011">
              <w:rPr>
                <w:rFonts w:hint="eastAsia"/>
              </w:rPr>
              <w:t xml:space="preserve">, the average </w:t>
            </w:r>
            <w:r w:rsidR="001D1D6B" w:rsidRPr="00562011">
              <w:t>transmission</w:t>
            </w:r>
            <w:r w:rsidR="0094439F" w:rsidRPr="00562011">
              <w:rPr>
                <w:rFonts w:hint="eastAsia"/>
              </w:rPr>
              <w:t xml:space="preserve"> </w:t>
            </w:r>
            <w:r w:rsidRPr="00562011">
              <w:rPr>
                <w:rFonts w:hint="eastAsia"/>
              </w:rPr>
              <w:t xml:space="preserve">rate of </w:t>
            </w:r>
            <w:r w:rsidR="0094439F" w:rsidRPr="00562011">
              <w:t>STAs</w:t>
            </w:r>
            <w:r w:rsidR="0094439F" w:rsidRPr="00562011">
              <w:rPr>
                <w:rFonts w:hint="eastAsia"/>
              </w:rPr>
              <w:t xml:space="preserve"> </w:t>
            </w:r>
            <w:r w:rsidRPr="00562011">
              <w:t>in</w:t>
            </w:r>
            <w:r w:rsidR="001D1D6B" w:rsidRPr="00562011">
              <w:t xml:space="preserve"> the IEEE 802.11ac</w:t>
            </w:r>
            <w:r w:rsidRPr="00562011">
              <w:t xml:space="preserve"> HT40</w:t>
            </w:r>
            <w:r w:rsidR="001D1D6B" w:rsidRPr="00562011">
              <w:t xml:space="preserve"> mode and </w:t>
            </w:r>
            <w:r w:rsidRPr="00562011">
              <w:rPr>
                <w:rFonts w:hint="eastAsia"/>
              </w:rPr>
              <w:t>HT80</w:t>
            </w:r>
            <w:r w:rsidR="001D1D6B" w:rsidRPr="00562011">
              <w:t xml:space="preserve"> mode is</w:t>
            </w:r>
            <w:r w:rsidRPr="00562011">
              <w:rPr>
                <w:rFonts w:hint="eastAsia"/>
              </w:rPr>
              <w:t xml:space="preserve"> </w:t>
            </w:r>
            <w:r w:rsidR="001D1D6B" w:rsidRPr="00562011">
              <w:t>lower</w:t>
            </w:r>
            <w:r w:rsidR="001D1D6B" w:rsidRPr="00562011">
              <w:rPr>
                <w:rFonts w:hint="eastAsia"/>
              </w:rPr>
              <w:t xml:space="preserve"> </w:t>
            </w:r>
            <w:r w:rsidRPr="00562011">
              <w:rPr>
                <w:rFonts w:hint="eastAsia"/>
              </w:rPr>
              <w:t xml:space="preserve">than the previous version. </w:t>
            </w:r>
            <w:r w:rsidRPr="00562011">
              <w:t xml:space="preserve">There </w:t>
            </w:r>
            <w:r w:rsidR="001D1D6B" w:rsidRPr="00562011">
              <w:t xml:space="preserve">are STAs </w:t>
            </w:r>
            <w:r w:rsidRPr="00562011">
              <w:t>with</w:t>
            </w:r>
            <w:r w:rsidRPr="00562011">
              <w:rPr>
                <w:rFonts w:hint="eastAsia"/>
              </w:rPr>
              <w:t xml:space="preserve"> the transmission rate of </w:t>
            </w:r>
            <w:r w:rsidR="001D1D6B" w:rsidRPr="00562011">
              <w:t>lower</w:t>
            </w:r>
            <w:r w:rsidRPr="00562011">
              <w:rPr>
                <w:rFonts w:hint="eastAsia"/>
              </w:rPr>
              <w:t xml:space="preserve"> than 2 M</w:t>
            </w:r>
            <w:r w:rsidR="001D1D6B" w:rsidRPr="00562011">
              <w:t>bps</w:t>
            </w:r>
            <w:r w:rsidRPr="00562011">
              <w:rPr>
                <w:rFonts w:hint="eastAsia"/>
              </w:rPr>
              <w:t>.</w:t>
            </w:r>
          </w:p>
        </w:tc>
      </w:tr>
      <w:tr w:rsidR="00FB03A1" w:rsidRPr="00562011" w14:paraId="5031B4E3" w14:textId="77777777" w:rsidTr="00562011">
        <w:trPr>
          <w:trHeight w:val="20"/>
        </w:trPr>
        <w:tc>
          <w:tcPr>
            <w:tcW w:w="1384" w:type="dxa"/>
            <w:vAlign w:val="center"/>
          </w:tcPr>
          <w:p w14:paraId="5AF0E769" w14:textId="77777777" w:rsidR="00FB03A1" w:rsidRPr="00562011" w:rsidRDefault="00FB03A1" w:rsidP="00562011">
            <w:pPr>
              <w:pStyle w:val="TableText0"/>
            </w:pPr>
            <w:r w:rsidRPr="00562011">
              <w:rPr>
                <w:rFonts w:hint="eastAsia"/>
              </w:rPr>
              <w:t>4</w:t>
            </w:r>
          </w:p>
        </w:tc>
        <w:tc>
          <w:tcPr>
            <w:tcW w:w="8470" w:type="dxa"/>
          </w:tcPr>
          <w:p w14:paraId="66EA93B7" w14:textId="77777777" w:rsidR="00FB03A1" w:rsidRPr="00562011" w:rsidRDefault="00FB03A1" w:rsidP="00562011">
            <w:pPr>
              <w:pStyle w:val="TableText0"/>
            </w:pPr>
            <w:r w:rsidRPr="00562011">
              <w:t>During a</w:t>
            </w:r>
            <w:r w:rsidRPr="00562011">
              <w:rPr>
                <w:rFonts w:hint="eastAsia"/>
              </w:rPr>
              <w:t xml:space="preserve"> </w:t>
            </w:r>
            <w:r w:rsidR="001D1D6B" w:rsidRPr="00562011">
              <w:t>received signal strength indicator (RSSI)</w:t>
            </w:r>
            <w:r w:rsidRPr="00562011">
              <w:t xml:space="preserve"> test</w:t>
            </w:r>
            <w:r w:rsidRPr="00562011">
              <w:rPr>
                <w:rFonts w:hint="eastAsia"/>
              </w:rPr>
              <w:t xml:space="preserve">, </w:t>
            </w:r>
            <w:r w:rsidR="001D1D6B" w:rsidRPr="00562011">
              <w:t>the</w:t>
            </w:r>
            <w:r w:rsidR="00201C30" w:rsidRPr="00562011">
              <w:t xml:space="preserve"> 5 GHz</w:t>
            </w:r>
            <w:r w:rsidR="001D1D6B" w:rsidRPr="00562011">
              <w:t xml:space="preserve"> </w:t>
            </w:r>
            <w:r w:rsidR="00201C30" w:rsidRPr="00562011">
              <w:t>RSSI is</w:t>
            </w:r>
            <w:r w:rsidR="00201C30" w:rsidRPr="00562011">
              <w:rPr>
                <w:rFonts w:hint="eastAsia"/>
              </w:rPr>
              <w:t xml:space="preserve"> 2.9 </w:t>
            </w:r>
            <w:r w:rsidR="00201C30" w:rsidRPr="00562011">
              <w:t>dB</w:t>
            </w:r>
            <w:r w:rsidR="002B66B2" w:rsidRPr="00562011">
              <w:t>m</w:t>
            </w:r>
            <w:r w:rsidR="00201C30" w:rsidRPr="00562011">
              <w:rPr>
                <w:rFonts w:hint="eastAsia"/>
              </w:rPr>
              <w:t xml:space="preserve"> lower than that </w:t>
            </w:r>
            <w:r w:rsidR="00201C30" w:rsidRPr="00562011">
              <w:t>of</w:t>
            </w:r>
            <w:r w:rsidR="00201C30" w:rsidRPr="00562011">
              <w:rPr>
                <w:rFonts w:hint="eastAsia"/>
              </w:rPr>
              <w:t xml:space="preserve"> </w:t>
            </w:r>
            <w:r w:rsidR="002B66B2" w:rsidRPr="00562011">
              <w:t xml:space="preserve">the </w:t>
            </w:r>
            <w:r w:rsidR="00201C30" w:rsidRPr="00562011">
              <w:rPr>
                <w:rFonts w:hint="eastAsia"/>
              </w:rPr>
              <w:t>AP180PE-V2</w:t>
            </w:r>
            <w:r w:rsidR="00201C30" w:rsidRPr="00562011">
              <w:t xml:space="preserve"> </w:t>
            </w:r>
            <w:r w:rsidRPr="00562011">
              <w:rPr>
                <w:rFonts w:hint="eastAsia"/>
              </w:rPr>
              <w:t>in six positions</w:t>
            </w:r>
            <w:r w:rsidR="00201C30" w:rsidRPr="00562011">
              <w:t xml:space="preserve"> under</w:t>
            </w:r>
            <w:r w:rsidR="00201C30" w:rsidRPr="00562011">
              <w:rPr>
                <w:rFonts w:hint="eastAsia"/>
              </w:rPr>
              <w:t xml:space="preserve"> LOS</w:t>
            </w:r>
            <w:r w:rsidR="00201C30" w:rsidRPr="00562011">
              <w:t xml:space="preserve"> </w:t>
            </w:r>
            <w:r w:rsidR="00201C30" w:rsidRPr="00562011">
              <w:rPr>
                <w:rFonts w:hint="eastAsia"/>
              </w:rPr>
              <w:t>(line of sight)</w:t>
            </w:r>
            <w:r w:rsidR="00201C30" w:rsidRPr="00562011">
              <w:t xml:space="preserve"> conditions</w:t>
            </w:r>
            <w:r w:rsidRPr="00562011">
              <w:rPr>
                <w:rFonts w:hint="eastAsia"/>
              </w:rPr>
              <w:t>.</w:t>
            </w:r>
          </w:p>
        </w:tc>
      </w:tr>
      <w:tr w:rsidR="00FB03A1" w:rsidRPr="00562011" w14:paraId="363F52AF" w14:textId="77777777" w:rsidTr="00562011">
        <w:trPr>
          <w:trHeight w:val="20"/>
        </w:trPr>
        <w:tc>
          <w:tcPr>
            <w:tcW w:w="1384" w:type="dxa"/>
            <w:vAlign w:val="center"/>
          </w:tcPr>
          <w:p w14:paraId="1DF54767" w14:textId="77777777" w:rsidR="00FB03A1" w:rsidRPr="00562011" w:rsidRDefault="00FB03A1" w:rsidP="00562011">
            <w:pPr>
              <w:pStyle w:val="TableText0"/>
            </w:pPr>
            <w:r w:rsidRPr="00562011">
              <w:rPr>
                <w:rFonts w:hint="eastAsia"/>
              </w:rPr>
              <w:t>5</w:t>
            </w:r>
          </w:p>
        </w:tc>
        <w:tc>
          <w:tcPr>
            <w:tcW w:w="8470" w:type="dxa"/>
          </w:tcPr>
          <w:p w14:paraId="65C0F336" w14:textId="77777777" w:rsidR="00FB03A1" w:rsidRPr="00562011" w:rsidRDefault="00A144E6" w:rsidP="00562011">
            <w:pPr>
              <w:pStyle w:val="TableText0"/>
            </w:pPr>
            <w:r w:rsidRPr="00562011">
              <w:t xml:space="preserve">The LOS and </w:t>
            </w:r>
            <w:r w:rsidRPr="00562011">
              <w:rPr>
                <w:rFonts w:hint="eastAsia"/>
              </w:rPr>
              <w:t>NLOS (non-line of sight)</w:t>
            </w:r>
            <w:r w:rsidRPr="00562011">
              <w:t xml:space="preserve"> coverage range of the AP using the 5 GHz frequency band is </w:t>
            </w:r>
            <w:r w:rsidRPr="00562011">
              <w:rPr>
                <w:rFonts w:hint="eastAsia"/>
              </w:rPr>
              <w:t>10%</w:t>
            </w:r>
            <w:r w:rsidRPr="00562011">
              <w:t>–</w:t>
            </w:r>
            <w:r w:rsidRPr="00562011">
              <w:rPr>
                <w:rFonts w:hint="eastAsia"/>
              </w:rPr>
              <w:t>30%</w:t>
            </w:r>
            <w:r w:rsidRPr="00562011">
              <w:t xml:space="preserve"> smaller than that of </w:t>
            </w:r>
            <w:r w:rsidR="002B66B2" w:rsidRPr="00562011">
              <w:t xml:space="preserve">the </w:t>
            </w:r>
            <w:r w:rsidRPr="00562011">
              <w:rPr>
                <w:rFonts w:hint="eastAsia"/>
              </w:rPr>
              <w:t>AP180PE-V2.</w:t>
            </w:r>
          </w:p>
        </w:tc>
      </w:tr>
      <w:tr w:rsidR="00FB03A1" w:rsidRPr="00562011" w14:paraId="504964DA" w14:textId="77777777" w:rsidTr="00562011">
        <w:trPr>
          <w:trHeight w:val="20"/>
        </w:trPr>
        <w:tc>
          <w:tcPr>
            <w:tcW w:w="1384" w:type="dxa"/>
            <w:vAlign w:val="center"/>
          </w:tcPr>
          <w:p w14:paraId="3653C4EA" w14:textId="77777777" w:rsidR="00FB03A1" w:rsidRPr="00562011" w:rsidRDefault="00FB03A1" w:rsidP="00562011">
            <w:pPr>
              <w:pStyle w:val="TableText0"/>
            </w:pPr>
            <w:r w:rsidRPr="00562011">
              <w:rPr>
                <w:rFonts w:hint="eastAsia"/>
              </w:rPr>
              <w:t>6</w:t>
            </w:r>
          </w:p>
        </w:tc>
        <w:tc>
          <w:tcPr>
            <w:tcW w:w="8470" w:type="dxa"/>
          </w:tcPr>
          <w:p w14:paraId="46B60778" w14:textId="77777777" w:rsidR="00FB03A1" w:rsidRPr="00562011" w:rsidRDefault="00FB03A1" w:rsidP="00562011">
            <w:pPr>
              <w:pStyle w:val="TableText0"/>
            </w:pPr>
            <w:r w:rsidRPr="00562011">
              <w:t>T</w:t>
            </w:r>
            <w:r w:rsidRPr="00562011">
              <w:rPr>
                <w:rFonts w:hint="eastAsia"/>
              </w:rPr>
              <w:t xml:space="preserve">he </w:t>
            </w:r>
            <w:r w:rsidRPr="00562011">
              <w:t>AP</w:t>
            </w:r>
            <w:r w:rsidRPr="00562011">
              <w:rPr>
                <w:rFonts w:hint="eastAsia"/>
              </w:rPr>
              <w:t xml:space="preserve"> pings IPv6 address</w:t>
            </w:r>
            <w:r w:rsidRPr="00562011">
              <w:t>es</w:t>
            </w:r>
            <w:r w:rsidRPr="00562011">
              <w:rPr>
                <w:rFonts w:hint="eastAsia"/>
              </w:rPr>
              <w:t xml:space="preserve"> </w:t>
            </w:r>
            <w:r w:rsidRPr="00562011">
              <w:t xml:space="preserve">successfully even with ping disabled and IPv6 forwarding enabled on WAN </w:t>
            </w:r>
            <w:r w:rsidR="00D8157C" w:rsidRPr="00562011">
              <w:t>ports</w:t>
            </w:r>
            <w:r w:rsidRPr="00562011">
              <w:rPr>
                <w:rFonts w:hint="eastAsia"/>
              </w:rPr>
              <w:t>.</w:t>
            </w:r>
          </w:p>
        </w:tc>
      </w:tr>
      <w:tr w:rsidR="00FB03A1" w:rsidRPr="00562011" w14:paraId="2D0651BC" w14:textId="77777777" w:rsidTr="00562011">
        <w:trPr>
          <w:trHeight w:val="20"/>
        </w:trPr>
        <w:tc>
          <w:tcPr>
            <w:tcW w:w="1384" w:type="dxa"/>
            <w:vAlign w:val="center"/>
          </w:tcPr>
          <w:p w14:paraId="2AAEEC5E" w14:textId="77777777" w:rsidR="00FB03A1" w:rsidRPr="00562011" w:rsidRDefault="00FB03A1" w:rsidP="00562011">
            <w:pPr>
              <w:pStyle w:val="TableText0"/>
            </w:pPr>
            <w:r w:rsidRPr="00562011">
              <w:rPr>
                <w:rFonts w:hint="eastAsia"/>
              </w:rPr>
              <w:t>7</w:t>
            </w:r>
          </w:p>
        </w:tc>
        <w:tc>
          <w:tcPr>
            <w:tcW w:w="8470" w:type="dxa"/>
          </w:tcPr>
          <w:p w14:paraId="13AE9E94" w14:textId="77777777" w:rsidR="00FB03A1" w:rsidRPr="00562011" w:rsidRDefault="00D8157C" w:rsidP="00562011">
            <w:pPr>
              <w:pStyle w:val="TableText0"/>
            </w:pPr>
            <w:r w:rsidRPr="00562011">
              <w:t>The AP restarts when its trunk port is connected and the operating temperature is over 40 °C (104 °F).</w:t>
            </w:r>
          </w:p>
        </w:tc>
      </w:tr>
      <w:tr w:rsidR="0061220E" w:rsidRPr="00562011" w14:paraId="0CCAEC34" w14:textId="77777777" w:rsidTr="00562011">
        <w:trPr>
          <w:trHeight w:val="20"/>
        </w:trPr>
        <w:tc>
          <w:tcPr>
            <w:tcW w:w="1384" w:type="dxa"/>
            <w:vAlign w:val="center"/>
          </w:tcPr>
          <w:p w14:paraId="667A5516" w14:textId="77777777" w:rsidR="0061220E" w:rsidRPr="00562011" w:rsidRDefault="0061220E" w:rsidP="00562011">
            <w:pPr>
              <w:pStyle w:val="TableText0"/>
            </w:pPr>
            <w:r w:rsidRPr="00562011">
              <w:rPr>
                <w:rFonts w:hint="eastAsia"/>
              </w:rPr>
              <w:t>8</w:t>
            </w:r>
          </w:p>
        </w:tc>
        <w:tc>
          <w:tcPr>
            <w:tcW w:w="8470" w:type="dxa"/>
          </w:tcPr>
          <w:p w14:paraId="7E1F2B3E" w14:textId="77777777" w:rsidR="0061220E" w:rsidRPr="00562011" w:rsidRDefault="0061220E" w:rsidP="00562011">
            <w:pPr>
              <w:pStyle w:val="TableText0"/>
            </w:pPr>
            <w:r w:rsidRPr="00562011">
              <w:t xml:space="preserve">The </w:t>
            </w:r>
            <w:r w:rsidR="00D8157C" w:rsidRPr="00562011">
              <w:t xml:space="preserve">WAN </w:t>
            </w:r>
            <w:r w:rsidRPr="00562011">
              <w:t>port configures multiple</w:t>
            </w:r>
            <w:r w:rsidR="00D8157C" w:rsidRPr="00562011">
              <w:t xml:space="preserve"> Domain Name System</w:t>
            </w:r>
            <w:r w:rsidRPr="00562011">
              <w:t xml:space="preserve"> </w:t>
            </w:r>
            <w:r w:rsidR="00D8157C" w:rsidRPr="00562011">
              <w:t xml:space="preserve">(DNS) </w:t>
            </w:r>
            <w:r w:rsidRPr="00562011">
              <w:t>servers,</w:t>
            </w:r>
            <w:r w:rsidR="00D8157C" w:rsidRPr="00562011">
              <w:t xml:space="preserve"> but</w:t>
            </w:r>
            <w:r w:rsidRPr="00562011">
              <w:t xml:space="preserve"> only the first one takes effect. </w:t>
            </w:r>
            <w:r w:rsidR="00A05481" w:rsidRPr="00562011">
              <w:t>In this case, u</w:t>
            </w:r>
            <w:r w:rsidRPr="00562011">
              <w:t xml:space="preserve">sers need to ensure the availability of </w:t>
            </w:r>
            <w:r w:rsidR="00D8157C" w:rsidRPr="00562011">
              <w:t xml:space="preserve">DNS </w:t>
            </w:r>
            <w:r w:rsidRPr="00562011">
              <w:t>server</w:t>
            </w:r>
            <w:r w:rsidR="00A05481" w:rsidRPr="00562011">
              <w:t>s</w:t>
            </w:r>
            <w:r w:rsidRPr="00562011">
              <w:t xml:space="preserve"> </w:t>
            </w:r>
            <w:r w:rsidR="00A05481" w:rsidRPr="00562011">
              <w:t xml:space="preserve">during </w:t>
            </w:r>
            <w:r w:rsidRPr="00562011">
              <w:t>configur</w:t>
            </w:r>
            <w:r w:rsidR="00A05481" w:rsidRPr="00562011">
              <w:t>ation</w:t>
            </w:r>
            <w:r w:rsidRPr="00562011">
              <w:t>.</w:t>
            </w:r>
          </w:p>
        </w:tc>
      </w:tr>
    </w:tbl>
    <w:p w14:paraId="0E087067" w14:textId="77777777" w:rsidR="00A6629D" w:rsidRDefault="00976575" w:rsidP="00ED1F83">
      <w:pPr>
        <w:pStyle w:val="Text-1"/>
      </w:pPr>
      <w:bookmarkStart w:id="27" w:name="_Upgrade_Files"/>
      <w:bookmarkEnd w:id="27"/>
      <w:r>
        <w:br w:type="page"/>
      </w:r>
    </w:p>
    <w:p w14:paraId="5FD431F9" w14:textId="5463A6F2" w:rsidR="00FB03A1" w:rsidRDefault="00FB03A1">
      <w:pPr>
        <w:pStyle w:val="1"/>
      </w:pPr>
      <w:bookmarkStart w:id="28" w:name="_Toc215665606"/>
      <w:r>
        <w:rPr>
          <w:rFonts w:hint="eastAsia"/>
        </w:rPr>
        <w:lastRenderedPageBreak/>
        <w:t xml:space="preserve">Upgrade </w:t>
      </w:r>
      <w:r w:rsidR="00A05481">
        <w:t>Files</w:t>
      </w:r>
      <w:bookmarkEnd w:id="28"/>
    </w:p>
    <w:p w14:paraId="6A8E084D" w14:textId="17E08112" w:rsidR="00FB03A1" w:rsidRDefault="00FB03A1" w:rsidP="00562011">
      <w:pPr>
        <w:pStyle w:val="Text-1"/>
      </w:pPr>
      <w:r>
        <w:rPr>
          <w:rFonts w:hint="eastAsia"/>
        </w:rPr>
        <w:t xml:space="preserve">Use the following files to upgrade </w:t>
      </w:r>
      <w:r>
        <w:t>the</w:t>
      </w:r>
      <w:r>
        <w:rPr>
          <w:rFonts w:hint="eastAsia"/>
        </w:rPr>
        <w:t xml:space="preserve"> firmware to RG</w:t>
      </w:r>
      <w:r>
        <w:t xml:space="preserve">OS </w:t>
      </w:r>
      <w:r w:rsidR="00D00A24">
        <w:rPr>
          <w:rFonts w:hint="eastAsia"/>
        </w:rPr>
        <w:t>11.9(4)B1P</w:t>
      </w:r>
      <w:r w:rsidR="006C105F">
        <w:t>9</w:t>
      </w:r>
      <w:r>
        <w:rPr>
          <w:rFonts w:hint="eastAsia"/>
        </w:rPr>
        <w:t>.</w:t>
      </w:r>
    </w:p>
    <w:tbl>
      <w:tblPr>
        <w:tblW w:w="4681" w:type="pct"/>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2"/>
        <w:gridCol w:w="3026"/>
        <w:gridCol w:w="1566"/>
        <w:gridCol w:w="2321"/>
      </w:tblGrid>
      <w:tr w:rsidR="00D862C0" w:rsidRPr="00562011" w14:paraId="58BB0A20" w14:textId="77777777" w:rsidTr="00A6132C">
        <w:tc>
          <w:tcPr>
            <w:tcW w:w="2150" w:type="dxa"/>
            <w:shd w:val="clear" w:color="auto" w:fill="E7E6E6"/>
          </w:tcPr>
          <w:p w14:paraId="65E172EC" w14:textId="77777777" w:rsidR="00D862C0" w:rsidRPr="00562011" w:rsidRDefault="00D862C0" w:rsidP="00562011">
            <w:pPr>
              <w:pStyle w:val="TableHeading"/>
            </w:pPr>
            <w:r w:rsidRPr="00B560B3">
              <w:t>Applicable Product</w:t>
            </w:r>
          </w:p>
        </w:tc>
        <w:tc>
          <w:tcPr>
            <w:tcW w:w="3099" w:type="dxa"/>
            <w:shd w:val="clear" w:color="auto" w:fill="E7E6E6"/>
          </w:tcPr>
          <w:p w14:paraId="1502B8BB" w14:textId="77777777" w:rsidR="00D862C0" w:rsidRPr="00562011" w:rsidRDefault="00D862C0" w:rsidP="00562011">
            <w:pPr>
              <w:pStyle w:val="TableHeading"/>
            </w:pPr>
            <w:r w:rsidRPr="00562011">
              <w:t>File</w:t>
            </w:r>
            <w:r w:rsidR="002B66B2">
              <w:t xml:space="preserve"> Name</w:t>
            </w:r>
          </w:p>
        </w:tc>
        <w:tc>
          <w:tcPr>
            <w:tcW w:w="1601" w:type="dxa"/>
            <w:shd w:val="clear" w:color="auto" w:fill="E7E6E6"/>
          </w:tcPr>
          <w:p w14:paraId="24758E1D" w14:textId="77777777" w:rsidR="00D862C0" w:rsidRPr="00562011" w:rsidRDefault="00D862C0" w:rsidP="00562011">
            <w:pPr>
              <w:pStyle w:val="TableHeading"/>
            </w:pPr>
            <w:r w:rsidRPr="00562011">
              <w:t>File Size</w:t>
            </w:r>
          </w:p>
        </w:tc>
        <w:tc>
          <w:tcPr>
            <w:tcW w:w="2376" w:type="dxa"/>
            <w:shd w:val="clear" w:color="auto" w:fill="E7E6E6"/>
          </w:tcPr>
          <w:p w14:paraId="4CD9C082" w14:textId="77777777" w:rsidR="00D862C0" w:rsidRPr="00562011" w:rsidRDefault="00D862C0" w:rsidP="00562011">
            <w:pPr>
              <w:pStyle w:val="TableHeading"/>
            </w:pPr>
            <w:r w:rsidRPr="00562011">
              <w:t>MD5</w:t>
            </w:r>
          </w:p>
        </w:tc>
      </w:tr>
      <w:tr w:rsidR="00A6132C" w:rsidRPr="00562011" w14:paraId="170F9532" w14:textId="77777777" w:rsidTr="002B44D3">
        <w:tc>
          <w:tcPr>
            <w:tcW w:w="2150" w:type="dxa"/>
            <w:shd w:val="clear" w:color="auto" w:fill="auto"/>
          </w:tcPr>
          <w:p w14:paraId="1A8051BB" w14:textId="77777777" w:rsidR="00A6132C" w:rsidRDefault="00A6132C" w:rsidP="002B44D3">
            <w:pPr>
              <w:pStyle w:val="TableText0"/>
              <w:jc w:val="both"/>
            </w:pPr>
            <w:r>
              <w:t>AP180(JA) V</w:t>
            </w:r>
            <w:proofErr w:type="gramStart"/>
            <w:r>
              <w:t>1.xx</w:t>
            </w:r>
            <w:proofErr w:type="gramEnd"/>
          </w:p>
          <w:p w14:paraId="47CC402F" w14:textId="77777777" w:rsidR="00A6132C" w:rsidRDefault="00A6132C" w:rsidP="002B44D3">
            <w:pPr>
              <w:pStyle w:val="TableText0"/>
              <w:jc w:val="both"/>
            </w:pPr>
            <w:r>
              <w:t>AP180(JA) V</w:t>
            </w:r>
            <w:proofErr w:type="gramStart"/>
            <w:r>
              <w:t>2.xx</w:t>
            </w:r>
            <w:proofErr w:type="gramEnd"/>
          </w:p>
          <w:p w14:paraId="01C72F55" w14:textId="77777777" w:rsidR="00A6132C" w:rsidRDefault="00A6132C" w:rsidP="002B44D3">
            <w:pPr>
              <w:pStyle w:val="TableText0"/>
              <w:jc w:val="both"/>
            </w:pPr>
            <w:r>
              <w:t>AP180(JP) V</w:t>
            </w:r>
            <w:proofErr w:type="gramStart"/>
            <w:r>
              <w:t>1.xx</w:t>
            </w:r>
            <w:proofErr w:type="gramEnd"/>
          </w:p>
          <w:p w14:paraId="516F84B4" w14:textId="77777777" w:rsidR="00A6132C" w:rsidRDefault="00A6132C" w:rsidP="002B44D3">
            <w:pPr>
              <w:pStyle w:val="TableText0"/>
              <w:jc w:val="both"/>
            </w:pPr>
            <w:r>
              <w:t>AP180-AC V</w:t>
            </w:r>
            <w:proofErr w:type="gramStart"/>
            <w:r>
              <w:t>1.xx</w:t>
            </w:r>
            <w:proofErr w:type="gramEnd"/>
          </w:p>
          <w:p w14:paraId="3E42C968" w14:textId="77777777" w:rsidR="00A6132C" w:rsidRPr="00562011" w:rsidRDefault="00A6132C" w:rsidP="002B44D3">
            <w:pPr>
              <w:pStyle w:val="TableText0"/>
              <w:jc w:val="both"/>
            </w:pPr>
            <w:r>
              <w:t>AP180-PE V1.xx</w:t>
            </w:r>
          </w:p>
        </w:tc>
        <w:tc>
          <w:tcPr>
            <w:tcW w:w="3099" w:type="dxa"/>
            <w:shd w:val="clear" w:color="auto" w:fill="auto"/>
          </w:tcPr>
          <w:p w14:paraId="2335675C" w14:textId="69578DD5" w:rsidR="00A6132C" w:rsidRPr="00562011" w:rsidRDefault="007012E0" w:rsidP="002B44D3">
            <w:pPr>
              <w:pStyle w:val="TableText0"/>
              <w:jc w:val="both"/>
            </w:pPr>
            <w:r w:rsidRPr="007012E0">
              <w:t>AP_RGOS11.9(4)B1P9_S2X2-08_09151815_install.bin</w:t>
            </w:r>
          </w:p>
        </w:tc>
        <w:tc>
          <w:tcPr>
            <w:tcW w:w="1601" w:type="dxa"/>
            <w:shd w:val="clear" w:color="auto" w:fill="auto"/>
          </w:tcPr>
          <w:p w14:paraId="3802476F" w14:textId="77777777" w:rsidR="007012E0" w:rsidRDefault="007012E0" w:rsidP="002B44D3">
            <w:pPr>
              <w:pStyle w:val="TableText0"/>
              <w:jc w:val="both"/>
            </w:pPr>
            <w:r>
              <w:t>22949688</w:t>
            </w:r>
          </w:p>
          <w:p w14:paraId="50D84A11" w14:textId="75E0469F" w:rsidR="00A6132C" w:rsidRPr="00562011" w:rsidRDefault="00BA10F7" w:rsidP="002B44D3">
            <w:pPr>
              <w:pStyle w:val="TableText0"/>
              <w:jc w:val="both"/>
            </w:pPr>
            <w:r w:rsidRPr="00562011">
              <w:rPr>
                <w:rFonts w:hint="eastAsia"/>
              </w:rPr>
              <w:t>bytes</w:t>
            </w:r>
          </w:p>
        </w:tc>
        <w:tc>
          <w:tcPr>
            <w:tcW w:w="2376" w:type="dxa"/>
            <w:shd w:val="clear" w:color="auto" w:fill="auto"/>
          </w:tcPr>
          <w:p w14:paraId="149E46D2" w14:textId="52E47D44" w:rsidR="00A6132C" w:rsidRPr="00562011" w:rsidRDefault="007012E0" w:rsidP="002B44D3">
            <w:pPr>
              <w:pStyle w:val="TableText0"/>
              <w:jc w:val="both"/>
            </w:pPr>
            <w:r w:rsidRPr="007012E0">
              <w:t>c4581dfc5e3daf8f9eae3fc6c9c528b4</w:t>
            </w:r>
          </w:p>
        </w:tc>
      </w:tr>
      <w:tr w:rsidR="00A6132C" w:rsidRPr="00562011" w14:paraId="71EF122C" w14:textId="77777777" w:rsidTr="002B44D3">
        <w:tc>
          <w:tcPr>
            <w:tcW w:w="2150" w:type="dxa"/>
            <w:shd w:val="clear" w:color="auto" w:fill="auto"/>
          </w:tcPr>
          <w:p w14:paraId="4BDB6DC3" w14:textId="77777777" w:rsidR="00BA10F7" w:rsidRDefault="00BA10F7" w:rsidP="002B44D3">
            <w:pPr>
              <w:pStyle w:val="TableText0"/>
              <w:jc w:val="both"/>
            </w:pPr>
            <w:r>
              <w:t>AP180-AC V</w:t>
            </w:r>
            <w:proofErr w:type="gramStart"/>
            <w:r>
              <w:t>2.xx</w:t>
            </w:r>
            <w:proofErr w:type="gramEnd"/>
          </w:p>
          <w:p w14:paraId="3C0EC06F" w14:textId="77777777" w:rsidR="00A6132C" w:rsidRPr="00562011" w:rsidRDefault="00BA10F7" w:rsidP="002B44D3">
            <w:pPr>
              <w:pStyle w:val="TableText0"/>
              <w:jc w:val="both"/>
            </w:pPr>
            <w:r>
              <w:t>AP180-PE V2.xx</w:t>
            </w:r>
          </w:p>
        </w:tc>
        <w:tc>
          <w:tcPr>
            <w:tcW w:w="3099" w:type="dxa"/>
            <w:shd w:val="clear" w:color="auto" w:fill="auto"/>
          </w:tcPr>
          <w:p w14:paraId="1CF94010" w14:textId="4DAD8C0F" w:rsidR="00A6132C" w:rsidRPr="007012E0" w:rsidRDefault="007012E0" w:rsidP="002B44D3">
            <w:pPr>
              <w:pStyle w:val="TableText0"/>
              <w:jc w:val="both"/>
            </w:pPr>
            <w:r w:rsidRPr="007012E0">
              <w:t>AP_RGOS11.9(4)B1P9_S2X2-25_09151815_install.bin</w:t>
            </w:r>
          </w:p>
        </w:tc>
        <w:tc>
          <w:tcPr>
            <w:tcW w:w="1601" w:type="dxa"/>
            <w:shd w:val="clear" w:color="auto" w:fill="auto"/>
          </w:tcPr>
          <w:p w14:paraId="6D4C1DB5" w14:textId="77777777" w:rsidR="007012E0" w:rsidRDefault="007012E0" w:rsidP="002B44D3">
            <w:pPr>
              <w:pStyle w:val="TableText0"/>
              <w:jc w:val="both"/>
            </w:pPr>
            <w:r>
              <w:t>22933757</w:t>
            </w:r>
          </w:p>
          <w:p w14:paraId="32934E2B" w14:textId="27AE85B4" w:rsidR="00A6132C" w:rsidRPr="00562011" w:rsidRDefault="00BA10F7" w:rsidP="002B44D3">
            <w:pPr>
              <w:pStyle w:val="TableText0"/>
              <w:jc w:val="both"/>
            </w:pPr>
            <w:r w:rsidRPr="00562011">
              <w:rPr>
                <w:rFonts w:hint="eastAsia"/>
              </w:rPr>
              <w:t>bytes</w:t>
            </w:r>
          </w:p>
        </w:tc>
        <w:tc>
          <w:tcPr>
            <w:tcW w:w="2376" w:type="dxa"/>
            <w:shd w:val="clear" w:color="auto" w:fill="auto"/>
          </w:tcPr>
          <w:p w14:paraId="582A82F7" w14:textId="48147051" w:rsidR="00A6132C" w:rsidRPr="00562011" w:rsidRDefault="007012E0" w:rsidP="002B44D3">
            <w:pPr>
              <w:pStyle w:val="TableText0"/>
              <w:jc w:val="both"/>
            </w:pPr>
            <w:r w:rsidRPr="007012E0">
              <w:t xml:space="preserve">8ee3e6fe300d0d46dccf63d27d13ed17  </w:t>
            </w:r>
          </w:p>
        </w:tc>
      </w:tr>
      <w:tr w:rsidR="00D862C0" w:rsidRPr="00562011" w14:paraId="20D7E51A" w14:textId="77777777" w:rsidTr="002B44D3">
        <w:tc>
          <w:tcPr>
            <w:tcW w:w="2150" w:type="dxa"/>
            <w:shd w:val="clear" w:color="auto" w:fill="auto"/>
          </w:tcPr>
          <w:p w14:paraId="7B991705" w14:textId="77777777" w:rsidR="00BA10F7" w:rsidRDefault="00BA10F7" w:rsidP="002B44D3">
            <w:pPr>
              <w:pStyle w:val="TableText0"/>
              <w:jc w:val="both"/>
            </w:pPr>
            <w:r>
              <w:t>AP180-AC V</w:t>
            </w:r>
            <w:proofErr w:type="gramStart"/>
            <w:r>
              <w:t>3.xx</w:t>
            </w:r>
            <w:proofErr w:type="gramEnd"/>
          </w:p>
          <w:p w14:paraId="3B151088" w14:textId="77777777" w:rsidR="00D862C0" w:rsidRPr="00562011" w:rsidRDefault="00BA10F7" w:rsidP="002B44D3">
            <w:pPr>
              <w:pStyle w:val="TableText0"/>
              <w:jc w:val="both"/>
            </w:pPr>
            <w:r>
              <w:t>AP180-PE V3.xx</w:t>
            </w:r>
          </w:p>
        </w:tc>
        <w:tc>
          <w:tcPr>
            <w:tcW w:w="3099" w:type="dxa"/>
            <w:shd w:val="clear" w:color="auto" w:fill="auto"/>
          </w:tcPr>
          <w:p w14:paraId="3227F2AC" w14:textId="58D16BC1" w:rsidR="00D862C0" w:rsidRPr="00562011" w:rsidRDefault="00CC4C51" w:rsidP="002B44D3">
            <w:pPr>
              <w:pStyle w:val="TableText0"/>
              <w:jc w:val="both"/>
            </w:pPr>
            <w:r w:rsidRPr="00CC4C51">
              <w:t>AP_RGOS11.9(4)B1P9_S2X2-27_09151815_install.bin</w:t>
            </w:r>
          </w:p>
        </w:tc>
        <w:tc>
          <w:tcPr>
            <w:tcW w:w="1601" w:type="dxa"/>
            <w:shd w:val="clear" w:color="auto" w:fill="auto"/>
          </w:tcPr>
          <w:p w14:paraId="7091EF1A" w14:textId="77777777" w:rsidR="00CC4C51" w:rsidRDefault="00CC4C51" w:rsidP="002B44D3">
            <w:pPr>
              <w:pStyle w:val="TableText0"/>
              <w:jc w:val="both"/>
            </w:pPr>
            <w:r w:rsidRPr="00CC4C51">
              <w:t>25214056</w:t>
            </w:r>
          </w:p>
          <w:p w14:paraId="1C5C3834" w14:textId="0AEE3C74" w:rsidR="00D862C0" w:rsidRPr="00562011" w:rsidRDefault="00D862C0" w:rsidP="002B44D3">
            <w:pPr>
              <w:pStyle w:val="TableText0"/>
              <w:jc w:val="both"/>
            </w:pPr>
            <w:r w:rsidRPr="00562011">
              <w:rPr>
                <w:rFonts w:hint="eastAsia"/>
              </w:rPr>
              <w:t>bytes</w:t>
            </w:r>
          </w:p>
        </w:tc>
        <w:tc>
          <w:tcPr>
            <w:tcW w:w="2376" w:type="dxa"/>
            <w:shd w:val="clear" w:color="auto" w:fill="auto"/>
          </w:tcPr>
          <w:p w14:paraId="18E4E953" w14:textId="7B85EF7C" w:rsidR="00D862C0" w:rsidRPr="00562011" w:rsidRDefault="00CC4C51" w:rsidP="002B44D3">
            <w:pPr>
              <w:pStyle w:val="TableText0"/>
              <w:jc w:val="both"/>
            </w:pPr>
            <w:r w:rsidRPr="00CC4C51">
              <w:t>c6ed17ff10fe0f360b4d8f0622b493ba</w:t>
            </w:r>
          </w:p>
        </w:tc>
      </w:tr>
    </w:tbl>
    <w:p w14:paraId="157CE905" w14:textId="696B07DB" w:rsidR="00D862C0" w:rsidRDefault="00D862C0" w:rsidP="00ED1F83">
      <w:pPr>
        <w:pStyle w:val="Text-1"/>
      </w:pPr>
    </w:p>
    <w:p w14:paraId="74041EBC" w14:textId="223AD664" w:rsidR="00FB03A1" w:rsidRPr="00562011" w:rsidRDefault="00976575">
      <w:pPr>
        <w:pStyle w:val="1"/>
      </w:pPr>
      <w:bookmarkStart w:id="29" w:name="_Toc160532047"/>
      <w:bookmarkStart w:id="30" w:name="_Toc160555842"/>
      <w:bookmarkEnd w:id="29"/>
      <w:bookmarkEnd w:id="30"/>
      <w:r>
        <w:br w:type="page"/>
      </w:r>
      <w:bookmarkStart w:id="31" w:name="_Toc215665607"/>
      <w:r w:rsidR="00FB03A1" w:rsidRPr="00562011">
        <w:rPr>
          <w:rFonts w:hint="eastAsia"/>
        </w:rPr>
        <w:lastRenderedPageBreak/>
        <w:t xml:space="preserve">Upgrade </w:t>
      </w:r>
      <w:r w:rsidR="00A05481" w:rsidRPr="00562011">
        <w:t>Precautions</w:t>
      </w:r>
      <w:bookmarkEnd w:id="31"/>
    </w:p>
    <w:p w14:paraId="5D1BFBCB" w14:textId="16B460D9" w:rsidR="00FB03A1" w:rsidRDefault="00FB03A1" w:rsidP="00562011">
      <w:pPr>
        <w:pStyle w:val="Text-1"/>
      </w:pPr>
      <w:r>
        <w:rPr>
          <w:rFonts w:hint="eastAsia"/>
        </w:rPr>
        <w:t xml:space="preserve">The following are some </w:t>
      </w:r>
      <w:r w:rsidR="002B66B2">
        <w:t>precautions</w:t>
      </w:r>
      <w:r w:rsidR="00A05481">
        <w:rPr>
          <w:rFonts w:hint="eastAsia"/>
        </w:rPr>
        <w:t xml:space="preserve"> </w:t>
      </w:r>
      <w:r>
        <w:rPr>
          <w:rFonts w:hint="eastAsia"/>
        </w:rPr>
        <w:t xml:space="preserve">for upgrading WLAN </w:t>
      </w:r>
      <w:r w:rsidR="00A05481">
        <w:t>s</w:t>
      </w:r>
      <w:r w:rsidR="00A05481">
        <w:rPr>
          <w:rFonts w:hint="eastAsia"/>
        </w:rPr>
        <w:t xml:space="preserve">eries </w:t>
      </w:r>
      <w:r w:rsidR="00A05481">
        <w:t>AP</w:t>
      </w:r>
      <w:r w:rsidR="00A05481">
        <w:rPr>
          <w:rFonts w:hint="eastAsia"/>
        </w:rPr>
        <w:t xml:space="preserve"> </w:t>
      </w:r>
      <w:r>
        <w:rPr>
          <w:rFonts w:hint="eastAsia"/>
        </w:rPr>
        <w:t xml:space="preserve">RGOS </w:t>
      </w:r>
      <w:r>
        <w:rPr>
          <w:rFonts w:hint="eastAsia"/>
          <w:color w:val="auto"/>
        </w:rPr>
        <w:t>11.9(4)B1P</w:t>
      </w:r>
      <w:r w:rsidR="00121D89">
        <w:rPr>
          <w:color w:val="auto"/>
        </w:rPr>
        <w:t>9</w:t>
      </w:r>
      <w:r>
        <w:rPr>
          <w:rFonts w:hint="eastAsia"/>
        </w:rPr>
        <w:t xml:space="preserve">: </w:t>
      </w:r>
    </w:p>
    <w:p w14:paraId="1597915C" w14:textId="77777777" w:rsidR="00FB03A1" w:rsidRPr="00562011" w:rsidRDefault="00A05481" w:rsidP="00562011">
      <w:pPr>
        <w:pStyle w:val="ItemList-1"/>
      </w:pPr>
      <w:r w:rsidRPr="00562011">
        <w:t>Run</w:t>
      </w:r>
      <w:r w:rsidR="00FB03A1" w:rsidRPr="00562011">
        <w:rPr>
          <w:rFonts w:hint="eastAsia"/>
        </w:rPr>
        <w:t xml:space="preserve"> </w:t>
      </w:r>
      <w:r w:rsidR="00FB03A1" w:rsidRPr="00562011">
        <w:rPr>
          <w:rFonts w:hint="eastAsia"/>
          <w:b/>
        </w:rPr>
        <w:t>the show version</w:t>
      </w:r>
      <w:r w:rsidR="00FB03A1" w:rsidRPr="00562011">
        <w:rPr>
          <w:rFonts w:hint="eastAsia"/>
        </w:rPr>
        <w:t xml:space="preserve"> command to check the </w:t>
      </w:r>
      <w:r w:rsidR="00FB03A1" w:rsidRPr="006013E4">
        <w:rPr>
          <w:rFonts w:hint="eastAsia"/>
        </w:rPr>
        <w:t>current firmware</w:t>
      </w:r>
      <w:r w:rsidRPr="00562011">
        <w:t xml:space="preserve"> version</w:t>
      </w:r>
      <w:r w:rsidR="00FB03A1" w:rsidRPr="00562011">
        <w:rPr>
          <w:rFonts w:hint="eastAsia"/>
        </w:rPr>
        <w:t xml:space="preserve"> before </w:t>
      </w:r>
      <w:r w:rsidRPr="00562011">
        <w:t xml:space="preserve">the </w:t>
      </w:r>
      <w:r w:rsidR="00FB03A1" w:rsidRPr="00562011">
        <w:rPr>
          <w:rFonts w:hint="eastAsia"/>
        </w:rPr>
        <w:t xml:space="preserve">upgrade. Select </w:t>
      </w:r>
      <w:r w:rsidRPr="00562011">
        <w:t xml:space="preserve">a </w:t>
      </w:r>
      <w:r w:rsidR="00FB03A1" w:rsidRPr="00562011">
        <w:rPr>
          <w:rFonts w:hint="eastAsia"/>
        </w:rPr>
        <w:t>proper upgrad</w:t>
      </w:r>
      <w:r w:rsidRPr="00562011">
        <w:t>ing</w:t>
      </w:r>
      <w:r w:rsidR="00FB03A1" w:rsidRPr="00562011">
        <w:rPr>
          <w:rFonts w:hint="eastAsia"/>
        </w:rPr>
        <w:t xml:space="preserve"> mode according to the current firmware and the target firmware</w:t>
      </w:r>
      <w:r w:rsidRPr="00562011">
        <w:t xml:space="preserve"> versions</w:t>
      </w:r>
      <w:r w:rsidR="00FB03A1" w:rsidRPr="00562011">
        <w:rPr>
          <w:rFonts w:hint="eastAsia"/>
        </w:rPr>
        <w:t>.</w:t>
      </w:r>
    </w:p>
    <w:p w14:paraId="72B03E80" w14:textId="77777777" w:rsidR="00FB03A1" w:rsidRPr="00562011" w:rsidRDefault="00FB03A1" w:rsidP="00562011">
      <w:pPr>
        <w:pStyle w:val="ItemList-1"/>
      </w:pPr>
      <w:r w:rsidRPr="00562011">
        <w:rPr>
          <w:rFonts w:hint="eastAsia"/>
        </w:rPr>
        <w:t xml:space="preserve">During the upgrade, pay </w:t>
      </w:r>
      <w:r w:rsidRPr="00562011">
        <w:t>attention</w:t>
      </w:r>
      <w:r w:rsidRPr="00562011">
        <w:rPr>
          <w:rFonts w:hint="eastAsia"/>
        </w:rPr>
        <w:t xml:space="preserve"> to the prompt </w:t>
      </w:r>
      <w:r w:rsidRPr="00562011">
        <w:t>messages</w:t>
      </w:r>
      <w:r w:rsidRPr="00562011">
        <w:rPr>
          <w:rFonts w:hint="eastAsia"/>
        </w:rPr>
        <w:t xml:space="preserve">. If </w:t>
      </w:r>
      <w:r w:rsidR="00A05481" w:rsidRPr="00562011">
        <w:t xml:space="preserve">a </w:t>
      </w:r>
      <w:r w:rsidRPr="00562011">
        <w:rPr>
          <w:rFonts w:hint="eastAsia"/>
        </w:rPr>
        <w:t>failure occur</w:t>
      </w:r>
      <w:r w:rsidR="00A05481" w:rsidRPr="00562011">
        <w:t>s</w:t>
      </w:r>
      <w:r w:rsidRPr="00562011">
        <w:rPr>
          <w:rFonts w:hint="eastAsia"/>
        </w:rPr>
        <w:t xml:space="preserve">, please save the log and contact us for technical </w:t>
      </w:r>
      <w:r w:rsidR="002B66B2" w:rsidRPr="00562011">
        <w:t>support</w:t>
      </w:r>
      <w:r w:rsidRPr="00562011">
        <w:rPr>
          <w:rFonts w:hint="eastAsia"/>
        </w:rPr>
        <w:t xml:space="preserve">. </w:t>
      </w:r>
    </w:p>
    <w:p w14:paraId="6E5AAAA9" w14:textId="77777777" w:rsidR="00FB03A1" w:rsidRPr="00562011" w:rsidRDefault="00FB03A1" w:rsidP="00562011">
      <w:pPr>
        <w:pStyle w:val="ItemList-1"/>
      </w:pPr>
      <w:r w:rsidRPr="00562011">
        <w:rPr>
          <w:rFonts w:hint="eastAsia"/>
        </w:rPr>
        <w:t xml:space="preserve">During the upgrade, </w:t>
      </w:r>
      <w:r w:rsidR="00A05481" w:rsidRPr="00562011">
        <w:t>you are advised not to</w:t>
      </w:r>
      <w:r w:rsidRPr="00562011">
        <w:rPr>
          <w:rFonts w:hint="eastAsia"/>
        </w:rPr>
        <w:t xml:space="preserve"> power off or reset the system, or plug</w:t>
      </w:r>
      <w:r w:rsidR="00A05481" w:rsidRPr="00562011">
        <w:t xml:space="preserve"> or </w:t>
      </w:r>
      <w:r w:rsidRPr="00562011">
        <w:rPr>
          <w:rFonts w:hint="eastAsia"/>
        </w:rPr>
        <w:t xml:space="preserve">unplug any module. </w:t>
      </w:r>
    </w:p>
    <w:p w14:paraId="27520078" w14:textId="77777777" w:rsidR="00FB03A1" w:rsidRPr="00562011" w:rsidRDefault="00A05481" w:rsidP="00562011">
      <w:pPr>
        <w:pStyle w:val="ItemList-1"/>
      </w:pPr>
      <w:r w:rsidRPr="00562011">
        <w:t>Run</w:t>
      </w:r>
      <w:r w:rsidR="00FB03A1" w:rsidRPr="00562011">
        <w:rPr>
          <w:rFonts w:hint="eastAsia"/>
        </w:rPr>
        <w:t xml:space="preserve"> the</w:t>
      </w:r>
      <w:r w:rsidR="00FB03A1" w:rsidRPr="00562011">
        <w:t xml:space="preserve"> </w:t>
      </w:r>
      <w:r w:rsidR="00FB03A1" w:rsidRPr="00562011">
        <w:rPr>
          <w:b/>
        </w:rPr>
        <w:t>show version</w:t>
      </w:r>
      <w:r w:rsidR="00FB03A1" w:rsidRPr="00562011">
        <w:rPr>
          <w:rFonts w:hint="eastAsia"/>
        </w:rPr>
        <w:t xml:space="preserve"> command to</w:t>
      </w:r>
      <w:r w:rsidR="00FB03A1" w:rsidRPr="00562011">
        <w:t xml:space="preserve"> </w:t>
      </w:r>
      <w:r w:rsidR="00FB03A1" w:rsidRPr="00562011">
        <w:rPr>
          <w:rFonts w:hint="eastAsia"/>
        </w:rPr>
        <w:t>check the firmware</w:t>
      </w:r>
      <w:r w:rsidR="009C736E" w:rsidRPr="00562011">
        <w:t xml:space="preserve"> version number</w:t>
      </w:r>
      <w:r w:rsidR="00FB03A1" w:rsidRPr="00562011">
        <w:rPr>
          <w:rFonts w:hint="eastAsia"/>
        </w:rPr>
        <w:t xml:space="preserve"> after the upgrade.</w:t>
      </w:r>
    </w:p>
    <w:p w14:paraId="0FE8C4CD" w14:textId="5725BE75" w:rsidR="00FB03A1" w:rsidRPr="00B560B3" w:rsidRDefault="00FB03A1">
      <w:pPr>
        <w:pStyle w:val="text"/>
        <w:spacing w:before="72" w:after="72"/>
        <w:ind w:left="630"/>
      </w:pPr>
      <w:bookmarkStart w:id="32" w:name="_Upgrade_Steps"/>
      <w:bookmarkEnd w:id="32"/>
    </w:p>
    <w:sectPr w:rsidR="00FB03A1" w:rsidRPr="00B560B3" w:rsidSect="00562011">
      <w:headerReference w:type="default" r:id="rId28"/>
      <w:footerReference w:type="default" r:id="rId29"/>
      <w:pgSz w:w="11907" w:h="16840" w:code="9"/>
      <w:pgMar w:top="1418" w:right="1134" w:bottom="1418" w:left="1134" w:header="851" w:footer="992"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305D7" w14:textId="77777777" w:rsidR="00B462E3" w:rsidRDefault="00B462E3">
      <w:pPr>
        <w:spacing w:before="72" w:after="72"/>
        <w:ind w:left="630"/>
      </w:pPr>
      <w:r>
        <w:separator/>
      </w:r>
    </w:p>
  </w:endnote>
  <w:endnote w:type="continuationSeparator" w:id="0">
    <w:p w14:paraId="50626BC3" w14:textId="77777777" w:rsidR="00B462E3" w:rsidRDefault="00B462E3">
      <w:pPr>
        <w:spacing w:before="72" w:after="72"/>
        <w:ind w:left="6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7169E" w14:textId="77777777" w:rsidR="00DC72DA" w:rsidRDefault="00DC72DA">
    <w:pPr>
      <w:pStyle w:val="ad"/>
      <w:spacing w:before="72" w:after="72"/>
      <w:ind w:left="63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C7FAE" w14:textId="46B5E5C6" w:rsidR="00DC72DA" w:rsidRDefault="00DC72DA">
    <w:pPr>
      <w:pStyle w:val="ad"/>
      <w:spacing w:before="72" w:after="72"/>
      <w:ind w:left="630"/>
    </w:pPr>
    <w:r>
      <w:fldChar w:fldCharType="begin"/>
    </w:r>
    <w:r>
      <w:instrText>PAGE   \* MERGEFORMAT</w:instrText>
    </w:r>
    <w:r>
      <w:fldChar w:fldCharType="separate"/>
    </w:r>
    <w:r w:rsidR="00ED1F83" w:rsidRPr="00ED1F83">
      <w:rPr>
        <w:noProof/>
        <w:lang w:val="zh-CN"/>
      </w:rPr>
      <w:t>I</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CC69D" w14:textId="77777777" w:rsidR="00DC72DA" w:rsidRDefault="00DC72DA">
    <w:pPr>
      <w:spacing w:before="72" w:after="72"/>
      <w:ind w:leftChars="0" w:left="63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34E43" w14:textId="77777777" w:rsidR="00DC72DA" w:rsidRDefault="00DC72DA">
    <w:pPr>
      <w:spacing w:before="72" w:after="72"/>
      <w:ind w:left="63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D9E9" w14:textId="13008D02" w:rsidR="00DC72DA" w:rsidRPr="001C4AC7" w:rsidRDefault="00DC72DA" w:rsidP="00DC72DA">
    <w:pPr>
      <w:pStyle w:val="ad"/>
    </w:pPr>
    <w:r>
      <w:fldChar w:fldCharType="begin"/>
    </w:r>
    <w:r>
      <w:instrText>PAGE   \* MERGEFORMAT</w:instrText>
    </w:r>
    <w:r>
      <w:fldChar w:fldCharType="separate"/>
    </w:r>
    <w:r w:rsidR="00ED1F83" w:rsidRPr="00ED1F83">
      <w:rPr>
        <w:noProof/>
        <w:lang w:val="zh-CN"/>
      </w:rPr>
      <w:t>ii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10450" w14:textId="67E06F2A" w:rsidR="00DC72DA" w:rsidRPr="001C4AC7" w:rsidRDefault="00DC72DA" w:rsidP="008E32AF">
    <w:pPr>
      <w:pStyle w:val="ad"/>
    </w:pPr>
    <w:r>
      <w:fldChar w:fldCharType="begin"/>
    </w:r>
    <w:r>
      <w:instrText>PAGE   \* MERGEFORMAT</w:instrText>
    </w:r>
    <w:r>
      <w:fldChar w:fldCharType="separate"/>
    </w:r>
    <w:r w:rsidR="00ED1F83" w:rsidRPr="00ED1F83">
      <w:rPr>
        <w:noProof/>
        <w:lang w:val="zh-CN"/>
      </w:rPr>
      <w:t>i</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56F93" w14:textId="253A19A6" w:rsidR="00DC72DA" w:rsidRPr="001C4AC7" w:rsidRDefault="00DC72DA" w:rsidP="008E32AF">
    <w:pPr>
      <w:pStyle w:val="ad"/>
    </w:pPr>
    <w:r>
      <w:fldChar w:fldCharType="begin"/>
    </w:r>
    <w:r>
      <w:instrText>PAGE   \* MERGEFORMAT</w:instrText>
    </w:r>
    <w:r>
      <w:fldChar w:fldCharType="separate"/>
    </w:r>
    <w:r w:rsidR="00ED1F83" w:rsidRPr="00ED1F83">
      <w:rPr>
        <w:noProof/>
        <w:lang w:val="zh-CN"/>
      </w:rPr>
      <w:t>10</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97026" w14:textId="77777777" w:rsidR="00B462E3" w:rsidRDefault="00B462E3">
      <w:pPr>
        <w:spacing w:before="72" w:after="72"/>
        <w:ind w:left="630"/>
      </w:pPr>
      <w:r>
        <w:separator/>
      </w:r>
    </w:p>
  </w:footnote>
  <w:footnote w:type="continuationSeparator" w:id="0">
    <w:p w14:paraId="69AF9844" w14:textId="77777777" w:rsidR="00B462E3" w:rsidRDefault="00B462E3">
      <w:pPr>
        <w:spacing w:before="72" w:after="72"/>
        <w:ind w:left="63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C5E5F" w14:textId="77777777" w:rsidR="00DC72DA" w:rsidRDefault="00DC72DA">
    <w:pPr>
      <w:pStyle w:val="af"/>
      <w:spacing w:before="72" w:after="72"/>
      <w:ind w:left="63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84918" w14:textId="77777777" w:rsidR="00DC72DA" w:rsidRDefault="00DC72DA">
    <w:pPr>
      <w:spacing w:before="72" w:after="72"/>
      <w:ind w:left="63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20EC7" w14:textId="77777777" w:rsidR="00DC72DA" w:rsidRDefault="00DC72DA">
    <w:pPr>
      <w:spacing w:before="72" w:after="72"/>
      <w:ind w:leftChars="0" w:left="63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664B9" w14:textId="77777777" w:rsidR="00DC72DA" w:rsidRPr="00ED6B33" w:rsidRDefault="00DC72DA" w:rsidP="00DC72DA">
    <w:pPr>
      <w:spacing w:before="72" w:after="72"/>
      <w:ind w:leftChars="0" w:left="63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A0A34" w14:textId="77777777" w:rsidR="00DC72DA" w:rsidRPr="00B560B3" w:rsidRDefault="00DC72DA" w:rsidP="00562011">
    <w:pPr>
      <w:spacing w:before="72" w:after="72"/>
      <w:ind w:left="630"/>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AD747" w14:textId="220D7995" w:rsidR="00DC72DA" w:rsidRPr="00562011" w:rsidRDefault="00DC72DA" w:rsidP="00562011">
    <w:pPr>
      <w:pStyle w:val="af"/>
      <w:tabs>
        <w:tab w:val="clear" w:pos="8306"/>
        <w:tab w:val="right" w:pos="9639"/>
      </w:tabs>
    </w:pPr>
    <w:r>
      <w:t>Release Notes</w:t>
    </w:r>
    <w:r>
      <w:tab/>
    </w:r>
    <w:r>
      <w:tab/>
    </w:r>
    <w:r>
      <w:fldChar w:fldCharType="begin"/>
    </w:r>
    <w:r>
      <w:instrText xml:space="preserve"> STYLEREF  "</w:instrText>
    </w:r>
    <w:r>
      <w:instrText>标题</w:instrText>
    </w:r>
    <w:r>
      <w:instrText xml:space="preserve"> 1"  \* MERGEFORMAT </w:instrText>
    </w:r>
    <w:r>
      <w:fldChar w:fldCharType="separate"/>
    </w:r>
    <w:r w:rsidR="00ED1F83">
      <w:rPr>
        <w:noProof/>
      </w:rPr>
      <w:t>Upgrade Precautions</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78" type="#_x0000_t75" style="width:97.5pt;height:91.5pt" o:bullet="t">
        <v:imagedata r:id="rId1" o:title=""/>
      </v:shape>
    </w:pict>
  </w:numPicBullet>
  <w:numPicBullet w:numPicBulletId="1">
    <w:pict>
      <v:shape id="_x0000_i1979" type="#_x0000_t75" style="width:97.5pt;height:91.5pt" o:bullet="t">
        <v:imagedata r:id="rId2" o:title=""/>
      </v:shape>
    </w:pict>
  </w:numPicBullet>
  <w:numPicBullet w:numPicBulletId="2">
    <w:pict>
      <v:shape id="_x0000_i1980" type="#_x0000_t75" style="width:255.75pt;height:255.75pt" o:bullet="t">
        <v:imagedata r:id="rId3" o:title="Tick"/>
      </v:shape>
    </w:pict>
  </w:numPicBullet>
  <w:numPicBullet w:numPicBulletId="3">
    <w:pict>
      <v:shape id="_x0000_i1981" type="#_x0000_t75" style="width:255.75pt;height:255.75pt" o:bullet="t">
        <v:imagedata r:id="rId4" o:title="Information"/>
      </v:shape>
    </w:pict>
  </w:numPicBullet>
  <w:numPicBullet w:numPicBulletId="4">
    <w:pict>
      <v:shape id="_x0000_i1982" type="#_x0000_t75" style="width:96pt;height:96pt" o:bullet="t">
        <v:imagedata r:id="rId5" o:title="www"/>
      </v:shape>
    </w:pict>
  </w:numPicBullet>
  <w:numPicBullet w:numPicBulletId="5">
    <w:pict>
      <v:shape id="_x0000_i1983" type="#_x0000_t75" style="width:255.75pt;height:255.75pt" o:bullet="t">
        <v:imagedata r:id="rId6" o:title=""/>
      </v:shape>
    </w:pict>
  </w:numPicBullet>
  <w:numPicBullet w:numPicBulletId="6">
    <w:pict>
      <v:shape id="_x0000_i1984" type="#_x0000_t75" style="width:45pt;height:45pt" o:bullet="t">
        <v:imagedata r:id="rId7" o:title=""/>
      </v:shape>
    </w:pict>
  </w:numPicBullet>
  <w:numPicBullet w:numPicBulletId="7">
    <w:pict>
      <v:shape id="_x0000_i1985" type="#_x0000_t75" style="width:45.75pt;height:44.25pt" o:bullet="t">
        <v:imagedata r:id="rId8" o:title=""/>
      </v:shape>
    </w:pict>
  </w:numPicBullet>
  <w:numPicBullet w:numPicBulletId="8">
    <w:pict>
      <v:shape id="_x0000_i1986" type="#_x0000_t75" style="width:41.25pt;height:39pt" o:bullet="t">
        <v:imagedata r:id="rId9" o:title=""/>
      </v:shape>
    </w:pict>
  </w:numPicBullet>
  <w:numPicBullet w:numPicBulletId="9">
    <w:pict>
      <v:shape id="_x0000_i1987" type="#_x0000_t75" style="width:30.75pt;height:30.75pt" o:bullet="t">
        <v:imagedata r:id="rId10" o:title=""/>
      </v:shape>
    </w:pict>
  </w:numPicBullet>
  <w:numPicBullet w:numPicBulletId="10">
    <w:pict>
      <v:shape id="_x0000_i1988" type="#_x0000_t75" style="width:29.25pt;height:33pt" o:bullet="t">
        <v:imagedata r:id="rId11" o:title="危险无字黄底"/>
      </v:shape>
    </w:pict>
  </w:numPicBullet>
  <w:numPicBullet w:numPicBulletId="11">
    <w:pict>
      <v:shape id="_x0000_i1989" type="#_x0000_t75" style="width:24.75pt;height:27pt" o:bullet="t">
        <v:imagedata r:id="rId12" o:title="空心"/>
      </v:shape>
    </w:pict>
  </w:numPicBullet>
  <w:abstractNum w:abstractNumId="0" w15:restartNumberingAfterBreak="0">
    <w:nsid w:val="01C505B1"/>
    <w:multiLevelType w:val="hybridMultilevel"/>
    <w:tmpl w:val="221253E8"/>
    <w:lvl w:ilvl="0" w:tplc="E0C46B26">
      <w:start w:val="1"/>
      <w:numFmt w:val="decimal"/>
      <w:pStyle w:val="figure"/>
      <w:lvlText w:val="Figure 1-%1"/>
      <w:lvlJc w:val="left"/>
      <w:pPr>
        <w:ind w:left="420" w:hanging="420"/>
      </w:pPr>
      <w:rPr>
        <w:rFonts w:hint="eastAsia"/>
        <w:b/>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4A557C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05460E43"/>
    <w:multiLevelType w:val="multilevel"/>
    <w:tmpl w:val="ED800AA2"/>
    <w:lvl w:ilvl="0">
      <w:start w:val="1"/>
      <w:numFmt w:val="decimal"/>
      <w:pStyle w:val="TableStep"/>
      <w:lvlText w:val="(%1)"/>
      <w:lvlJc w:val="left"/>
      <w:pPr>
        <w:tabs>
          <w:tab w:val="num" w:pos="397"/>
        </w:tabs>
        <w:ind w:left="397" w:hanging="340"/>
      </w:pPr>
      <w:rPr>
        <w:rFonts w:ascii="Arial" w:eastAsia="微软雅黑" w:hAnsi="Arial" w:hint="default"/>
        <w:b w:val="0"/>
        <w:i w:val="0"/>
        <w:color w:val="000000" w:themeColor="text1"/>
        <w:sz w:val="18"/>
      </w:rPr>
    </w:lvl>
    <w:lvl w:ilvl="1">
      <w:start w:val="1"/>
      <w:numFmt w:val="lowerLetter"/>
      <w:lvlText w:val="%2)"/>
      <w:lvlJc w:val="left"/>
      <w:pPr>
        <w:ind w:left="770" w:hanging="420"/>
      </w:pPr>
      <w:rPr>
        <w:rFonts w:hint="eastAsia"/>
      </w:rPr>
    </w:lvl>
    <w:lvl w:ilvl="2">
      <w:start w:val="1"/>
      <w:numFmt w:val="lowerRoman"/>
      <w:lvlText w:val="%3."/>
      <w:lvlJc w:val="right"/>
      <w:pPr>
        <w:ind w:left="1190" w:hanging="420"/>
      </w:pPr>
      <w:rPr>
        <w:rFonts w:hint="eastAsia"/>
      </w:rPr>
    </w:lvl>
    <w:lvl w:ilvl="3">
      <w:start w:val="1"/>
      <w:numFmt w:val="decimal"/>
      <w:lvlText w:val="%4."/>
      <w:lvlJc w:val="left"/>
      <w:pPr>
        <w:ind w:left="1610" w:hanging="420"/>
      </w:pPr>
      <w:rPr>
        <w:rFonts w:hint="eastAsia"/>
      </w:rPr>
    </w:lvl>
    <w:lvl w:ilvl="4">
      <w:start w:val="1"/>
      <w:numFmt w:val="lowerLetter"/>
      <w:lvlText w:val="%5)"/>
      <w:lvlJc w:val="left"/>
      <w:pPr>
        <w:ind w:left="2030" w:hanging="420"/>
      </w:pPr>
      <w:rPr>
        <w:rFonts w:hint="eastAsia"/>
      </w:rPr>
    </w:lvl>
    <w:lvl w:ilvl="5">
      <w:start w:val="1"/>
      <w:numFmt w:val="lowerRoman"/>
      <w:lvlText w:val="%6."/>
      <w:lvlJc w:val="right"/>
      <w:pPr>
        <w:ind w:left="2450" w:hanging="420"/>
      </w:pPr>
      <w:rPr>
        <w:rFonts w:hint="eastAsia"/>
      </w:rPr>
    </w:lvl>
    <w:lvl w:ilvl="6">
      <w:start w:val="1"/>
      <w:numFmt w:val="decimal"/>
      <w:lvlText w:val="%7."/>
      <w:lvlJc w:val="left"/>
      <w:pPr>
        <w:ind w:left="2870" w:hanging="420"/>
      </w:pPr>
      <w:rPr>
        <w:rFonts w:hint="eastAsia"/>
      </w:rPr>
    </w:lvl>
    <w:lvl w:ilvl="7">
      <w:start w:val="1"/>
      <w:numFmt w:val="lowerLetter"/>
      <w:lvlText w:val="%8)"/>
      <w:lvlJc w:val="left"/>
      <w:pPr>
        <w:ind w:left="3290" w:hanging="420"/>
      </w:pPr>
      <w:rPr>
        <w:rFonts w:hint="eastAsia"/>
      </w:rPr>
    </w:lvl>
    <w:lvl w:ilvl="8">
      <w:start w:val="1"/>
      <w:numFmt w:val="lowerRoman"/>
      <w:lvlText w:val="%9."/>
      <w:lvlJc w:val="right"/>
      <w:pPr>
        <w:ind w:left="3710" w:hanging="420"/>
      </w:pPr>
      <w:rPr>
        <w:rFonts w:hint="eastAsia"/>
      </w:rPr>
    </w:lvl>
  </w:abstractNum>
  <w:abstractNum w:abstractNumId="3" w15:restartNumberingAfterBreak="0">
    <w:nsid w:val="09C44DEF"/>
    <w:multiLevelType w:val="multilevel"/>
    <w:tmpl w:val="F942F6DC"/>
    <w:lvl w:ilvl="0">
      <w:start w:val="1"/>
      <w:numFmt w:val="decimal"/>
      <w:pStyle w:val="a"/>
      <w:lvlText w:val="%1."/>
      <w:lvlJc w:val="left"/>
      <w:pPr>
        <w:tabs>
          <w:tab w:val="num" w:pos="992"/>
        </w:tabs>
        <w:ind w:left="992" w:hanging="363"/>
      </w:pPr>
      <w:rPr>
        <w:rFonts w:ascii="Arial" w:eastAsia="微软雅黑" w:hAnsi="Arial" w:hint="default"/>
        <w:b/>
        <w:i w:val="0"/>
        <w:color w:val="141414"/>
        <w:sz w:val="19"/>
      </w:rPr>
    </w:lvl>
    <w:lvl w:ilvl="1">
      <w:start w:val="1"/>
      <w:numFmt w:val="lowerLetter"/>
      <w:lvlText w:val="%2)"/>
      <w:lvlJc w:val="left"/>
      <w:pPr>
        <w:ind w:left="1190" w:hanging="420"/>
      </w:pPr>
      <w:rPr>
        <w:rFonts w:hint="eastAsia"/>
      </w:rPr>
    </w:lvl>
    <w:lvl w:ilvl="2">
      <w:start w:val="1"/>
      <w:numFmt w:val="lowerRoman"/>
      <w:lvlText w:val="%3."/>
      <w:lvlJc w:val="right"/>
      <w:pPr>
        <w:ind w:left="1610" w:hanging="420"/>
      </w:pPr>
      <w:rPr>
        <w:rFonts w:hint="eastAsia"/>
      </w:rPr>
    </w:lvl>
    <w:lvl w:ilvl="3">
      <w:start w:val="1"/>
      <w:numFmt w:val="decimal"/>
      <w:lvlText w:val="%4."/>
      <w:lvlJc w:val="left"/>
      <w:pPr>
        <w:ind w:left="2030" w:hanging="420"/>
      </w:pPr>
      <w:rPr>
        <w:rFonts w:hint="eastAsia"/>
      </w:rPr>
    </w:lvl>
    <w:lvl w:ilvl="4">
      <w:start w:val="1"/>
      <w:numFmt w:val="lowerLetter"/>
      <w:lvlText w:val="%5)"/>
      <w:lvlJc w:val="left"/>
      <w:pPr>
        <w:ind w:left="2450" w:hanging="420"/>
      </w:pPr>
      <w:rPr>
        <w:rFonts w:hint="eastAsia"/>
      </w:rPr>
    </w:lvl>
    <w:lvl w:ilvl="5">
      <w:start w:val="1"/>
      <w:numFmt w:val="lowerRoman"/>
      <w:lvlText w:val="%6."/>
      <w:lvlJc w:val="right"/>
      <w:pPr>
        <w:ind w:left="2870" w:hanging="420"/>
      </w:pPr>
      <w:rPr>
        <w:rFonts w:hint="eastAsia"/>
      </w:rPr>
    </w:lvl>
    <w:lvl w:ilvl="6">
      <w:start w:val="1"/>
      <w:numFmt w:val="decimal"/>
      <w:lvlText w:val="%7."/>
      <w:lvlJc w:val="left"/>
      <w:pPr>
        <w:ind w:left="3290" w:hanging="420"/>
      </w:pPr>
      <w:rPr>
        <w:rFonts w:hint="eastAsia"/>
      </w:rPr>
    </w:lvl>
    <w:lvl w:ilvl="7">
      <w:start w:val="1"/>
      <w:numFmt w:val="lowerLetter"/>
      <w:lvlText w:val="%8)"/>
      <w:lvlJc w:val="left"/>
      <w:pPr>
        <w:ind w:left="3710" w:hanging="420"/>
      </w:pPr>
      <w:rPr>
        <w:rFonts w:hint="eastAsia"/>
      </w:rPr>
    </w:lvl>
    <w:lvl w:ilvl="8">
      <w:start w:val="1"/>
      <w:numFmt w:val="lowerRoman"/>
      <w:lvlText w:val="%9."/>
      <w:lvlJc w:val="right"/>
      <w:pPr>
        <w:ind w:left="4130" w:hanging="420"/>
      </w:pPr>
      <w:rPr>
        <w:rFonts w:hint="eastAsia"/>
      </w:rPr>
    </w:lvl>
  </w:abstractNum>
  <w:abstractNum w:abstractNumId="4" w15:restartNumberingAfterBreak="0">
    <w:nsid w:val="0E150132"/>
    <w:multiLevelType w:val="multilevel"/>
    <w:tmpl w:val="97064622"/>
    <w:lvl w:ilvl="0">
      <w:start w:val="1"/>
      <w:numFmt w:val="bullet"/>
      <w:pStyle w:val="SignSpec-2"/>
      <w:lvlText w:val=""/>
      <w:lvlPicBulletId w:val="7"/>
      <w:lvlJc w:val="left"/>
      <w:pPr>
        <w:tabs>
          <w:tab w:val="num" w:pos="1412"/>
        </w:tabs>
        <w:ind w:left="1412" w:hanging="420"/>
      </w:pPr>
      <w:rPr>
        <w:rFonts w:ascii="Symbol" w:hAnsi="Symbol" w:hint="default"/>
        <w:b w:val="0"/>
        <w:bCs w:val="0"/>
        <w:i w:val="0"/>
        <w:iCs w:val="0"/>
        <w:caps w:val="0"/>
        <w:smallCaps w:val="0"/>
        <w:strike w:val="0"/>
        <w:dstrike w:val="0"/>
        <w:noProof w:val="0"/>
        <w:vanish w:val="0"/>
        <w:color w:val="auto"/>
        <w:spacing w:val="0"/>
        <w:position w:val="0"/>
        <w:sz w:val="33"/>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10AD76CA"/>
    <w:multiLevelType w:val="multilevel"/>
    <w:tmpl w:val="431015BE"/>
    <w:lvl w:ilvl="0">
      <w:start w:val="1"/>
      <w:numFmt w:val="decimal"/>
      <w:pStyle w:val="SignDangerStep"/>
      <w:lvlText w:val="(%1)"/>
      <w:lvlJc w:val="left"/>
      <w:pPr>
        <w:tabs>
          <w:tab w:val="num" w:pos="1049"/>
        </w:tabs>
        <w:ind w:left="1049" w:hanging="397"/>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15:restartNumberingAfterBreak="0">
    <w:nsid w:val="14AC47EC"/>
    <w:multiLevelType w:val="multilevel"/>
    <w:tmpl w:val="3F1A1A42"/>
    <w:lvl w:ilvl="0">
      <w:start w:val="1"/>
      <w:numFmt w:val="bullet"/>
      <w:pStyle w:val="SignSpec"/>
      <w:lvlText w:val=""/>
      <w:lvlPicBulletId w:val="7"/>
      <w:lvlJc w:val="left"/>
      <w:pPr>
        <w:tabs>
          <w:tab w:val="num" w:pos="1072"/>
        </w:tabs>
        <w:ind w:left="1072" w:hanging="420"/>
      </w:pPr>
      <w:rPr>
        <w:rFonts w:ascii="Symbol" w:hAnsi="Symbol" w:hint="default"/>
        <w:color w:val="auto"/>
        <w:sz w:val="33"/>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 w15:restartNumberingAfterBreak="0">
    <w:nsid w:val="15773753"/>
    <w:multiLevelType w:val="multilevel"/>
    <w:tmpl w:val="55BED2EE"/>
    <w:lvl w:ilvl="0">
      <w:start w:val="1"/>
      <w:numFmt w:val="bullet"/>
      <w:pStyle w:val="SignCaution-2"/>
      <w:lvlText w:val=""/>
      <w:lvlPicBulletId w:val="8"/>
      <w:lvlJc w:val="left"/>
      <w:pPr>
        <w:tabs>
          <w:tab w:val="num" w:pos="1412"/>
        </w:tabs>
        <w:ind w:left="1412" w:hanging="420"/>
      </w:pPr>
      <w:rPr>
        <w:rFonts w:ascii="Symbol" w:hAnsi="Symbol" w:hint="default"/>
        <w:color w:val="auto"/>
        <w:sz w:val="32"/>
      </w:rPr>
    </w:lvl>
    <w:lvl w:ilvl="1">
      <w:start w:val="1"/>
      <w:numFmt w:val="bullet"/>
      <w:lvlText w:val=""/>
      <w:lvlJc w:val="left"/>
      <w:pPr>
        <w:ind w:left="2087" w:hanging="420"/>
      </w:pPr>
      <w:rPr>
        <w:rFonts w:ascii="Wingdings" w:hAnsi="Wingdings" w:hint="default"/>
      </w:rPr>
    </w:lvl>
    <w:lvl w:ilvl="2">
      <w:start w:val="1"/>
      <w:numFmt w:val="bullet"/>
      <w:lvlText w:val=""/>
      <w:lvlJc w:val="left"/>
      <w:pPr>
        <w:ind w:left="2507" w:hanging="420"/>
      </w:pPr>
      <w:rPr>
        <w:rFonts w:ascii="Wingdings" w:hAnsi="Wingdings" w:hint="default"/>
      </w:rPr>
    </w:lvl>
    <w:lvl w:ilvl="3">
      <w:start w:val="1"/>
      <w:numFmt w:val="bullet"/>
      <w:lvlText w:val=""/>
      <w:lvlJc w:val="left"/>
      <w:pPr>
        <w:ind w:left="2927" w:hanging="420"/>
      </w:pPr>
      <w:rPr>
        <w:rFonts w:ascii="Wingdings" w:hAnsi="Wingdings" w:hint="default"/>
      </w:rPr>
    </w:lvl>
    <w:lvl w:ilvl="4">
      <w:start w:val="1"/>
      <w:numFmt w:val="bullet"/>
      <w:lvlText w:val=""/>
      <w:lvlJc w:val="left"/>
      <w:pPr>
        <w:ind w:left="3347" w:hanging="420"/>
      </w:pPr>
      <w:rPr>
        <w:rFonts w:ascii="Wingdings" w:hAnsi="Wingdings" w:hint="default"/>
      </w:rPr>
    </w:lvl>
    <w:lvl w:ilvl="5">
      <w:start w:val="1"/>
      <w:numFmt w:val="bullet"/>
      <w:lvlText w:val=""/>
      <w:lvlJc w:val="left"/>
      <w:pPr>
        <w:ind w:left="3767" w:hanging="420"/>
      </w:pPr>
      <w:rPr>
        <w:rFonts w:ascii="Wingdings" w:hAnsi="Wingdings" w:hint="default"/>
      </w:rPr>
    </w:lvl>
    <w:lvl w:ilvl="6">
      <w:start w:val="1"/>
      <w:numFmt w:val="bullet"/>
      <w:lvlText w:val=""/>
      <w:lvlJc w:val="left"/>
      <w:pPr>
        <w:ind w:left="4187" w:hanging="420"/>
      </w:pPr>
      <w:rPr>
        <w:rFonts w:ascii="Wingdings" w:hAnsi="Wingdings" w:hint="default"/>
      </w:rPr>
    </w:lvl>
    <w:lvl w:ilvl="7">
      <w:start w:val="1"/>
      <w:numFmt w:val="bullet"/>
      <w:lvlText w:val=""/>
      <w:lvlJc w:val="left"/>
      <w:pPr>
        <w:ind w:left="4607" w:hanging="420"/>
      </w:pPr>
      <w:rPr>
        <w:rFonts w:ascii="Wingdings" w:hAnsi="Wingdings" w:hint="default"/>
      </w:rPr>
    </w:lvl>
    <w:lvl w:ilvl="8">
      <w:start w:val="1"/>
      <w:numFmt w:val="bullet"/>
      <w:lvlText w:val=""/>
      <w:lvlJc w:val="left"/>
      <w:pPr>
        <w:ind w:left="5027" w:hanging="420"/>
      </w:pPr>
      <w:rPr>
        <w:rFonts w:ascii="Wingdings" w:hAnsi="Wingdings" w:hint="default"/>
      </w:rPr>
    </w:lvl>
  </w:abstractNum>
  <w:abstractNum w:abstractNumId="8" w15:restartNumberingAfterBreak="0">
    <w:nsid w:val="169A4720"/>
    <w:multiLevelType w:val="multilevel"/>
    <w:tmpl w:val="E78C8B86"/>
    <w:lvl w:ilvl="0">
      <w:start w:val="1"/>
      <w:numFmt w:val="bullet"/>
      <w:pStyle w:val="TableList-1"/>
      <w:lvlText w:val=""/>
      <w:lvlJc w:val="left"/>
      <w:pPr>
        <w:ind w:left="511" w:hanging="420"/>
      </w:pPr>
      <w:rPr>
        <w:rFonts w:ascii="Wingdings" w:hAnsi="Wingdings" w:hint="default"/>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PicBulletId w:val="11"/>
      <w:lvlJc w:val="left"/>
      <w:pPr>
        <w:tabs>
          <w:tab w:val="num" w:pos="726"/>
        </w:tabs>
        <w:ind w:left="726" w:hanging="363"/>
      </w:pPr>
      <w:rPr>
        <w:rFonts w:ascii="Symbol" w:hAnsi="Symbol" w:hint="default"/>
        <w:b w:val="0"/>
        <w:i w:val="0"/>
        <w:color w:val="auto"/>
        <w:sz w:val="18"/>
      </w:rPr>
    </w:lvl>
    <w:lvl w:ilvl="2">
      <w:start w:val="1"/>
      <w:numFmt w:val="bullet"/>
      <w:lvlText w:val=""/>
      <w:lvlPicBulletId w:val="11"/>
      <w:lvlJc w:val="left"/>
      <w:pPr>
        <w:tabs>
          <w:tab w:val="num" w:pos="703"/>
        </w:tabs>
        <w:ind w:left="703" w:hanging="306"/>
      </w:pPr>
      <w:rPr>
        <w:rFonts w:ascii="Symbol" w:hAnsi="Symbol" w:hint="default"/>
        <w:color w:val="auto"/>
      </w:rPr>
    </w:lvl>
    <w:lvl w:ilvl="3">
      <w:start w:val="1"/>
      <w:numFmt w:val="bullet"/>
      <w:lvlText w:val=""/>
      <w:lvlJc w:val="left"/>
      <w:pPr>
        <w:ind w:left="2099" w:hanging="420"/>
      </w:pPr>
      <w:rPr>
        <w:rFonts w:ascii="Wingdings" w:hAnsi="Wingdings" w:hint="default"/>
      </w:rPr>
    </w:lvl>
    <w:lvl w:ilvl="4">
      <w:start w:val="1"/>
      <w:numFmt w:val="bullet"/>
      <w:lvlText w:val=""/>
      <w:lvlJc w:val="left"/>
      <w:pPr>
        <w:ind w:left="2519" w:hanging="420"/>
      </w:pPr>
      <w:rPr>
        <w:rFonts w:ascii="Wingdings" w:hAnsi="Wingdings" w:hint="default"/>
      </w:rPr>
    </w:lvl>
    <w:lvl w:ilvl="5">
      <w:start w:val="1"/>
      <w:numFmt w:val="bullet"/>
      <w:lvlText w:val=""/>
      <w:lvlJc w:val="left"/>
      <w:pPr>
        <w:ind w:left="2939" w:hanging="420"/>
      </w:pPr>
      <w:rPr>
        <w:rFonts w:ascii="Wingdings" w:hAnsi="Wingdings" w:hint="default"/>
      </w:rPr>
    </w:lvl>
    <w:lvl w:ilvl="6">
      <w:start w:val="1"/>
      <w:numFmt w:val="bullet"/>
      <w:lvlText w:val=""/>
      <w:lvlJc w:val="left"/>
      <w:pPr>
        <w:ind w:left="3359" w:hanging="420"/>
      </w:pPr>
      <w:rPr>
        <w:rFonts w:ascii="Wingdings" w:hAnsi="Wingdings" w:hint="default"/>
      </w:rPr>
    </w:lvl>
    <w:lvl w:ilvl="7">
      <w:start w:val="1"/>
      <w:numFmt w:val="bullet"/>
      <w:lvlText w:val=""/>
      <w:lvlJc w:val="left"/>
      <w:pPr>
        <w:ind w:left="3779" w:hanging="420"/>
      </w:pPr>
      <w:rPr>
        <w:rFonts w:ascii="Wingdings" w:hAnsi="Wingdings" w:hint="default"/>
      </w:rPr>
    </w:lvl>
    <w:lvl w:ilvl="8">
      <w:start w:val="1"/>
      <w:numFmt w:val="bullet"/>
      <w:lvlText w:val=""/>
      <w:lvlJc w:val="left"/>
      <w:pPr>
        <w:ind w:left="4199" w:hanging="420"/>
      </w:pPr>
      <w:rPr>
        <w:rFonts w:ascii="Wingdings" w:hAnsi="Wingdings" w:hint="default"/>
      </w:rPr>
    </w:lvl>
  </w:abstractNum>
  <w:abstractNum w:abstractNumId="9" w15:restartNumberingAfterBreak="0">
    <w:nsid w:val="17066455"/>
    <w:multiLevelType w:val="hybridMultilevel"/>
    <w:tmpl w:val="27FE8446"/>
    <w:lvl w:ilvl="0" w:tplc="94AAB57E">
      <w:start w:val="1"/>
      <w:numFmt w:val="bullet"/>
      <w:pStyle w:val="MiniBlock"/>
      <w:lvlText w:val=""/>
      <w:lvlJc w:val="left"/>
      <w:pPr>
        <w:ind w:left="420" w:hanging="420"/>
      </w:pPr>
      <w:rPr>
        <w:rFonts w:ascii="Wingdings" w:hAnsi="Wingdings" w:hint="default"/>
        <w:b/>
        <w:i w:val="0"/>
        <w:color w:val="4F81BD"/>
        <w:sz w:val="24"/>
        <w:szCs w:val="24"/>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78E57CB"/>
    <w:multiLevelType w:val="multilevel"/>
    <w:tmpl w:val="95428A04"/>
    <w:lvl w:ilvl="0">
      <w:start w:val="1"/>
      <w:numFmt w:val="decimal"/>
      <w:suff w:val="nothing"/>
      <w:lvlText w:val="%1 "/>
      <w:lvlJc w:val="left"/>
      <w:pPr>
        <w:ind w:left="567" w:hanging="567"/>
      </w:pPr>
      <w:rPr>
        <w:rFonts w:ascii="Arial" w:eastAsia="微软雅黑" w:hAnsi="Arial" w:hint="default"/>
        <w:b/>
        <w:i w:val="0"/>
        <w:color w:val="0D0D0D"/>
        <w:sz w:val="74"/>
      </w:rPr>
    </w:lvl>
    <w:lvl w:ilvl="1">
      <w:start w:val="1"/>
      <w:numFmt w:val="decimal"/>
      <w:suff w:val="nothing"/>
      <w:lvlText w:val="%1.%2   "/>
      <w:lvlJc w:val="left"/>
      <w:pPr>
        <w:ind w:left="624" w:hanging="624"/>
      </w:pPr>
      <w:rPr>
        <w:rFonts w:ascii="Arial" w:eastAsia="微软雅黑" w:hAnsi="Arial" w:hint="default"/>
        <w:b/>
        <w:i w:val="0"/>
        <w:color w:val="141414"/>
        <w:sz w:val="28"/>
      </w:rPr>
    </w:lvl>
    <w:lvl w:ilvl="2">
      <w:start w:val="1"/>
      <w:numFmt w:val="decimal"/>
      <w:suff w:val="nothing"/>
      <w:lvlText w:val="%1.%2.%3  "/>
      <w:lvlJc w:val="left"/>
      <w:pPr>
        <w:ind w:left="624" w:hanging="624"/>
      </w:pPr>
      <w:rPr>
        <w:rFonts w:ascii="Arial" w:hAnsi="Arial" w:hint="default"/>
        <w:b/>
        <w:i w:val="0"/>
        <w:color w:val="141414"/>
        <w:sz w:val="23"/>
      </w:rPr>
    </w:lvl>
    <w:lvl w:ilvl="3">
      <w:start w:val="1"/>
      <w:numFmt w:val="decimal"/>
      <w:lvlText w:val="%4. "/>
      <w:lvlJc w:val="left"/>
      <w:pPr>
        <w:tabs>
          <w:tab w:val="num" w:pos="992"/>
        </w:tabs>
        <w:ind w:left="992" w:hanging="363"/>
      </w:pPr>
      <w:rPr>
        <w:rFonts w:ascii="Arial" w:hAnsi="Arial" w:hint="default"/>
        <w:b/>
        <w:i w:val="0"/>
        <w:color w:val="141414"/>
        <w:sz w:val="19"/>
      </w:rPr>
    </w:lvl>
    <w:lvl w:ilvl="4">
      <w:start w:val="1"/>
      <w:numFmt w:val="decimal"/>
      <w:lvlText w:val="(%5)"/>
      <w:lvlJc w:val="left"/>
      <w:pPr>
        <w:tabs>
          <w:tab w:val="num" w:pos="992"/>
        </w:tabs>
        <w:ind w:left="992" w:hanging="363"/>
      </w:pPr>
      <w:rPr>
        <w:rFonts w:ascii="Arial" w:hAnsi="Arial" w:hint="default"/>
        <w:b w:val="0"/>
        <w:i w:val="0"/>
        <w:color w:val="262626"/>
        <w:sz w:val="18"/>
      </w:rPr>
    </w:lvl>
    <w:lvl w:ilvl="5">
      <w:start w:val="1"/>
      <w:numFmt w:val="decimal"/>
      <w:lvlRestart w:val="1"/>
      <w:lvlText w:val="图%1-%6"/>
      <w:lvlJc w:val="left"/>
      <w:pPr>
        <w:tabs>
          <w:tab w:val="num" w:pos="1287"/>
        </w:tabs>
        <w:ind w:left="1287" w:hanging="658"/>
      </w:pPr>
      <w:rPr>
        <w:rFonts w:ascii="Arial" w:eastAsia="微软雅黑" w:hAnsi="Arial" w:hint="default"/>
        <w:b/>
        <w:i w:val="0"/>
        <w:color w:val="262626"/>
        <w:sz w:val="18"/>
      </w:rPr>
    </w:lvl>
    <w:lvl w:ilvl="6">
      <w:start w:val="1"/>
      <w:numFmt w:val="decimal"/>
      <w:lvlRestart w:val="1"/>
      <w:lvlText w:val="表%1-%7"/>
      <w:lvlJc w:val="left"/>
      <w:pPr>
        <w:tabs>
          <w:tab w:val="num" w:pos="1287"/>
        </w:tabs>
        <w:ind w:left="1287" w:hanging="658"/>
      </w:pPr>
      <w:rPr>
        <w:rFonts w:ascii="Arial" w:eastAsia="微软雅黑" w:hAnsi="Arial" w:hint="default"/>
        <w:b/>
        <w:i w:val="0"/>
        <w:color w:val="262626"/>
        <w:sz w:val="18"/>
      </w:rPr>
    </w:lvl>
    <w:lvl w:ilvl="7">
      <w:start w:val="1"/>
      <w:numFmt w:val="lowerLetter"/>
      <w:lvlRestart w:val="5"/>
      <w:lvlText w:val="%8 "/>
      <w:lvlJc w:val="left"/>
      <w:pPr>
        <w:tabs>
          <w:tab w:val="num" w:pos="1355"/>
        </w:tabs>
        <w:ind w:left="1355" w:hanging="363"/>
      </w:pPr>
      <w:rPr>
        <w:rFonts w:ascii="Arial" w:hAnsi="Arial" w:hint="default"/>
        <w:b w:val="0"/>
        <w:i w:val="0"/>
        <w:color w:val="262626"/>
        <w:sz w:val="18"/>
      </w:rPr>
    </w:lvl>
    <w:lvl w:ilvl="8">
      <w:start w:val="1"/>
      <w:numFmt w:val="decimal"/>
      <w:lvlText w:val="%1.%2.%3.%4.%5.%6.%7.%8.%9"/>
      <w:lvlJc w:val="left"/>
      <w:pPr>
        <w:ind w:left="1584" w:hanging="1584"/>
      </w:pPr>
      <w:rPr>
        <w:rFonts w:hint="eastAsia"/>
      </w:rPr>
    </w:lvl>
  </w:abstractNum>
  <w:abstractNum w:abstractNumId="11" w15:restartNumberingAfterBreak="0">
    <w:nsid w:val="185B0761"/>
    <w:multiLevelType w:val="multilevel"/>
    <w:tmpl w:val="185B0761"/>
    <w:lvl w:ilvl="0">
      <w:start w:val="1"/>
      <w:numFmt w:val="bullet"/>
      <w:pStyle w:val="Note"/>
      <w:lvlText w:val=""/>
      <w:lvlPicBulletId w:val="0"/>
      <w:lvlJc w:val="left"/>
      <w:pPr>
        <w:tabs>
          <w:tab w:val="num" w:pos="420"/>
        </w:tabs>
        <w:ind w:left="420" w:hanging="420"/>
      </w:pPr>
      <w:rPr>
        <w:rFonts w:ascii="Symbol" w:hAnsi="Symbol" w:hint="default"/>
        <w:color w:val="auto"/>
        <w:sz w:val="84"/>
        <w:szCs w:val="84"/>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1B3B663A"/>
    <w:multiLevelType w:val="multilevel"/>
    <w:tmpl w:val="0194E374"/>
    <w:lvl w:ilvl="0">
      <w:start w:val="1"/>
      <w:numFmt w:val="bullet"/>
      <w:pStyle w:val="SignDanger"/>
      <w:lvlText w:val=""/>
      <w:lvlPicBulletId w:val="10"/>
      <w:lvlJc w:val="left"/>
      <w:pPr>
        <w:ind w:left="988" w:hanging="336"/>
      </w:pPr>
      <w:rPr>
        <w:rFonts w:ascii="Symbol" w:hAnsi="Symbol" w:hint="default"/>
        <w:color w:val="auto"/>
        <w:sz w:val="30"/>
      </w:rPr>
    </w:lvl>
    <w:lvl w:ilvl="1">
      <w:start w:val="1"/>
      <w:numFmt w:val="bullet"/>
      <w:lvlText w:val=""/>
      <w:lvlJc w:val="left"/>
      <w:pPr>
        <w:ind w:left="1408" w:hanging="420"/>
      </w:pPr>
      <w:rPr>
        <w:rFonts w:ascii="Wingdings" w:hAnsi="Wingdings" w:hint="default"/>
      </w:rPr>
    </w:lvl>
    <w:lvl w:ilvl="2">
      <w:start w:val="1"/>
      <w:numFmt w:val="bullet"/>
      <w:lvlText w:val=""/>
      <w:lvlJc w:val="left"/>
      <w:pPr>
        <w:ind w:left="1828" w:hanging="420"/>
      </w:pPr>
      <w:rPr>
        <w:rFonts w:ascii="Wingdings" w:hAnsi="Wingdings" w:hint="default"/>
      </w:rPr>
    </w:lvl>
    <w:lvl w:ilvl="3">
      <w:start w:val="1"/>
      <w:numFmt w:val="bullet"/>
      <w:lvlText w:val=""/>
      <w:lvlJc w:val="left"/>
      <w:pPr>
        <w:ind w:left="2248" w:hanging="420"/>
      </w:pPr>
      <w:rPr>
        <w:rFonts w:ascii="Wingdings" w:hAnsi="Wingdings" w:hint="default"/>
      </w:rPr>
    </w:lvl>
    <w:lvl w:ilvl="4">
      <w:start w:val="1"/>
      <w:numFmt w:val="bullet"/>
      <w:lvlText w:val=""/>
      <w:lvlJc w:val="left"/>
      <w:pPr>
        <w:ind w:left="2668" w:hanging="420"/>
      </w:pPr>
      <w:rPr>
        <w:rFonts w:ascii="Wingdings" w:hAnsi="Wingdings" w:hint="default"/>
      </w:rPr>
    </w:lvl>
    <w:lvl w:ilvl="5">
      <w:start w:val="1"/>
      <w:numFmt w:val="bullet"/>
      <w:lvlText w:val=""/>
      <w:lvlJc w:val="left"/>
      <w:pPr>
        <w:ind w:left="3088" w:hanging="420"/>
      </w:pPr>
      <w:rPr>
        <w:rFonts w:ascii="Wingdings" w:hAnsi="Wingdings" w:hint="default"/>
      </w:rPr>
    </w:lvl>
    <w:lvl w:ilvl="6">
      <w:start w:val="1"/>
      <w:numFmt w:val="bullet"/>
      <w:lvlText w:val=""/>
      <w:lvlJc w:val="left"/>
      <w:pPr>
        <w:ind w:left="3508" w:hanging="420"/>
      </w:pPr>
      <w:rPr>
        <w:rFonts w:ascii="Wingdings" w:hAnsi="Wingdings" w:hint="default"/>
      </w:rPr>
    </w:lvl>
    <w:lvl w:ilvl="7">
      <w:start w:val="1"/>
      <w:numFmt w:val="bullet"/>
      <w:lvlText w:val=""/>
      <w:lvlJc w:val="left"/>
      <w:pPr>
        <w:ind w:left="3928" w:hanging="420"/>
      </w:pPr>
      <w:rPr>
        <w:rFonts w:ascii="Wingdings" w:hAnsi="Wingdings" w:hint="default"/>
      </w:rPr>
    </w:lvl>
    <w:lvl w:ilvl="8">
      <w:start w:val="1"/>
      <w:numFmt w:val="bullet"/>
      <w:lvlText w:val=""/>
      <w:lvlJc w:val="left"/>
      <w:pPr>
        <w:ind w:left="4348" w:hanging="420"/>
      </w:pPr>
      <w:rPr>
        <w:rFonts w:ascii="Wingdings" w:hAnsi="Wingdings" w:hint="default"/>
      </w:rPr>
    </w:lvl>
  </w:abstractNum>
  <w:abstractNum w:abstractNumId="13" w15:restartNumberingAfterBreak="0">
    <w:nsid w:val="1E920D44"/>
    <w:multiLevelType w:val="hybridMultilevel"/>
    <w:tmpl w:val="FEDAA69E"/>
    <w:lvl w:ilvl="0" w:tplc="C2502BD6">
      <w:start w:val="1"/>
      <w:numFmt w:val="bullet"/>
      <w:pStyle w:val="tableitemlist"/>
      <w:lvlText w:val=""/>
      <w:lvlJc w:val="left"/>
      <w:pPr>
        <w:ind w:left="420" w:hanging="420"/>
      </w:pPr>
      <w:rPr>
        <w:rFonts w:ascii="Webdings" w:hAnsi="Webdings" w:hint="default"/>
        <w:b w:val="0"/>
        <w:i w:val="0"/>
        <w:color w:val="808080"/>
        <w:kern w:val="18"/>
        <w:sz w:val="18"/>
        <w:szCs w:val="18"/>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1F693EC0"/>
    <w:multiLevelType w:val="hybridMultilevel"/>
    <w:tmpl w:val="D654CFE2"/>
    <w:lvl w:ilvl="0" w:tplc="A4B64D3E">
      <w:start w:val="1"/>
      <w:numFmt w:val="decimal"/>
      <w:pStyle w:val="tableitemstep"/>
      <w:lvlText w:val="%1."/>
      <w:lvlJc w:val="left"/>
      <w:pPr>
        <w:ind w:left="420" w:hanging="420"/>
      </w:pPr>
      <w:rPr>
        <w:rFonts w:hint="eastAsia"/>
        <w:kern w:val="2"/>
      </w:rPr>
    </w:lvl>
    <w:lvl w:ilvl="1" w:tplc="04090019" w:tentative="1">
      <w:start w:val="1"/>
      <w:numFmt w:val="lowerLetter"/>
      <w:lvlText w:val="%2)"/>
      <w:lvlJc w:val="left"/>
      <w:pPr>
        <w:tabs>
          <w:tab w:val="num" w:pos="1140"/>
        </w:tabs>
        <w:ind w:left="1140" w:hanging="420"/>
      </w:pPr>
    </w:lvl>
    <w:lvl w:ilvl="2" w:tplc="0409001B" w:tentative="1">
      <w:start w:val="1"/>
      <w:numFmt w:val="lowerRoman"/>
      <w:lvlText w:val="%3."/>
      <w:lvlJc w:val="righ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9" w:tentative="1">
      <w:start w:val="1"/>
      <w:numFmt w:val="lowerLetter"/>
      <w:lvlText w:val="%5)"/>
      <w:lvlJc w:val="left"/>
      <w:pPr>
        <w:tabs>
          <w:tab w:val="num" w:pos="2400"/>
        </w:tabs>
        <w:ind w:left="2400" w:hanging="420"/>
      </w:pPr>
    </w:lvl>
    <w:lvl w:ilvl="5" w:tplc="0409001B" w:tentative="1">
      <w:start w:val="1"/>
      <w:numFmt w:val="lowerRoman"/>
      <w:lvlText w:val="%6."/>
      <w:lvlJc w:val="righ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9" w:tentative="1">
      <w:start w:val="1"/>
      <w:numFmt w:val="lowerLetter"/>
      <w:lvlText w:val="%8)"/>
      <w:lvlJc w:val="left"/>
      <w:pPr>
        <w:tabs>
          <w:tab w:val="num" w:pos="3660"/>
        </w:tabs>
        <w:ind w:left="3660" w:hanging="420"/>
      </w:pPr>
    </w:lvl>
    <w:lvl w:ilvl="8" w:tplc="0409001B" w:tentative="1">
      <w:start w:val="1"/>
      <w:numFmt w:val="lowerRoman"/>
      <w:lvlText w:val="%9."/>
      <w:lvlJc w:val="right"/>
      <w:pPr>
        <w:tabs>
          <w:tab w:val="num" w:pos="4080"/>
        </w:tabs>
        <w:ind w:left="4080" w:hanging="420"/>
      </w:pPr>
    </w:lvl>
  </w:abstractNum>
  <w:abstractNum w:abstractNumId="15" w15:restartNumberingAfterBreak="0">
    <w:nsid w:val="2C614B9A"/>
    <w:multiLevelType w:val="hybridMultilevel"/>
    <w:tmpl w:val="B7CCA964"/>
    <w:lvl w:ilvl="0" w:tplc="FDBA699A">
      <w:start w:val="1"/>
      <w:numFmt w:val="bullet"/>
      <w:pStyle w:val="signinstruction"/>
      <w:lvlText w:val=""/>
      <w:lvlPicBulletId w:val="3"/>
      <w:lvlJc w:val="left"/>
      <w:pPr>
        <w:tabs>
          <w:tab w:val="num" w:pos="420"/>
        </w:tabs>
        <w:ind w:left="420" w:hanging="420"/>
      </w:pPr>
      <w:rPr>
        <w:rFonts w:ascii="Symbol" w:hAnsi="Symbol" w:hint="default"/>
        <w:b w:val="0"/>
        <w:i w:val="0"/>
        <w:color w:val="auto"/>
        <w:sz w:val="32"/>
        <w:szCs w:val="32"/>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E734034"/>
    <w:multiLevelType w:val="multilevel"/>
    <w:tmpl w:val="3D7C0ADE"/>
    <w:lvl w:ilvl="0">
      <w:start w:val="1"/>
      <w:numFmt w:val="bullet"/>
      <w:pStyle w:val="SignWarning"/>
      <w:lvlText w:val=""/>
      <w:lvlPicBulletId w:val="9"/>
      <w:lvlJc w:val="left"/>
      <w:pPr>
        <w:tabs>
          <w:tab w:val="num" w:pos="1072"/>
        </w:tabs>
        <w:ind w:left="1072" w:hanging="420"/>
      </w:pPr>
      <w:rPr>
        <w:rFonts w:ascii="Symbol" w:hAnsi="Symbol" w:hint="default"/>
        <w:color w:val="auto"/>
        <w:sz w:val="32"/>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15:restartNumberingAfterBreak="0">
    <w:nsid w:val="342B1541"/>
    <w:multiLevelType w:val="multilevel"/>
    <w:tmpl w:val="53C4DA9A"/>
    <w:lvl w:ilvl="0">
      <w:start w:val="1"/>
      <w:numFmt w:val="bullet"/>
      <w:pStyle w:val="SignList"/>
      <w:lvlText w:val=""/>
      <w:lvlJc w:val="left"/>
      <w:pPr>
        <w:ind w:left="1072" w:hanging="420"/>
      </w:pPr>
      <w:rPr>
        <w:rFonts w:ascii="Wingdings" w:hAnsi="Wingdings" w:hint="default"/>
      </w:rPr>
    </w:lvl>
    <w:lvl w:ilvl="1">
      <w:start w:val="1"/>
      <w:numFmt w:val="bullet"/>
      <w:lvlText w:val=""/>
      <w:lvlJc w:val="left"/>
      <w:pPr>
        <w:ind w:left="1469" w:hanging="420"/>
      </w:pPr>
      <w:rPr>
        <w:rFonts w:ascii="Wingdings" w:hAnsi="Wingdings" w:hint="default"/>
      </w:rPr>
    </w:lvl>
    <w:lvl w:ilvl="2">
      <w:start w:val="1"/>
      <w:numFmt w:val="bullet"/>
      <w:lvlText w:val=""/>
      <w:lvlJc w:val="left"/>
      <w:pPr>
        <w:ind w:left="1889" w:hanging="420"/>
      </w:pPr>
      <w:rPr>
        <w:rFonts w:ascii="Wingdings" w:hAnsi="Wingdings" w:hint="default"/>
      </w:rPr>
    </w:lvl>
    <w:lvl w:ilvl="3">
      <w:start w:val="1"/>
      <w:numFmt w:val="bullet"/>
      <w:lvlText w:val=""/>
      <w:lvlJc w:val="left"/>
      <w:pPr>
        <w:ind w:left="2309" w:hanging="420"/>
      </w:pPr>
      <w:rPr>
        <w:rFonts w:ascii="Wingdings" w:hAnsi="Wingdings" w:hint="default"/>
      </w:rPr>
    </w:lvl>
    <w:lvl w:ilvl="4">
      <w:start w:val="1"/>
      <w:numFmt w:val="bullet"/>
      <w:lvlText w:val=""/>
      <w:lvlJc w:val="left"/>
      <w:pPr>
        <w:ind w:left="2729" w:hanging="420"/>
      </w:pPr>
      <w:rPr>
        <w:rFonts w:ascii="Wingdings" w:hAnsi="Wingdings" w:hint="default"/>
      </w:rPr>
    </w:lvl>
    <w:lvl w:ilvl="5">
      <w:start w:val="1"/>
      <w:numFmt w:val="bullet"/>
      <w:lvlText w:val=""/>
      <w:lvlJc w:val="left"/>
      <w:pPr>
        <w:ind w:left="3149" w:hanging="420"/>
      </w:pPr>
      <w:rPr>
        <w:rFonts w:ascii="Wingdings" w:hAnsi="Wingdings" w:hint="default"/>
      </w:rPr>
    </w:lvl>
    <w:lvl w:ilvl="6">
      <w:start w:val="1"/>
      <w:numFmt w:val="bullet"/>
      <w:lvlText w:val=""/>
      <w:lvlJc w:val="left"/>
      <w:pPr>
        <w:ind w:left="3569" w:hanging="420"/>
      </w:pPr>
      <w:rPr>
        <w:rFonts w:ascii="Wingdings" w:hAnsi="Wingdings" w:hint="default"/>
      </w:rPr>
    </w:lvl>
    <w:lvl w:ilvl="7">
      <w:start w:val="1"/>
      <w:numFmt w:val="bullet"/>
      <w:lvlText w:val=""/>
      <w:lvlJc w:val="left"/>
      <w:pPr>
        <w:ind w:left="3989" w:hanging="420"/>
      </w:pPr>
      <w:rPr>
        <w:rFonts w:ascii="Wingdings" w:hAnsi="Wingdings" w:hint="default"/>
      </w:rPr>
    </w:lvl>
    <w:lvl w:ilvl="8">
      <w:start w:val="1"/>
      <w:numFmt w:val="bullet"/>
      <w:lvlText w:val=""/>
      <w:lvlJc w:val="left"/>
      <w:pPr>
        <w:ind w:left="4409" w:hanging="420"/>
      </w:pPr>
      <w:rPr>
        <w:rFonts w:ascii="Wingdings" w:hAnsi="Wingdings" w:hint="default"/>
      </w:rPr>
    </w:lvl>
  </w:abstractNum>
  <w:abstractNum w:abstractNumId="18" w15:restartNumberingAfterBreak="0">
    <w:nsid w:val="351055A0"/>
    <w:multiLevelType w:val="multilevel"/>
    <w:tmpl w:val="7B1434A8"/>
    <w:lvl w:ilvl="0">
      <w:start w:val="1"/>
      <w:numFmt w:val="bullet"/>
      <w:pStyle w:val="SignNote"/>
      <w:lvlText w:val=""/>
      <w:lvlPicBulletId w:val="6"/>
      <w:lvlJc w:val="left"/>
      <w:pPr>
        <w:tabs>
          <w:tab w:val="num" w:pos="1072"/>
        </w:tabs>
        <w:ind w:left="1072" w:hanging="420"/>
      </w:pPr>
      <w:rPr>
        <w:rFonts w:ascii="Symbol" w:hAnsi="Symbol" w:hint="default"/>
        <w:b w:val="0"/>
        <w:i w:val="0"/>
        <w:color w:val="auto"/>
        <w:sz w:val="32"/>
        <w:szCs w:val="32"/>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15:restartNumberingAfterBreak="0">
    <w:nsid w:val="3B52009F"/>
    <w:multiLevelType w:val="multilevel"/>
    <w:tmpl w:val="4ED23ED4"/>
    <w:lvl w:ilvl="0">
      <w:start w:val="1"/>
      <w:numFmt w:val="bullet"/>
      <w:pStyle w:val="SignWarning-2"/>
      <w:lvlText w:val=""/>
      <w:lvlPicBulletId w:val="9"/>
      <w:lvlJc w:val="left"/>
      <w:pPr>
        <w:tabs>
          <w:tab w:val="num" w:pos="1412"/>
        </w:tabs>
        <w:ind w:left="1412" w:hanging="420"/>
      </w:pPr>
      <w:rPr>
        <w:rFonts w:ascii="Symbol" w:hAnsi="Symbol" w:hint="default"/>
        <w:b w:val="0"/>
        <w:i w:val="0"/>
        <w:color w:val="auto"/>
        <w:sz w:val="32"/>
        <w:szCs w:val="32"/>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3CA67DFE"/>
    <w:multiLevelType w:val="hybridMultilevel"/>
    <w:tmpl w:val="6BFC019E"/>
    <w:lvl w:ilvl="0" w:tplc="8C60D002">
      <w:start w:val="1"/>
      <w:numFmt w:val="bullet"/>
      <w:pStyle w:val="--"/>
      <w:lvlText w:val=""/>
      <w:lvlPicBulletId w:val="4"/>
      <w:lvlJc w:val="left"/>
      <w:pPr>
        <w:tabs>
          <w:tab w:val="num" w:pos="420"/>
        </w:tabs>
        <w:ind w:left="420" w:hanging="420"/>
      </w:pPr>
      <w:rPr>
        <w:rFonts w:ascii="Symbol" w:hAnsi="Symbol" w:hint="default"/>
        <w:b w:val="0"/>
        <w:i w:val="0"/>
        <w:color w:val="auto"/>
        <w:sz w:val="32"/>
        <w:szCs w:val="32"/>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3F2C4AAF"/>
    <w:multiLevelType w:val="hybridMultilevel"/>
    <w:tmpl w:val="B4F0CD4C"/>
    <w:lvl w:ilvl="0" w:tplc="784EE4A6">
      <w:start w:val="1"/>
      <w:numFmt w:val="bullet"/>
      <w:pStyle w:val="itemlist"/>
      <w:lvlText w:val=""/>
      <w:lvlJc w:val="left"/>
      <w:pPr>
        <w:tabs>
          <w:tab w:val="num" w:pos="420"/>
        </w:tabs>
        <w:ind w:left="420" w:hanging="420"/>
      </w:pPr>
      <w:rPr>
        <w:rFonts w:ascii="Wingdings" w:hAnsi="Wingdings" w:hint="default"/>
        <w:color w:val="808080"/>
      </w:rPr>
    </w:lvl>
    <w:lvl w:ilvl="1" w:tplc="FFFFFFFF">
      <w:start w:val="1"/>
      <w:numFmt w:val="bullet"/>
      <w:lvlText w:val=""/>
      <w:lvlJc w:val="left"/>
      <w:pPr>
        <w:tabs>
          <w:tab w:val="num" w:pos="1470"/>
        </w:tabs>
        <w:ind w:left="1470" w:hanging="420"/>
      </w:pPr>
      <w:rPr>
        <w:rFonts w:ascii="Wingdings" w:hAnsi="Wingdings" w:hint="default"/>
      </w:rPr>
    </w:lvl>
    <w:lvl w:ilvl="2" w:tplc="FFFFFFFF" w:tentative="1">
      <w:start w:val="1"/>
      <w:numFmt w:val="bullet"/>
      <w:lvlText w:val=""/>
      <w:lvlJc w:val="left"/>
      <w:pPr>
        <w:tabs>
          <w:tab w:val="num" w:pos="1890"/>
        </w:tabs>
        <w:ind w:left="1890" w:hanging="420"/>
      </w:pPr>
      <w:rPr>
        <w:rFonts w:ascii="Wingdings" w:hAnsi="Wingdings" w:hint="default"/>
      </w:rPr>
    </w:lvl>
    <w:lvl w:ilvl="3" w:tplc="FFFFFFFF" w:tentative="1">
      <w:start w:val="1"/>
      <w:numFmt w:val="bullet"/>
      <w:lvlText w:val=""/>
      <w:lvlJc w:val="left"/>
      <w:pPr>
        <w:tabs>
          <w:tab w:val="num" w:pos="2310"/>
        </w:tabs>
        <w:ind w:left="2310" w:hanging="420"/>
      </w:pPr>
      <w:rPr>
        <w:rFonts w:ascii="Wingdings" w:hAnsi="Wingdings" w:hint="default"/>
      </w:rPr>
    </w:lvl>
    <w:lvl w:ilvl="4" w:tplc="FFFFFFFF" w:tentative="1">
      <w:start w:val="1"/>
      <w:numFmt w:val="bullet"/>
      <w:lvlText w:val=""/>
      <w:lvlJc w:val="left"/>
      <w:pPr>
        <w:tabs>
          <w:tab w:val="num" w:pos="2730"/>
        </w:tabs>
        <w:ind w:left="2730" w:hanging="420"/>
      </w:pPr>
      <w:rPr>
        <w:rFonts w:ascii="Wingdings" w:hAnsi="Wingdings" w:hint="default"/>
      </w:rPr>
    </w:lvl>
    <w:lvl w:ilvl="5" w:tplc="FFFFFFFF" w:tentative="1">
      <w:start w:val="1"/>
      <w:numFmt w:val="bullet"/>
      <w:lvlText w:val=""/>
      <w:lvlJc w:val="left"/>
      <w:pPr>
        <w:tabs>
          <w:tab w:val="num" w:pos="3150"/>
        </w:tabs>
        <w:ind w:left="3150" w:hanging="420"/>
      </w:pPr>
      <w:rPr>
        <w:rFonts w:ascii="Wingdings" w:hAnsi="Wingdings" w:hint="default"/>
      </w:rPr>
    </w:lvl>
    <w:lvl w:ilvl="6" w:tplc="FFFFFFFF" w:tentative="1">
      <w:start w:val="1"/>
      <w:numFmt w:val="bullet"/>
      <w:lvlText w:val=""/>
      <w:lvlJc w:val="left"/>
      <w:pPr>
        <w:tabs>
          <w:tab w:val="num" w:pos="3570"/>
        </w:tabs>
        <w:ind w:left="3570" w:hanging="420"/>
      </w:pPr>
      <w:rPr>
        <w:rFonts w:ascii="Wingdings" w:hAnsi="Wingdings" w:hint="default"/>
      </w:rPr>
    </w:lvl>
    <w:lvl w:ilvl="7" w:tplc="FFFFFFFF" w:tentative="1">
      <w:start w:val="1"/>
      <w:numFmt w:val="bullet"/>
      <w:lvlText w:val=""/>
      <w:lvlJc w:val="left"/>
      <w:pPr>
        <w:tabs>
          <w:tab w:val="num" w:pos="3990"/>
        </w:tabs>
        <w:ind w:left="3990" w:hanging="420"/>
      </w:pPr>
      <w:rPr>
        <w:rFonts w:ascii="Wingdings" w:hAnsi="Wingdings" w:hint="default"/>
      </w:rPr>
    </w:lvl>
    <w:lvl w:ilvl="8" w:tplc="FFFFFFFF" w:tentative="1">
      <w:start w:val="1"/>
      <w:numFmt w:val="bullet"/>
      <w:lvlText w:val=""/>
      <w:lvlJc w:val="left"/>
      <w:pPr>
        <w:tabs>
          <w:tab w:val="num" w:pos="4410"/>
        </w:tabs>
        <w:ind w:left="4410" w:hanging="420"/>
      </w:pPr>
      <w:rPr>
        <w:rFonts w:ascii="Wingdings" w:hAnsi="Wingdings" w:hint="default"/>
      </w:rPr>
    </w:lvl>
  </w:abstractNum>
  <w:abstractNum w:abstractNumId="22" w15:restartNumberingAfterBreak="0">
    <w:nsid w:val="43531BB4"/>
    <w:multiLevelType w:val="multilevel"/>
    <w:tmpl w:val="EBE40AA8"/>
    <w:lvl w:ilvl="0">
      <w:start w:val="1"/>
      <w:numFmt w:val="decimal"/>
      <w:pStyle w:val="a0"/>
      <w:suff w:val="nothing"/>
      <w:lvlText w:val="%1.   "/>
      <w:lvlJc w:val="left"/>
      <w:pPr>
        <w:ind w:left="1049" w:hanging="42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90" w:hanging="420"/>
      </w:pPr>
      <w:rPr>
        <w:rFonts w:hint="eastAsia"/>
      </w:rPr>
    </w:lvl>
    <w:lvl w:ilvl="2">
      <w:start w:val="1"/>
      <w:numFmt w:val="lowerRoman"/>
      <w:lvlText w:val="%3."/>
      <w:lvlJc w:val="right"/>
      <w:pPr>
        <w:ind w:left="2010" w:hanging="420"/>
      </w:pPr>
      <w:rPr>
        <w:rFonts w:hint="eastAsia"/>
      </w:rPr>
    </w:lvl>
    <w:lvl w:ilvl="3">
      <w:start w:val="1"/>
      <w:numFmt w:val="decimal"/>
      <w:lvlText w:val="%4."/>
      <w:lvlJc w:val="left"/>
      <w:pPr>
        <w:ind w:left="2430" w:hanging="420"/>
      </w:pPr>
      <w:rPr>
        <w:rFonts w:hint="eastAsia"/>
      </w:rPr>
    </w:lvl>
    <w:lvl w:ilvl="4">
      <w:start w:val="1"/>
      <w:numFmt w:val="lowerLetter"/>
      <w:lvlText w:val="%5)"/>
      <w:lvlJc w:val="left"/>
      <w:pPr>
        <w:ind w:left="2850" w:hanging="420"/>
      </w:pPr>
      <w:rPr>
        <w:rFonts w:hint="eastAsia"/>
      </w:rPr>
    </w:lvl>
    <w:lvl w:ilvl="5">
      <w:start w:val="1"/>
      <w:numFmt w:val="lowerRoman"/>
      <w:lvlText w:val="%6."/>
      <w:lvlJc w:val="right"/>
      <w:pPr>
        <w:ind w:left="3270" w:hanging="420"/>
      </w:pPr>
      <w:rPr>
        <w:rFonts w:hint="eastAsia"/>
      </w:rPr>
    </w:lvl>
    <w:lvl w:ilvl="6">
      <w:start w:val="1"/>
      <w:numFmt w:val="decimal"/>
      <w:lvlText w:val="%7."/>
      <w:lvlJc w:val="left"/>
      <w:pPr>
        <w:ind w:left="3690" w:hanging="420"/>
      </w:pPr>
      <w:rPr>
        <w:rFonts w:hint="eastAsia"/>
      </w:rPr>
    </w:lvl>
    <w:lvl w:ilvl="7">
      <w:start w:val="1"/>
      <w:numFmt w:val="lowerLetter"/>
      <w:lvlText w:val="%8)"/>
      <w:lvlJc w:val="left"/>
      <w:pPr>
        <w:ind w:left="4110" w:hanging="420"/>
      </w:pPr>
      <w:rPr>
        <w:rFonts w:hint="eastAsia"/>
      </w:rPr>
    </w:lvl>
    <w:lvl w:ilvl="8">
      <w:start w:val="1"/>
      <w:numFmt w:val="lowerRoman"/>
      <w:lvlText w:val="%9."/>
      <w:lvlJc w:val="right"/>
      <w:pPr>
        <w:ind w:left="4530" w:hanging="420"/>
      </w:pPr>
      <w:rPr>
        <w:rFonts w:hint="eastAsia"/>
      </w:rPr>
    </w:lvl>
  </w:abstractNum>
  <w:abstractNum w:abstractNumId="23" w15:restartNumberingAfterBreak="0">
    <w:nsid w:val="454F187F"/>
    <w:multiLevelType w:val="hybridMultilevel"/>
    <w:tmpl w:val="E7543A20"/>
    <w:lvl w:ilvl="0" w:tplc="27E29050">
      <w:start w:val="1"/>
      <w:numFmt w:val="bullet"/>
      <w:pStyle w:val="signwarning0"/>
      <w:lvlText w:val=""/>
      <w:lvlPicBulletId w:val="5"/>
      <w:lvlJc w:val="left"/>
      <w:pPr>
        <w:ind w:left="420" w:hanging="420"/>
      </w:pPr>
      <w:rPr>
        <w:rFonts w:ascii="Symbol" w:hAnsi="Symbol" w:hint="default"/>
        <w:b w:val="0"/>
        <w:i w:val="0"/>
        <w:color w:val="auto"/>
        <w:sz w:val="32"/>
        <w:szCs w:val="32"/>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8826531"/>
    <w:multiLevelType w:val="multilevel"/>
    <w:tmpl w:val="CBE6E08E"/>
    <w:lvl w:ilvl="0">
      <w:start w:val="1"/>
      <w:numFmt w:val="bullet"/>
      <w:pStyle w:val="SignList-2"/>
      <w:lvlText w:val=""/>
      <w:lvlJc w:val="left"/>
      <w:pPr>
        <w:ind w:left="1412" w:hanging="420"/>
      </w:pPr>
      <w:rPr>
        <w:rFonts w:ascii="Wingdings" w:hAnsi="Wingdings" w:hint="default"/>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25" w15:restartNumberingAfterBreak="0">
    <w:nsid w:val="4BA24334"/>
    <w:multiLevelType w:val="multilevel"/>
    <w:tmpl w:val="B81EF810"/>
    <w:lvl w:ilvl="0">
      <w:start w:val="1"/>
      <w:numFmt w:val="decimal"/>
      <w:pStyle w:val="SignStep-2"/>
      <w:lvlText w:val="(%1)"/>
      <w:lvlJc w:val="left"/>
      <w:pPr>
        <w:tabs>
          <w:tab w:val="num" w:pos="1389"/>
        </w:tabs>
        <w:ind w:left="1389" w:hanging="397"/>
      </w:pPr>
      <w:rPr>
        <w:rFonts w:ascii="Arial" w:hAnsi="Arial" w:hint="default"/>
        <w:b w:val="0"/>
        <w:bCs w:val="0"/>
        <w:i w:val="0"/>
        <w:iCs w:val="0"/>
        <w:caps w:val="0"/>
        <w:smallCaps w:val="0"/>
        <w:strike w:val="0"/>
        <w:dstrike w:val="0"/>
        <w:vanish w:val="0"/>
        <w:color w:val="000000"/>
        <w:spacing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4DBF64EE"/>
    <w:multiLevelType w:val="hybridMultilevel"/>
    <w:tmpl w:val="3DAC5090"/>
    <w:lvl w:ilvl="0" w:tplc="154C54A4">
      <w:start w:val="1"/>
      <w:numFmt w:val="bullet"/>
      <w:pStyle w:val="Signlist0"/>
      <w:lvlText w:val=""/>
      <w:lvlJc w:val="left"/>
      <w:pPr>
        <w:ind w:left="1049" w:hanging="420"/>
      </w:pPr>
      <w:rPr>
        <w:rFonts w:ascii="Wingdings" w:hAnsi="Wingdings" w:hint="default"/>
      </w:rPr>
    </w:lvl>
    <w:lvl w:ilvl="1" w:tplc="04090003" w:tentative="1">
      <w:start w:val="1"/>
      <w:numFmt w:val="bullet"/>
      <w:lvlText w:val=""/>
      <w:lvlJc w:val="left"/>
      <w:pPr>
        <w:ind w:left="1469" w:hanging="420"/>
      </w:pPr>
      <w:rPr>
        <w:rFonts w:ascii="Wingdings" w:hAnsi="Wingdings" w:hint="default"/>
      </w:rPr>
    </w:lvl>
    <w:lvl w:ilvl="2" w:tplc="04090005" w:tentative="1">
      <w:start w:val="1"/>
      <w:numFmt w:val="bullet"/>
      <w:lvlText w:val=""/>
      <w:lvlJc w:val="left"/>
      <w:pPr>
        <w:ind w:left="1889" w:hanging="420"/>
      </w:pPr>
      <w:rPr>
        <w:rFonts w:ascii="Wingdings" w:hAnsi="Wingdings" w:hint="default"/>
      </w:rPr>
    </w:lvl>
    <w:lvl w:ilvl="3" w:tplc="04090001" w:tentative="1">
      <w:start w:val="1"/>
      <w:numFmt w:val="bullet"/>
      <w:lvlText w:val=""/>
      <w:lvlJc w:val="left"/>
      <w:pPr>
        <w:ind w:left="2309" w:hanging="420"/>
      </w:pPr>
      <w:rPr>
        <w:rFonts w:ascii="Wingdings" w:hAnsi="Wingdings" w:hint="default"/>
      </w:rPr>
    </w:lvl>
    <w:lvl w:ilvl="4" w:tplc="04090003" w:tentative="1">
      <w:start w:val="1"/>
      <w:numFmt w:val="bullet"/>
      <w:lvlText w:val=""/>
      <w:lvlJc w:val="left"/>
      <w:pPr>
        <w:ind w:left="2729" w:hanging="420"/>
      </w:pPr>
      <w:rPr>
        <w:rFonts w:ascii="Wingdings" w:hAnsi="Wingdings" w:hint="default"/>
      </w:rPr>
    </w:lvl>
    <w:lvl w:ilvl="5" w:tplc="04090005" w:tentative="1">
      <w:start w:val="1"/>
      <w:numFmt w:val="bullet"/>
      <w:lvlText w:val=""/>
      <w:lvlJc w:val="left"/>
      <w:pPr>
        <w:ind w:left="3149" w:hanging="420"/>
      </w:pPr>
      <w:rPr>
        <w:rFonts w:ascii="Wingdings" w:hAnsi="Wingdings" w:hint="default"/>
      </w:rPr>
    </w:lvl>
    <w:lvl w:ilvl="6" w:tplc="04090001" w:tentative="1">
      <w:start w:val="1"/>
      <w:numFmt w:val="bullet"/>
      <w:lvlText w:val=""/>
      <w:lvlJc w:val="left"/>
      <w:pPr>
        <w:ind w:left="3569" w:hanging="420"/>
      </w:pPr>
      <w:rPr>
        <w:rFonts w:ascii="Wingdings" w:hAnsi="Wingdings" w:hint="default"/>
      </w:rPr>
    </w:lvl>
    <w:lvl w:ilvl="7" w:tplc="04090003" w:tentative="1">
      <w:start w:val="1"/>
      <w:numFmt w:val="bullet"/>
      <w:lvlText w:val=""/>
      <w:lvlJc w:val="left"/>
      <w:pPr>
        <w:ind w:left="3989" w:hanging="420"/>
      </w:pPr>
      <w:rPr>
        <w:rFonts w:ascii="Wingdings" w:hAnsi="Wingdings" w:hint="default"/>
      </w:rPr>
    </w:lvl>
    <w:lvl w:ilvl="8" w:tplc="04090005" w:tentative="1">
      <w:start w:val="1"/>
      <w:numFmt w:val="bullet"/>
      <w:lvlText w:val=""/>
      <w:lvlJc w:val="left"/>
      <w:pPr>
        <w:ind w:left="4409" w:hanging="420"/>
      </w:pPr>
      <w:rPr>
        <w:rFonts w:ascii="Wingdings" w:hAnsi="Wingdings" w:hint="default"/>
      </w:rPr>
    </w:lvl>
  </w:abstractNum>
  <w:abstractNum w:abstractNumId="27" w15:restartNumberingAfterBreak="0">
    <w:nsid w:val="4E9A2DD3"/>
    <w:multiLevelType w:val="multilevel"/>
    <w:tmpl w:val="7FAC8754"/>
    <w:lvl w:ilvl="0">
      <w:start w:val="1"/>
      <w:numFmt w:val="bullet"/>
      <w:pStyle w:val="SignDangerList"/>
      <w:lvlText w:val="●"/>
      <w:lvlJc w:val="left"/>
      <w:pPr>
        <w:tabs>
          <w:tab w:val="num" w:pos="1049"/>
        </w:tabs>
        <w:ind w:left="1049" w:hanging="397"/>
      </w:pPr>
      <w:rPr>
        <w:rFonts w:ascii="Arial Unicode MS" w:eastAsia="Arial Unicode MS" w:hAnsi="Arial Unicode MS" w:hint="eastAsia"/>
        <w:sz w:val="18"/>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8" w15:restartNumberingAfterBreak="0">
    <w:nsid w:val="4F8C63CA"/>
    <w:multiLevelType w:val="multilevel"/>
    <w:tmpl w:val="C1A2E74C"/>
    <w:lvl w:ilvl="0">
      <w:start w:val="1"/>
      <w:numFmt w:val="bullet"/>
      <w:pStyle w:val="SignCaution"/>
      <w:lvlText w:val=""/>
      <w:lvlPicBulletId w:val="8"/>
      <w:lvlJc w:val="left"/>
      <w:pPr>
        <w:tabs>
          <w:tab w:val="num" w:pos="1072"/>
        </w:tabs>
        <w:ind w:left="1072" w:hanging="420"/>
      </w:pPr>
      <w:rPr>
        <w:rFonts w:ascii="Symbol" w:hAnsi="Symbol" w:hint="default"/>
        <w:b w:val="0"/>
        <w:i w:val="0"/>
        <w:color w:val="auto"/>
        <w:sz w:val="32"/>
        <w:szCs w:val="32"/>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9" w15:restartNumberingAfterBreak="0">
    <w:nsid w:val="626A469D"/>
    <w:multiLevelType w:val="multilevel"/>
    <w:tmpl w:val="D84A0E62"/>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
      <w:lvlJc w:val="left"/>
      <w:pPr>
        <w:ind w:left="1984" w:hanging="708"/>
      </w:pPr>
      <w:rPr>
        <w:rFonts w:hint="eastAsia"/>
      </w:rPr>
    </w:lvl>
    <w:lvl w:ilvl="4">
      <w:start w:val="1"/>
      <w:numFmt w:val="decimal"/>
      <w:lvlRestart w:val="1"/>
      <w:lvlText w:val="Table %1-%5"/>
      <w:lvlJc w:val="left"/>
      <w:pPr>
        <w:tabs>
          <w:tab w:val="num" w:pos="1701"/>
        </w:tabs>
        <w:ind w:left="1701" w:hanging="1049"/>
      </w:pPr>
      <w:rPr>
        <w:rFonts w:ascii="Arial" w:eastAsia="微软雅黑" w:hAnsi="Arial" w:hint="default"/>
        <w:b/>
        <w:i w:val="0"/>
        <w:sz w:val="21"/>
      </w:rPr>
    </w:lvl>
    <w:lvl w:ilvl="5">
      <w:start w:val="1"/>
      <w:numFmt w:val="decimal"/>
      <w:lvlRestart w:val="1"/>
      <w:lvlText w:val="Figure %1-%6"/>
      <w:lvlJc w:val="left"/>
      <w:pPr>
        <w:tabs>
          <w:tab w:val="num" w:pos="1701"/>
        </w:tabs>
        <w:ind w:left="1701" w:hanging="1049"/>
      </w:pPr>
      <w:rPr>
        <w:rFonts w:ascii="Arial" w:eastAsia="微软雅黑" w:hAnsi="Arial" w:hint="default"/>
        <w:b/>
        <w:i w:val="0"/>
        <w:sz w:val="18"/>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0" w15:restartNumberingAfterBreak="0">
    <w:nsid w:val="64E6095A"/>
    <w:multiLevelType w:val="hybridMultilevel"/>
    <w:tmpl w:val="881C293A"/>
    <w:lvl w:ilvl="0" w:tplc="C0FCF454">
      <w:start w:val="1"/>
      <w:numFmt w:val="bullet"/>
      <w:pStyle w:val="MiniBlock0"/>
      <w:lvlText w:val=""/>
      <w:lvlJc w:val="left"/>
      <w:pPr>
        <w:ind w:left="1040" w:hanging="420"/>
      </w:pPr>
      <w:rPr>
        <w:rFonts w:ascii="Wingdings 3" w:hAnsi="Wingdings 3" w:hint="default"/>
      </w:rPr>
    </w:lvl>
    <w:lvl w:ilvl="1" w:tplc="04090003">
      <w:start w:val="1"/>
      <w:numFmt w:val="bullet"/>
      <w:lvlText w:val=""/>
      <w:lvlJc w:val="left"/>
      <w:pPr>
        <w:ind w:left="1460" w:hanging="420"/>
      </w:pPr>
      <w:rPr>
        <w:rFonts w:ascii="Wingdings" w:hAnsi="Wingdings" w:hint="default"/>
      </w:rPr>
    </w:lvl>
    <w:lvl w:ilvl="2" w:tplc="04090005">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3" w:tentative="1">
      <w:start w:val="1"/>
      <w:numFmt w:val="bullet"/>
      <w:lvlText w:val=""/>
      <w:lvlJc w:val="left"/>
      <w:pPr>
        <w:ind w:left="2720" w:hanging="420"/>
      </w:pPr>
      <w:rPr>
        <w:rFonts w:ascii="Wingdings" w:hAnsi="Wingdings" w:hint="default"/>
      </w:rPr>
    </w:lvl>
    <w:lvl w:ilvl="5" w:tplc="04090005"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3" w:tentative="1">
      <w:start w:val="1"/>
      <w:numFmt w:val="bullet"/>
      <w:lvlText w:val=""/>
      <w:lvlJc w:val="left"/>
      <w:pPr>
        <w:ind w:left="3980" w:hanging="420"/>
      </w:pPr>
      <w:rPr>
        <w:rFonts w:ascii="Wingdings" w:hAnsi="Wingdings" w:hint="default"/>
      </w:rPr>
    </w:lvl>
    <w:lvl w:ilvl="8" w:tplc="04090005" w:tentative="1">
      <w:start w:val="1"/>
      <w:numFmt w:val="bullet"/>
      <w:lvlText w:val=""/>
      <w:lvlJc w:val="left"/>
      <w:pPr>
        <w:ind w:left="4400" w:hanging="420"/>
      </w:pPr>
      <w:rPr>
        <w:rFonts w:ascii="Wingdings" w:hAnsi="Wingdings" w:hint="default"/>
      </w:rPr>
    </w:lvl>
  </w:abstractNum>
  <w:abstractNum w:abstractNumId="31" w15:restartNumberingAfterBreak="0">
    <w:nsid w:val="693024E0"/>
    <w:multiLevelType w:val="multilevel"/>
    <w:tmpl w:val="FC4463D2"/>
    <w:lvl w:ilvl="0">
      <w:start w:val="1"/>
      <w:numFmt w:val="decimal"/>
      <w:pStyle w:val="1"/>
      <w:suff w:val="nothing"/>
      <w:lvlText w:val="%1 "/>
      <w:lvlJc w:val="left"/>
      <w:pPr>
        <w:ind w:left="567" w:hanging="567"/>
      </w:pPr>
      <w:rPr>
        <w:rFonts w:ascii="Arial" w:eastAsia="微软雅黑" w:hAnsi="Arial" w:hint="default"/>
        <w:b/>
        <w:i w:val="0"/>
        <w:color w:val="0D0D0D"/>
        <w:sz w:val="74"/>
      </w:rPr>
    </w:lvl>
    <w:lvl w:ilvl="1">
      <w:start w:val="1"/>
      <w:numFmt w:val="decimal"/>
      <w:pStyle w:val="2"/>
      <w:suff w:val="nothing"/>
      <w:lvlText w:val="%1.%2   "/>
      <w:lvlJc w:val="left"/>
      <w:pPr>
        <w:ind w:left="624" w:hanging="624"/>
      </w:pPr>
      <w:rPr>
        <w:rFonts w:ascii="Arial" w:eastAsia="微软雅黑" w:hAnsi="Arial" w:hint="default"/>
        <w:b/>
        <w:i w:val="0"/>
        <w:color w:val="141414"/>
        <w:sz w:val="28"/>
      </w:rPr>
    </w:lvl>
    <w:lvl w:ilvl="2">
      <w:start w:val="1"/>
      <w:numFmt w:val="decimal"/>
      <w:pStyle w:val="3"/>
      <w:suff w:val="nothing"/>
      <w:lvlText w:val="%1.%2.%3  "/>
      <w:lvlJc w:val="left"/>
      <w:pPr>
        <w:ind w:left="624" w:hanging="624"/>
      </w:pPr>
      <w:rPr>
        <w:rFonts w:ascii="Arial" w:hAnsi="Arial" w:hint="default"/>
        <w:b/>
        <w:i w:val="0"/>
        <w:color w:val="141414"/>
        <w:sz w:val="23"/>
      </w:rPr>
    </w:lvl>
    <w:lvl w:ilvl="3">
      <w:start w:val="1"/>
      <w:numFmt w:val="decimal"/>
      <w:pStyle w:val="4"/>
      <w:lvlText w:val="%4. "/>
      <w:lvlJc w:val="left"/>
      <w:pPr>
        <w:ind w:left="992" w:hanging="340"/>
      </w:pPr>
      <w:rPr>
        <w:rFonts w:ascii="Arial" w:hAnsi="Arial" w:hint="default"/>
        <w:b/>
        <w:i w:val="0"/>
        <w:color w:val="141414"/>
        <w:sz w:val="20"/>
      </w:rPr>
    </w:lvl>
    <w:lvl w:ilvl="4">
      <w:start w:val="1"/>
      <w:numFmt w:val="decimal"/>
      <w:pStyle w:val="ItemStep-1"/>
      <w:lvlText w:val="(%5) "/>
      <w:lvlJc w:val="left"/>
      <w:pPr>
        <w:tabs>
          <w:tab w:val="num" w:pos="992"/>
        </w:tabs>
        <w:ind w:left="992" w:hanging="340"/>
      </w:pPr>
      <w:rPr>
        <w:rFonts w:ascii="Arial" w:hAnsi="Arial" w:hint="default"/>
        <w:b w:val="0"/>
        <w:i w:val="0"/>
        <w:color w:val="262626"/>
        <w:sz w:val="18"/>
      </w:rPr>
    </w:lvl>
    <w:lvl w:ilvl="5">
      <w:start w:val="1"/>
      <w:numFmt w:val="decimal"/>
      <w:lvlRestart w:val="1"/>
      <w:pStyle w:val="FigureDescription"/>
      <w:lvlText w:val="Figure %1-%6"/>
      <w:lvlJc w:val="left"/>
      <w:pPr>
        <w:tabs>
          <w:tab w:val="num" w:pos="1701"/>
        </w:tabs>
        <w:ind w:left="1701" w:hanging="1049"/>
      </w:pPr>
      <w:rPr>
        <w:rFonts w:ascii="Arial" w:eastAsia="微软雅黑" w:hAnsi="Arial" w:hint="default"/>
        <w:b/>
        <w:i w:val="0"/>
        <w:color w:val="262626"/>
        <w:sz w:val="18"/>
      </w:rPr>
    </w:lvl>
    <w:lvl w:ilvl="6">
      <w:start w:val="1"/>
      <w:numFmt w:val="decimal"/>
      <w:lvlRestart w:val="1"/>
      <w:pStyle w:val="TableDescription"/>
      <w:lvlText w:val="Table %1-%7"/>
      <w:lvlJc w:val="left"/>
      <w:pPr>
        <w:tabs>
          <w:tab w:val="num" w:pos="1701"/>
        </w:tabs>
        <w:ind w:left="1701" w:hanging="1049"/>
      </w:pPr>
      <w:rPr>
        <w:rFonts w:ascii="Arial" w:eastAsia="微软雅黑" w:hAnsi="Arial" w:hint="default"/>
        <w:b/>
        <w:i w:val="0"/>
        <w:color w:val="262626"/>
        <w:sz w:val="18"/>
      </w:rPr>
    </w:lvl>
    <w:lvl w:ilvl="7">
      <w:start w:val="1"/>
      <w:numFmt w:val="lowerLetter"/>
      <w:lvlRestart w:val="5"/>
      <w:pStyle w:val="ItemStep-2"/>
      <w:lvlText w:val="%8 "/>
      <w:lvlJc w:val="left"/>
      <w:pPr>
        <w:tabs>
          <w:tab w:val="num" w:pos="1332"/>
        </w:tabs>
        <w:ind w:left="1332" w:hanging="340"/>
      </w:pPr>
      <w:rPr>
        <w:rFonts w:ascii="Arial" w:hAnsi="Arial" w:hint="default"/>
        <w:b w:val="0"/>
        <w:i w:val="0"/>
        <w:color w:val="262626"/>
        <w:sz w:val="18"/>
      </w:rPr>
    </w:lvl>
    <w:lvl w:ilvl="8">
      <w:start w:val="1"/>
      <w:numFmt w:val="decimal"/>
      <w:pStyle w:val="9"/>
      <w:lvlText w:val="%1.%2.%3.%4.%5.%6.%7.%8.%9"/>
      <w:lvlJc w:val="left"/>
      <w:pPr>
        <w:ind w:left="1584" w:hanging="1584"/>
      </w:pPr>
      <w:rPr>
        <w:rFonts w:hint="eastAsia"/>
      </w:rPr>
    </w:lvl>
  </w:abstractNum>
  <w:abstractNum w:abstractNumId="32" w15:restartNumberingAfterBreak="0">
    <w:nsid w:val="6A5B6BFB"/>
    <w:multiLevelType w:val="multilevel"/>
    <w:tmpl w:val="DD0CC26C"/>
    <w:lvl w:ilvl="0">
      <w:start w:val="1"/>
      <w:numFmt w:val="bullet"/>
      <w:pStyle w:val="ItemList-1"/>
      <w:lvlText w:val=""/>
      <w:lvlJc w:val="left"/>
      <w:pPr>
        <w:tabs>
          <w:tab w:val="num" w:pos="992"/>
        </w:tabs>
        <w:ind w:left="992" w:hanging="340"/>
      </w:pPr>
      <w:rPr>
        <w:rFonts w:ascii="Wingdings" w:hAnsi="Wingdings" w:hint="default"/>
        <w:b w:val="0"/>
        <w:bCs w:val="0"/>
        <w:i w:val="0"/>
        <w:iCs w:val="0"/>
        <w:caps w:val="0"/>
        <w:smallCaps w:val="0"/>
        <w:strike w:val="0"/>
        <w:dstrike w:val="0"/>
        <w:noProof w:val="0"/>
        <w:vanish w:val="0"/>
        <w:color w:val="262626"/>
        <w:spacing w:val="0"/>
        <w:position w:val="0"/>
        <w:sz w:val="18"/>
        <w:u w:val="none"/>
        <w:effect w:val="none"/>
        <w:vertAlign w:val="baseline"/>
        <w:em w:val="none"/>
        <w:specVanish w:val="0"/>
      </w:rPr>
    </w:lvl>
    <w:lvl w:ilvl="1">
      <w:start w:val="1"/>
      <w:numFmt w:val="bullet"/>
      <w:pStyle w:val="ItemList-2"/>
      <w:lvlText w:val="○"/>
      <w:lvlJc w:val="left"/>
      <w:pPr>
        <w:tabs>
          <w:tab w:val="num" w:pos="1332"/>
        </w:tabs>
        <w:ind w:left="1332" w:hanging="340"/>
      </w:pPr>
      <w:rPr>
        <w:rFonts w:ascii="Calibri" w:hAnsi="Calibri" w:hint="default"/>
        <w:color w:val="auto"/>
      </w:rPr>
    </w:lvl>
    <w:lvl w:ilvl="2">
      <w:start w:val="1"/>
      <w:numFmt w:val="bullet"/>
      <w:lvlText w:val=""/>
      <w:lvlJc w:val="left"/>
      <w:pPr>
        <w:ind w:left="1827" w:hanging="420"/>
      </w:pPr>
      <w:rPr>
        <w:rFonts w:ascii="Wingdings" w:hAnsi="Wingdings" w:hint="default"/>
      </w:rPr>
    </w:lvl>
    <w:lvl w:ilvl="3">
      <w:start w:val="1"/>
      <w:numFmt w:val="bullet"/>
      <w:lvlText w:val=""/>
      <w:lvlJc w:val="left"/>
      <w:pPr>
        <w:ind w:left="2247" w:hanging="420"/>
      </w:pPr>
      <w:rPr>
        <w:rFonts w:ascii="Wingdings" w:hAnsi="Wingdings" w:hint="default"/>
      </w:rPr>
    </w:lvl>
    <w:lvl w:ilvl="4">
      <w:start w:val="1"/>
      <w:numFmt w:val="bullet"/>
      <w:lvlText w:val=""/>
      <w:lvlJc w:val="left"/>
      <w:pPr>
        <w:ind w:left="2667" w:hanging="420"/>
      </w:pPr>
      <w:rPr>
        <w:rFonts w:ascii="Wingdings" w:hAnsi="Wingdings" w:hint="default"/>
      </w:rPr>
    </w:lvl>
    <w:lvl w:ilvl="5">
      <w:start w:val="1"/>
      <w:numFmt w:val="bullet"/>
      <w:lvlText w:val=""/>
      <w:lvlJc w:val="left"/>
      <w:pPr>
        <w:ind w:left="3087" w:hanging="420"/>
      </w:pPr>
      <w:rPr>
        <w:rFonts w:ascii="Wingdings" w:hAnsi="Wingdings" w:hint="default"/>
      </w:rPr>
    </w:lvl>
    <w:lvl w:ilvl="6">
      <w:start w:val="1"/>
      <w:numFmt w:val="bullet"/>
      <w:lvlText w:val=""/>
      <w:lvlJc w:val="left"/>
      <w:pPr>
        <w:ind w:left="3507" w:hanging="420"/>
      </w:pPr>
      <w:rPr>
        <w:rFonts w:ascii="Wingdings" w:hAnsi="Wingdings" w:hint="default"/>
      </w:rPr>
    </w:lvl>
    <w:lvl w:ilvl="7">
      <w:start w:val="1"/>
      <w:numFmt w:val="bullet"/>
      <w:lvlText w:val=""/>
      <w:lvlJc w:val="left"/>
      <w:pPr>
        <w:ind w:left="3927" w:hanging="420"/>
      </w:pPr>
      <w:rPr>
        <w:rFonts w:ascii="Wingdings" w:hAnsi="Wingdings" w:hint="default"/>
      </w:rPr>
    </w:lvl>
    <w:lvl w:ilvl="8">
      <w:start w:val="1"/>
      <w:numFmt w:val="bullet"/>
      <w:lvlText w:val=""/>
      <w:lvlJc w:val="left"/>
      <w:pPr>
        <w:ind w:left="4347" w:hanging="420"/>
      </w:pPr>
      <w:rPr>
        <w:rFonts w:ascii="Wingdings" w:hAnsi="Wingdings" w:hint="default"/>
      </w:rPr>
    </w:lvl>
  </w:abstractNum>
  <w:abstractNum w:abstractNumId="33" w15:restartNumberingAfterBreak="0">
    <w:nsid w:val="6ECF547F"/>
    <w:multiLevelType w:val="hybridMultilevel"/>
    <w:tmpl w:val="44107582"/>
    <w:lvl w:ilvl="0" w:tplc="973695BE">
      <w:start w:val="1"/>
      <w:numFmt w:val="decimal"/>
      <w:lvlText w:val="%1."/>
      <w:lvlJc w:val="left"/>
      <w:pPr>
        <w:ind w:left="1012" w:hanging="360"/>
      </w:pPr>
      <w:rPr>
        <w:rFonts w:hint="default"/>
      </w:rPr>
    </w:lvl>
    <w:lvl w:ilvl="1" w:tplc="04090019" w:tentative="1">
      <w:start w:val="1"/>
      <w:numFmt w:val="lowerLetter"/>
      <w:lvlText w:val="%2)"/>
      <w:lvlJc w:val="left"/>
      <w:pPr>
        <w:ind w:left="1492" w:hanging="420"/>
      </w:pPr>
    </w:lvl>
    <w:lvl w:ilvl="2" w:tplc="0409001B" w:tentative="1">
      <w:start w:val="1"/>
      <w:numFmt w:val="lowerRoman"/>
      <w:lvlText w:val="%3."/>
      <w:lvlJc w:val="right"/>
      <w:pPr>
        <w:ind w:left="1912" w:hanging="420"/>
      </w:pPr>
    </w:lvl>
    <w:lvl w:ilvl="3" w:tplc="0409000F" w:tentative="1">
      <w:start w:val="1"/>
      <w:numFmt w:val="decimal"/>
      <w:lvlText w:val="%4."/>
      <w:lvlJc w:val="left"/>
      <w:pPr>
        <w:ind w:left="2332" w:hanging="420"/>
      </w:pPr>
    </w:lvl>
    <w:lvl w:ilvl="4" w:tplc="04090019" w:tentative="1">
      <w:start w:val="1"/>
      <w:numFmt w:val="lowerLetter"/>
      <w:lvlText w:val="%5)"/>
      <w:lvlJc w:val="left"/>
      <w:pPr>
        <w:ind w:left="2752" w:hanging="420"/>
      </w:pPr>
    </w:lvl>
    <w:lvl w:ilvl="5" w:tplc="0409001B" w:tentative="1">
      <w:start w:val="1"/>
      <w:numFmt w:val="lowerRoman"/>
      <w:lvlText w:val="%6."/>
      <w:lvlJc w:val="right"/>
      <w:pPr>
        <w:ind w:left="3172" w:hanging="420"/>
      </w:pPr>
    </w:lvl>
    <w:lvl w:ilvl="6" w:tplc="0409000F" w:tentative="1">
      <w:start w:val="1"/>
      <w:numFmt w:val="decimal"/>
      <w:lvlText w:val="%7."/>
      <w:lvlJc w:val="left"/>
      <w:pPr>
        <w:ind w:left="3592" w:hanging="420"/>
      </w:pPr>
    </w:lvl>
    <w:lvl w:ilvl="7" w:tplc="04090019" w:tentative="1">
      <w:start w:val="1"/>
      <w:numFmt w:val="lowerLetter"/>
      <w:lvlText w:val="%8)"/>
      <w:lvlJc w:val="left"/>
      <w:pPr>
        <w:ind w:left="4012" w:hanging="420"/>
      </w:pPr>
    </w:lvl>
    <w:lvl w:ilvl="8" w:tplc="0409001B" w:tentative="1">
      <w:start w:val="1"/>
      <w:numFmt w:val="lowerRoman"/>
      <w:lvlText w:val="%9."/>
      <w:lvlJc w:val="right"/>
      <w:pPr>
        <w:ind w:left="4432" w:hanging="420"/>
      </w:pPr>
    </w:lvl>
  </w:abstractNum>
  <w:abstractNum w:abstractNumId="34" w15:restartNumberingAfterBreak="0">
    <w:nsid w:val="71FB78E3"/>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5" w15:restartNumberingAfterBreak="0">
    <w:nsid w:val="73C512F7"/>
    <w:multiLevelType w:val="hybridMultilevel"/>
    <w:tmpl w:val="65C23FB4"/>
    <w:lvl w:ilvl="0" w:tplc="1A406512">
      <w:start w:val="1"/>
      <w:numFmt w:val="decimal"/>
      <w:pStyle w:val="signstep"/>
      <w:lvlText w:val="（%1）"/>
      <w:lvlJc w:val="left"/>
      <w:pPr>
        <w:ind w:left="1049" w:hanging="420"/>
      </w:pPr>
      <w:rPr>
        <w:rFonts w:hint="eastAsia"/>
      </w:rPr>
    </w:lvl>
    <w:lvl w:ilvl="1" w:tplc="04090019" w:tentative="1">
      <w:start w:val="1"/>
      <w:numFmt w:val="lowerLetter"/>
      <w:lvlText w:val="%2)"/>
      <w:lvlJc w:val="left"/>
      <w:pPr>
        <w:ind w:left="1469" w:hanging="420"/>
      </w:pPr>
    </w:lvl>
    <w:lvl w:ilvl="2" w:tplc="0409001B" w:tentative="1">
      <w:start w:val="1"/>
      <w:numFmt w:val="lowerRoman"/>
      <w:lvlText w:val="%3."/>
      <w:lvlJc w:val="right"/>
      <w:pPr>
        <w:ind w:left="1889" w:hanging="420"/>
      </w:pPr>
    </w:lvl>
    <w:lvl w:ilvl="3" w:tplc="0409000F" w:tentative="1">
      <w:start w:val="1"/>
      <w:numFmt w:val="decimal"/>
      <w:lvlText w:val="%4."/>
      <w:lvlJc w:val="left"/>
      <w:pPr>
        <w:ind w:left="2309" w:hanging="420"/>
      </w:pPr>
    </w:lvl>
    <w:lvl w:ilvl="4" w:tplc="04090019" w:tentative="1">
      <w:start w:val="1"/>
      <w:numFmt w:val="lowerLetter"/>
      <w:lvlText w:val="%5)"/>
      <w:lvlJc w:val="left"/>
      <w:pPr>
        <w:ind w:left="2729" w:hanging="420"/>
      </w:pPr>
    </w:lvl>
    <w:lvl w:ilvl="5" w:tplc="0409001B" w:tentative="1">
      <w:start w:val="1"/>
      <w:numFmt w:val="lowerRoman"/>
      <w:lvlText w:val="%6."/>
      <w:lvlJc w:val="right"/>
      <w:pPr>
        <w:ind w:left="3149" w:hanging="420"/>
      </w:pPr>
    </w:lvl>
    <w:lvl w:ilvl="6" w:tplc="0409000F" w:tentative="1">
      <w:start w:val="1"/>
      <w:numFmt w:val="decimal"/>
      <w:lvlText w:val="%7."/>
      <w:lvlJc w:val="left"/>
      <w:pPr>
        <w:ind w:left="3569" w:hanging="420"/>
      </w:pPr>
    </w:lvl>
    <w:lvl w:ilvl="7" w:tplc="04090019" w:tentative="1">
      <w:start w:val="1"/>
      <w:numFmt w:val="lowerLetter"/>
      <w:lvlText w:val="%8)"/>
      <w:lvlJc w:val="left"/>
      <w:pPr>
        <w:ind w:left="3989" w:hanging="420"/>
      </w:pPr>
    </w:lvl>
    <w:lvl w:ilvl="8" w:tplc="0409001B" w:tentative="1">
      <w:start w:val="1"/>
      <w:numFmt w:val="lowerRoman"/>
      <w:lvlText w:val="%9."/>
      <w:lvlJc w:val="right"/>
      <w:pPr>
        <w:ind w:left="4409" w:hanging="420"/>
      </w:pPr>
    </w:lvl>
  </w:abstractNum>
  <w:abstractNum w:abstractNumId="36" w15:restartNumberingAfterBreak="0">
    <w:nsid w:val="743B3E40"/>
    <w:multiLevelType w:val="multilevel"/>
    <w:tmpl w:val="A344DA78"/>
    <w:lvl w:ilvl="0">
      <w:start w:val="1"/>
      <w:numFmt w:val="bullet"/>
      <w:pStyle w:val="SignNote-2"/>
      <w:lvlText w:val=""/>
      <w:lvlPicBulletId w:val="6"/>
      <w:lvlJc w:val="left"/>
      <w:pPr>
        <w:tabs>
          <w:tab w:val="num" w:pos="1412"/>
        </w:tabs>
        <w:ind w:left="1412" w:hanging="420"/>
      </w:pPr>
      <w:rPr>
        <w:rFonts w:ascii="Symbol" w:hAnsi="Symbol" w:hint="default"/>
        <w:color w:val="auto"/>
        <w:sz w:val="32"/>
      </w:rPr>
    </w:lvl>
    <w:lvl w:ilvl="1">
      <w:start w:val="1"/>
      <w:numFmt w:val="bullet"/>
      <w:lvlText w:val=""/>
      <w:lvlJc w:val="left"/>
      <w:pPr>
        <w:ind w:left="1832" w:hanging="420"/>
      </w:pPr>
      <w:rPr>
        <w:rFonts w:ascii="Wingdings" w:hAnsi="Wingdings" w:hint="default"/>
      </w:rPr>
    </w:lvl>
    <w:lvl w:ilvl="2">
      <w:start w:val="1"/>
      <w:numFmt w:val="bullet"/>
      <w:lvlText w:val=""/>
      <w:lvlJc w:val="left"/>
      <w:pPr>
        <w:ind w:left="2252" w:hanging="420"/>
      </w:pPr>
      <w:rPr>
        <w:rFonts w:ascii="Wingdings" w:hAnsi="Wingdings" w:hint="default"/>
      </w:rPr>
    </w:lvl>
    <w:lvl w:ilvl="3">
      <w:start w:val="1"/>
      <w:numFmt w:val="bullet"/>
      <w:lvlText w:val=""/>
      <w:lvlJc w:val="left"/>
      <w:pPr>
        <w:ind w:left="2672" w:hanging="420"/>
      </w:pPr>
      <w:rPr>
        <w:rFonts w:ascii="Wingdings" w:hAnsi="Wingdings" w:hint="default"/>
      </w:rPr>
    </w:lvl>
    <w:lvl w:ilvl="4">
      <w:start w:val="1"/>
      <w:numFmt w:val="bullet"/>
      <w:lvlText w:val=""/>
      <w:lvlJc w:val="left"/>
      <w:pPr>
        <w:ind w:left="3092" w:hanging="420"/>
      </w:pPr>
      <w:rPr>
        <w:rFonts w:ascii="Wingdings" w:hAnsi="Wingdings" w:hint="default"/>
      </w:rPr>
    </w:lvl>
    <w:lvl w:ilvl="5">
      <w:start w:val="1"/>
      <w:numFmt w:val="bullet"/>
      <w:lvlText w:val=""/>
      <w:lvlJc w:val="left"/>
      <w:pPr>
        <w:ind w:left="3512" w:hanging="420"/>
      </w:pPr>
      <w:rPr>
        <w:rFonts w:ascii="Wingdings" w:hAnsi="Wingdings" w:hint="default"/>
      </w:rPr>
    </w:lvl>
    <w:lvl w:ilvl="6">
      <w:start w:val="1"/>
      <w:numFmt w:val="bullet"/>
      <w:lvlText w:val=""/>
      <w:lvlJc w:val="left"/>
      <w:pPr>
        <w:ind w:left="3932" w:hanging="420"/>
      </w:pPr>
      <w:rPr>
        <w:rFonts w:ascii="Wingdings" w:hAnsi="Wingdings" w:hint="default"/>
      </w:rPr>
    </w:lvl>
    <w:lvl w:ilvl="7">
      <w:start w:val="1"/>
      <w:numFmt w:val="bullet"/>
      <w:lvlText w:val=""/>
      <w:lvlJc w:val="left"/>
      <w:pPr>
        <w:ind w:left="4352" w:hanging="420"/>
      </w:pPr>
      <w:rPr>
        <w:rFonts w:ascii="Wingdings" w:hAnsi="Wingdings" w:hint="default"/>
      </w:rPr>
    </w:lvl>
    <w:lvl w:ilvl="8">
      <w:start w:val="1"/>
      <w:numFmt w:val="bullet"/>
      <w:lvlText w:val=""/>
      <w:lvlJc w:val="left"/>
      <w:pPr>
        <w:ind w:left="4772" w:hanging="420"/>
      </w:pPr>
      <w:rPr>
        <w:rFonts w:ascii="Wingdings" w:hAnsi="Wingdings" w:hint="default"/>
      </w:rPr>
    </w:lvl>
  </w:abstractNum>
  <w:abstractNum w:abstractNumId="37" w15:restartNumberingAfterBreak="0">
    <w:nsid w:val="74B92264"/>
    <w:multiLevelType w:val="multilevel"/>
    <w:tmpl w:val="74B92264"/>
    <w:lvl w:ilvl="0">
      <w:start w:val="1"/>
      <w:numFmt w:val="bullet"/>
      <w:pStyle w:val="Caution"/>
      <w:lvlText w:val=""/>
      <w:lvlPicBulletId w:val="1"/>
      <w:lvlJc w:val="left"/>
      <w:pPr>
        <w:tabs>
          <w:tab w:val="num" w:pos="420"/>
        </w:tabs>
        <w:ind w:left="420" w:hanging="420"/>
      </w:pPr>
      <w:rPr>
        <w:rFonts w:ascii="Symbol" w:hAnsi="Symbol" w:hint="default"/>
        <w:color w:val="auto"/>
        <w:sz w:val="84"/>
        <w:szCs w:val="84"/>
      </w:rPr>
    </w:lvl>
    <w:lvl w:ilvl="1">
      <w:start w:val="1"/>
      <w:numFmt w:val="bullet"/>
      <w:lvlText w:val=""/>
      <w:lvlJc w:val="left"/>
      <w:pPr>
        <w:tabs>
          <w:tab w:val="num" w:pos="1470"/>
        </w:tabs>
        <w:ind w:left="1470" w:hanging="420"/>
      </w:pPr>
      <w:rPr>
        <w:rFonts w:ascii="Wingdings" w:hAnsi="Wingdings" w:hint="default"/>
      </w:rPr>
    </w:lvl>
    <w:lvl w:ilvl="2">
      <w:start w:val="1"/>
      <w:numFmt w:val="bullet"/>
      <w:lvlText w:val=""/>
      <w:lvlJc w:val="left"/>
      <w:pPr>
        <w:tabs>
          <w:tab w:val="num" w:pos="1890"/>
        </w:tabs>
        <w:ind w:left="1890" w:hanging="420"/>
      </w:pPr>
      <w:rPr>
        <w:rFonts w:ascii="Wingdings" w:hAnsi="Wingdings" w:hint="default"/>
      </w:rPr>
    </w:lvl>
    <w:lvl w:ilvl="3">
      <w:start w:val="1"/>
      <w:numFmt w:val="bullet"/>
      <w:lvlText w:val=""/>
      <w:lvlJc w:val="left"/>
      <w:pPr>
        <w:tabs>
          <w:tab w:val="num" w:pos="2310"/>
        </w:tabs>
        <w:ind w:left="2310" w:hanging="420"/>
      </w:pPr>
      <w:rPr>
        <w:rFonts w:ascii="Wingdings" w:hAnsi="Wingdings" w:hint="default"/>
      </w:rPr>
    </w:lvl>
    <w:lvl w:ilvl="4">
      <w:start w:val="1"/>
      <w:numFmt w:val="bullet"/>
      <w:lvlText w:val=""/>
      <w:lvlJc w:val="left"/>
      <w:pPr>
        <w:tabs>
          <w:tab w:val="num" w:pos="2730"/>
        </w:tabs>
        <w:ind w:left="2730" w:hanging="420"/>
      </w:pPr>
      <w:rPr>
        <w:rFonts w:ascii="Wingdings" w:hAnsi="Wingdings" w:hint="default"/>
      </w:rPr>
    </w:lvl>
    <w:lvl w:ilvl="5">
      <w:start w:val="1"/>
      <w:numFmt w:val="bullet"/>
      <w:lvlText w:val=""/>
      <w:lvlJc w:val="left"/>
      <w:pPr>
        <w:tabs>
          <w:tab w:val="num" w:pos="3150"/>
        </w:tabs>
        <w:ind w:left="3150" w:hanging="420"/>
      </w:pPr>
      <w:rPr>
        <w:rFonts w:ascii="Wingdings" w:hAnsi="Wingdings" w:hint="default"/>
      </w:rPr>
    </w:lvl>
    <w:lvl w:ilvl="6">
      <w:start w:val="1"/>
      <w:numFmt w:val="bullet"/>
      <w:lvlText w:val=""/>
      <w:lvlJc w:val="left"/>
      <w:pPr>
        <w:tabs>
          <w:tab w:val="num" w:pos="3570"/>
        </w:tabs>
        <w:ind w:left="3570" w:hanging="420"/>
      </w:pPr>
      <w:rPr>
        <w:rFonts w:ascii="Wingdings" w:hAnsi="Wingdings" w:hint="default"/>
      </w:rPr>
    </w:lvl>
    <w:lvl w:ilvl="7">
      <w:start w:val="1"/>
      <w:numFmt w:val="bullet"/>
      <w:lvlText w:val=""/>
      <w:lvlJc w:val="left"/>
      <w:pPr>
        <w:tabs>
          <w:tab w:val="num" w:pos="3990"/>
        </w:tabs>
        <w:ind w:left="3990" w:hanging="420"/>
      </w:pPr>
      <w:rPr>
        <w:rFonts w:ascii="Wingdings" w:hAnsi="Wingdings" w:hint="default"/>
      </w:rPr>
    </w:lvl>
    <w:lvl w:ilvl="8">
      <w:start w:val="1"/>
      <w:numFmt w:val="bullet"/>
      <w:lvlText w:val=""/>
      <w:lvlJc w:val="left"/>
      <w:pPr>
        <w:tabs>
          <w:tab w:val="num" w:pos="4410"/>
        </w:tabs>
        <w:ind w:left="4410" w:hanging="420"/>
      </w:pPr>
      <w:rPr>
        <w:rFonts w:ascii="Wingdings" w:hAnsi="Wingdings" w:hint="default"/>
      </w:rPr>
    </w:lvl>
  </w:abstractNum>
  <w:abstractNum w:abstractNumId="38" w15:restartNumberingAfterBreak="0">
    <w:nsid w:val="74EA05AB"/>
    <w:multiLevelType w:val="multilevel"/>
    <w:tmpl w:val="A20C46E2"/>
    <w:lvl w:ilvl="0">
      <w:start w:val="1"/>
      <w:numFmt w:val="bullet"/>
      <w:pStyle w:val="TableList-2"/>
      <w:lvlText w:val="○"/>
      <w:lvlJc w:val="left"/>
      <w:pPr>
        <w:tabs>
          <w:tab w:val="num" w:pos="671"/>
        </w:tabs>
        <w:ind w:left="671" w:hanging="274"/>
      </w:pPr>
      <w:rPr>
        <w:rFonts w:ascii="Calibri" w:hAnsi="Calibri" w:hint="default"/>
        <w:color w:val="auto"/>
      </w:rPr>
    </w:lvl>
    <w:lvl w:ilvl="1">
      <w:start w:val="1"/>
      <w:numFmt w:val="bullet"/>
      <w:lvlText w:val=""/>
      <w:lvlJc w:val="left"/>
      <w:pPr>
        <w:ind w:left="1040" w:hanging="420"/>
      </w:pPr>
      <w:rPr>
        <w:rFonts w:ascii="Wingdings" w:hAnsi="Wingdings" w:hint="default"/>
      </w:rPr>
    </w:lvl>
    <w:lvl w:ilvl="2">
      <w:start w:val="1"/>
      <w:numFmt w:val="bullet"/>
      <w:lvlText w:val=""/>
      <w:lvlJc w:val="left"/>
      <w:pPr>
        <w:ind w:left="1460" w:hanging="420"/>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9" w15:restartNumberingAfterBreak="0">
    <w:nsid w:val="75715386"/>
    <w:multiLevelType w:val="multilevel"/>
    <w:tmpl w:val="2E8AC1BA"/>
    <w:lvl w:ilvl="0">
      <w:start w:val="1"/>
      <w:numFmt w:val="decimal"/>
      <w:pStyle w:val="SignStep0"/>
      <w:lvlText w:val="(%1)"/>
      <w:lvlJc w:val="left"/>
      <w:pPr>
        <w:tabs>
          <w:tab w:val="num" w:pos="1049"/>
        </w:tabs>
        <w:ind w:left="1049" w:hanging="397"/>
      </w:pPr>
      <w:rPr>
        <w:rFonts w:ascii="Arial" w:hAnsi="Arial" w:hint="default"/>
        <w:sz w:val="18"/>
      </w:rPr>
    </w:lvl>
    <w:lvl w:ilvl="1">
      <w:start w:val="1"/>
      <w:numFmt w:val="lowerLetter"/>
      <w:lvlText w:val="%2)"/>
      <w:lvlJc w:val="left"/>
      <w:pPr>
        <w:ind w:left="1492" w:hanging="420"/>
      </w:pPr>
      <w:rPr>
        <w:rFonts w:hint="eastAsia"/>
      </w:rPr>
    </w:lvl>
    <w:lvl w:ilvl="2">
      <w:start w:val="1"/>
      <w:numFmt w:val="lowerRoman"/>
      <w:lvlText w:val="%3."/>
      <w:lvlJc w:val="right"/>
      <w:pPr>
        <w:ind w:left="1912" w:hanging="420"/>
      </w:pPr>
      <w:rPr>
        <w:rFonts w:hint="eastAsia"/>
      </w:rPr>
    </w:lvl>
    <w:lvl w:ilvl="3">
      <w:start w:val="1"/>
      <w:numFmt w:val="decimal"/>
      <w:lvlText w:val="%4."/>
      <w:lvlJc w:val="left"/>
      <w:pPr>
        <w:ind w:left="2332" w:hanging="420"/>
      </w:pPr>
      <w:rPr>
        <w:rFonts w:hint="eastAsia"/>
      </w:rPr>
    </w:lvl>
    <w:lvl w:ilvl="4">
      <w:start w:val="1"/>
      <w:numFmt w:val="lowerLetter"/>
      <w:lvlText w:val="%5)"/>
      <w:lvlJc w:val="left"/>
      <w:pPr>
        <w:ind w:left="2752" w:hanging="420"/>
      </w:pPr>
      <w:rPr>
        <w:rFonts w:hint="eastAsia"/>
      </w:rPr>
    </w:lvl>
    <w:lvl w:ilvl="5">
      <w:start w:val="1"/>
      <w:numFmt w:val="lowerRoman"/>
      <w:lvlText w:val="%6."/>
      <w:lvlJc w:val="right"/>
      <w:pPr>
        <w:ind w:left="3172" w:hanging="420"/>
      </w:pPr>
      <w:rPr>
        <w:rFonts w:hint="eastAsia"/>
      </w:rPr>
    </w:lvl>
    <w:lvl w:ilvl="6">
      <w:start w:val="1"/>
      <w:numFmt w:val="decimal"/>
      <w:lvlText w:val="%7."/>
      <w:lvlJc w:val="left"/>
      <w:pPr>
        <w:ind w:left="3592" w:hanging="420"/>
      </w:pPr>
      <w:rPr>
        <w:rFonts w:hint="eastAsia"/>
      </w:rPr>
    </w:lvl>
    <w:lvl w:ilvl="7">
      <w:start w:val="1"/>
      <w:numFmt w:val="lowerLetter"/>
      <w:lvlText w:val="%8)"/>
      <w:lvlJc w:val="left"/>
      <w:pPr>
        <w:ind w:left="4012" w:hanging="420"/>
      </w:pPr>
      <w:rPr>
        <w:rFonts w:hint="eastAsia"/>
      </w:rPr>
    </w:lvl>
    <w:lvl w:ilvl="8">
      <w:start w:val="1"/>
      <w:numFmt w:val="lowerRoman"/>
      <w:lvlText w:val="%9."/>
      <w:lvlJc w:val="right"/>
      <w:pPr>
        <w:ind w:left="4432" w:hanging="420"/>
      </w:pPr>
      <w:rPr>
        <w:rFonts w:hint="eastAsia"/>
      </w:rPr>
    </w:lvl>
  </w:abstractNum>
  <w:abstractNum w:abstractNumId="40" w15:restartNumberingAfterBreak="0">
    <w:nsid w:val="75DF485C"/>
    <w:multiLevelType w:val="hybridMultilevel"/>
    <w:tmpl w:val="D9E00104"/>
    <w:lvl w:ilvl="0" w:tplc="BE08B50A">
      <w:start w:val="1"/>
      <w:numFmt w:val="decimal"/>
      <w:pStyle w:val="itemstep"/>
      <w:lvlText w:val="%1."/>
      <w:lvlJc w:val="left"/>
      <w:pPr>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1" w15:restartNumberingAfterBreak="0">
    <w:nsid w:val="78594283"/>
    <w:multiLevelType w:val="hybridMultilevel"/>
    <w:tmpl w:val="B4AA4EB8"/>
    <w:lvl w:ilvl="0" w:tplc="2264D688">
      <w:start w:val="1"/>
      <w:numFmt w:val="bullet"/>
      <w:pStyle w:val="--0"/>
      <w:lvlText w:val=""/>
      <w:lvlPicBulletId w:val="2"/>
      <w:lvlJc w:val="left"/>
      <w:pPr>
        <w:tabs>
          <w:tab w:val="num" w:pos="420"/>
        </w:tabs>
        <w:ind w:left="420" w:hanging="420"/>
      </w:pPr>
      <w:rPr>
        <w:rFonts w:ascii="Symbol" w:hAnsi="Symbol" w:hint="default"/>
        <w:color w:val="auto"/>
        <w:sz w:val="32"/>
        <w:szCs w:val="32"/>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78617879"/>
    <w:multiLevelType w:val="multilevel"/>
    <w:tmpl w:val="B73AD22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624"/>
        </w:tabs>
        <w:ind w:left="624" w:hanging="624"/>
      </w:pPr>
      <w:rPr>
        <w:rFonts w:hint="eastAsia"/>
      </w:rPr>
    </w:lvl>
    <w:lvl w:ilvl="2">
      <w:start w:val="1"/>
      <w:numFmt w:val="decimal"/>
      <w:lvlText w:val="%1.%2.%3"/>
      <w:lvlJc w:val="left"/>
      <w:pPr>
        <w:tabs>
          <w:tab w:val="num" w:pos="737"/>
        </w:tabs>
        <w:ind w:left="737" w:hanging="737"/>
      </w:pPr>
      <w:rPr>
        <w:rFonts w:ascii="Arial" w:hAnsi="Arial" w:cs="Arial" w:hint="default"/>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num w:numId="1">
    <w:abstractNumId w:val="42"/>
  </w:num>
  <w:num w:numId="2">
    <w:abstractNumId w:val="11"/>
  </w:num>
  <w:num w:numId="3">
    <w:abstractNumId w:val="41"/>
  </w:num>
  <w:num w:numId="4">
    <w:abstractNumId w:val="14"/>
  </w:num>
  <w:num w:numId="5">
    <w:abstractNumId w:val="37"/>
  </w:num>
  <w:num w:numId="6">
    <w:abstractNumId w:val="21"/>
  </w:num>
  <w:num w:numId="7">
    <w:abstractNumId w:val="15"/>
  </w:num>
  <w:num w:numId="8">
    <w:abstractNumId w:val="9"/>
  </w:num>
  <w:num w:numId="9">
    <w:abstractNumId w:val="13"/>
  </w:num>
  <w:num w:numId="10">
    <w:abstractNumId w:val="20"/>
  </w:num>
  <w:num w:numId="11">
    <w:abstractNumId w:val="23"/>
  </w:num>
  <w:num w:numId="12">
    <w:abstractNumId w:val="40"/>
  </w:num>
  <w:num w:numId="13">
    <w:abstractNumId w:val="0"/>
  </w:num>
  <w:num w:numId="14">
    <w:abstractNumId w:val="10"/>
  </w:num>
  <w:num w:numId="15">
    <w:abstractNumId w:val="32"/>
  </w:num>
  <w:num w:numId="16">
    <w:abstractNumId w:val="18"/>
  </w:num>
  <w:num w:numId="17">
    <w:abstractNumId w:val="4"/>
  </w:num>
  <w:num w:numId="18">
    <w:abstractNumId w:val="28"/>
  </w:num>
  <w:num w:numId="19">
    <w:abstractNumId w:val="19"/>
  </w:num>
  <w:num w:numId="20">
    <w:abstractNumId w:val="3"/>
  </w:num>
  <w:num w:numId="21">
    <w:abstractNumId w:val="30"/>
  </w:num>
  <w:num w:numId="22">
    <w:abstractNumId w:val="6"/>
  </w:num>
  <w:num w:numId="23">
    <w:abstractNumId w:val="16"/>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26"/>
  </w:num>
  <w:num w:numId="27">
    <w:abstractNumId w:val="35"/>
  </w:num>
  <w:num w:numId="28">
    <w:abstractNumId w:val="38"/>
  </w:num>
  <w:num w:numId="29">
    <w:abstractNumId w:val="2"/>
  </w:num>
  <w:num w:numId="30">
    <w:abstractNumId w:val="39"/>
  </w:num>
  <w:num w:numId="31">
    <w:abstractNumId w:val="31"/>
  </w:num>
  <w:num w:numId="32">
    <w:abstractNumId w:val="24"/>
  </w:num>
  <w:num w:numId="33">
    <w:abstractNumId w:val="25"/>
  </w:num>
  <w:num w:numId="34">
    <w:abstractNumId w:val="12"/>
  </w:num>
  <w:num w:numId="35">
    <w:abstractNumId w:val="27"/>
  </w:num>
  <w:num w:numId="36">
    <w:abstractNumId w:val="5"/>
  </w:num>
  <w:num w:numId="37">
    <w:abstractNumId w:val="36"/>
  </w:num>
  <w:num w:numId="38">
    <w:abstractNumId w:val="7"/>
  </w:num>
  <w:num w:numId="39">
    <w:abstractNumId w:val="8"/>
  </w:num>
  <w:num w:numId="40">
    <w:abstractNumId w:val="17"/>
  </w:num>
  <w:num w:numId="41">
    <w:abstractNumId w:val="1"/>
  </w:num>
  <w:num w:numId="42">
    <w:abstractNumId w:val="34"/>
  </w:num>
  <w:num w:numId="43">
    <w:abstractNumId w:val="33"/>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813"/>
    <w:rsid w:val="00001167"/>
    <w:rsid w:val="00004163"/>
    <w:rsid w:val="000047E0"/>
    <w:rsid w:val="00007679"/>
    <w:rsid w:val="000127C9"/>
    <w:rsid w:val="000140A9"/>
    <w:rsid w:val="00015028"/>
    <w:rsid w:val="0002138A"/>
    <w:rsid w:val="00023473"/>
    <w:rsid w:val="000237BD"/>
    <w:rsid w:val="00023802"/>
    <w:rsid w:val="0002390B"/>
    <w:rsid w:val="00024204"/>
    <w:rsid w:val="000261A4"/>
    <w:rsid w:val="0002650D"/>
    <w:rsid w:val="00027F24"/>
    <w:rsid w:val="000316F8"/>
    <w:rsid w:val="000335EA"/>
    <w:rsid w:val="0003407A"/>
    <w:rsid w:val="0003527B"/>
    <w:rsid w:val="00035CD9"/>
    <w:rsid w:val="00035DC8"/>
    <w:rsid w:val="0003759A"/>
    <w:rsid w:val="00041145"/>
    <w:rsid w:val="000414FF"/>
    <w:rsid w:val="00043BE3"/>
    <w:rsid w:val="00044EF3"/>
    <w:rsid w:val="000457EF"/>
    <w:rsid w:val="00046192"/>
    <w:rsid w:val="00046FD0"/>
    <w:rsid w:val="0004723B"/>
    <w:rsid w:val="00051C39"/>
    <w:rsid w:val="00053295"/>
    <w:rsid w:val="000603DA"/>
    <w:rsid w:val="0006144D"/>
    <w:rsid w:val="0006550F"/>
    <w:rsid w:val="000655BE"/>
    <w:rsid w:val="000658C7"/>
    <w:rsid w:val="000715F3"/>
    <w:rsid w:val="000740F3"/>
    <w:rsid w:val="00076ED8"/>
    <w:rsid w:val="00083298"/>
    <w:rsid w:val="0008519E"/>
    <w:rsid w:val="000928E3"/>
    <w:rsid w:val="000A73B0"/>
    <w:rsid w:val="000A74E1"/>
    <w:rsid w:val="000B0E16"/>
    <w:rsid w:val="000B2033"/>
    <w:rsid w:val="000B29F4"/>
    <w:rsid w:val="000B4DFD"/>
    <w:rsid w:val="000B6CAE"/>
    <w:rsid w:val="000B6FAF"/>
    <w:rsid w:val="000B7F13"/>
    <w:rsid w:val="000C3CE8"/>
    <w:rsid w:val="000C4D4A"/>
    <w:rsid w:val="000C506F"/>
    <w:rsid w:val="000D0D28"/>
    <w:rsid w:val="000D1122"/>
    <w:rsid w:val="000D22DE"/>
    <w:rsid w:val="000D34FE"/>
    <w:rsid w:val="000D7954"/>
    <w:rsid w:val="000D7EB4"/>
    <w:rsid w:val="000E1074"/>
    <w:rsid w:val="000E18F3"/>
    <w:rsid w:val="000E2A76"/>
    <w:rsid w:val="000E415F"/>
    <w:rsid w:val="000E4E2F"/>
    <w:rsid w:val="000E73E3"/>
    <w:rsid w:val="000E7818"/>
    <w:rsid w:val="000F46D9"/>
    <w:rsid w:val="000F4878"/>
    <w:rsid w:val="000F5752"/>
    <w:rsid w:val="000F58B6"/>
    <w:rsid w:val="000F5B2D"/>
    <w:rsid w:val="000F61F8"/>
    <w:rsid w:val="000F71E3"/>
    <w:rsid w:val="00100A3A"/>
    <w:rsid w:val="00100B2D"/>
    <w:rsid w:val="00102193"/>
    <w:rsid w:val="001039B2"/>
    <w:rsid w:val="00103B97"/>
    <w:rsid w:val="00104BCD"/>
    <w:rsid w:val="00106305"/>
    <w:rsid w:val="00111B06"/>
    <w:rsid w:val="00111CA2"/>
    <w:rsid w:val="001126D6"/>
    <w:rsid w:val="00112D2E"/>
    <w:rsid w:val="00117BE4"/>
    <w:rsid w:val="00121D89"/>
    <w:rsid w:val="00123290"/>
    <w:rsid w:val="00126B6C"/>
    <w:rsid w:val="00126FAF"/>
    <w:rsid w:val="0013637F"/>
    <w:rsid w:val="0013650A"/>
    <w:rsid w:val="00136A97"/>
    <w:rsid w:val="00137ADD"/>
    <w:rsid w:val="00141461"/>
    <w:rsid w:val="00143724"/>
    <w:rsid w:val="00146B72"/>
    <w:rsid w:val="00151A1A"/>
    <w:rsid w:val="001529A1"/>
    <w:rsid w:val="00153CC8"/>
    <w:rsid w:val="00154268"/>
    <w:rsid w:val="00156BFD"/>
    <w:rsid w:val="00162FBD"/>
    <w:rsid w:val="001632A7"/>
    <w:rsid w:val="00164672"/>
    <w:rsid w:val="00167CE7"/>
    <w:rsid w:val="0017064D"/>
    <w:rsid w:val="00172A27"/>
    <w:rsid w:val="00177248"/>
    <w:rsid w:val="001804D8"/>
    <w:rsid w:val="00180CC9"/>
    <w:rsid w:val="00182361"/>
    <w:rsid w:val="001824F9"/>
    <w:rsid w:val="0018293B"/>
    <w:rsid w:val="00187F56"/>
    <w:rsid w:val="00194F62"/>
    <w:rsid w:val="0019655C"/>
    <w:rsid w:val="001A0B2F"/>
    <w:rsid w:val="001A0EE0"/>
    <w:rsid w:val="001A38BB"/>
    <w:rsid w:val="001B1860"/>
    <w:rsid w:val="001B1D75"/>
    <w:rsid w:val="001B40C5"/>
    <w:rsid w:val="001B7408"/>
    <w:rsid w:val="001C0191"/>
    <w:rsid w:val="001C0C70"/>
    <w:rsid w:val="001C11CD"/>
    <w:rsid w:val="001C39B7"/>
    <w:rsid w:val="001D0B2B"/>
    <w:rsid w:val="001D1D6B"/>
    <w:rsid w:val="001D427F"/>
    <w:rsid w:val="001D5A54"/>
    <w:rsid w:val="001E13AC"/>
    <w:rsid w:val="001E5623"/>
    <w:rsid w:val="001E6044"/>
    <w:rsid w:val="001E62E1"/>
    <w:rsid w:val="001F067B"/>
    <w:rsid w:val="001F1F4F"/>
    <w:rsid w:val="001F2635"/>
    <w:rsid w:val="001F27E5"/>
    <w:rsid w:val="001F3CBE"/>
    <w:rsid w:val="001F409B"/>
    <w:rsid w:val="001F4D7E"/>
    <w:rsid w:val="001F5A2E"/>
    <w:rsid w:val="001F5B9F"/>
    <w:rsid w:val="001F6762"/>
    <w:rsid w:val="00200E4E"/>
    <w:rsid w:val="00201C30"/>
    <w:rsid w:val="00202F3C"/>
    <w:rsid w:val="00204096"/>
    <w:rsid w:val="00206E3F"/>
    <w:rsid w:val="00207048"/>
    <w:rsid w:val="00207BD2"/>
    <w:rsid w:val="00211299"/>
    <w:rsid w:val="00211DBC"/>
    <w:rsid w:val="00214CEB"/>
    <w:rsid w:val="002158E7"/>
    <w:rsid w:val="00217A0D"/>
    <w:rsid w:val="00220DE5"/>
    <w:rsid w:val="002216C3"/>
    <w:rsid w:val="002266F2"/>
    <w:rsid w:val="002268EA"/>
    <w:rsid w:val="00232A2D"/>
    <w:rsid w:val="00232D04"/>
    <w:rsid w:val="00232DE0"/>
    <w:rsid w:val="0023487F"/>
    <w:rsid w:val="00234989"/>
    <w:rsid w:val="00236E99"/>
    <w:rsid w:val="002372AB"/>
    <w:rsid w:val="00241335"/>
    <w:rsid w:val="00241B5C"/>
    <w:rsid w:val="00242913"/>
    <w:rsid w:val="00245CE6"/>
    <w:rsid w:val="00247C6A"/>
    <w:rsid w:val="00252DBB"/>
    <w:rsid w:val="00254C46"/>
    <w:rsid w:val="00255AD4"/>
    <w:rsid w:val="00256B8C"/>
    <w:rsid w:val="00265CA0"/>
    <w:rsid w:val="00266A67"/>
    <w:rsid w:val="00270C15"/>
    <w:rsid w:val="00272DD1"/>
    <w:rsid w:val="002741DF"/>
    <w:rsid w:val="00274AD0"/>
    <w:rsid w:val="00275DF8"/>
    <w:rsid w:val="00276A18"/>
    <w:rsid w:val="002807A2"/>
    <w:rsid w:val="00282932"/>
    <w:rsid w:val="002831F4"/>
    <w:rsid w:val="00283BED"/>
    <w:rsid w:val="00285043"/>
    <w:rsid w:val="002866FD"/>
    <w:rsid w:val="00286B21"/>
    <w:rsid w:val="00286E68"/>
    <w:rsid w:val="00287BF7"/>
    <w:rsid w:val="00291FD5"/>
    <w:rsid w:val="00294819"/>
    <w:rsid w:val="0029773D"/>
    <w:rsid w:val="002A28EF"/>
    <w:rsid w:val="002A4B24"/>
    <w:rsid w:val="002A5D08"/>
    <w:rsid w:val="002B1F7A"/>
    <w:rsid w:val="002B2977"/>
    <w:rsid w:val="002B44D3"/>
    <w:rsid w:val="002B4F4C"/>
    <w:rsid w:val="002B6367"/>
    <w:rsid w:val="002B6483"/>
    <w:rsid w:val="002B66B2"/>
    <w:rsid w:val="002C0F3A"/>
    <w:rsid w:val="002C1158"/>
    <w:rsid w:val="002C2038"/>
    <w:rsid w:val="002C475C"/>
    <w:rsid w:val="002C4D01"/>
    <w:rsid w:val="002C634D"/>
    <w:rsid w:val="002D155C"/>
    <w:rsid w:val="002D57CE"/>
    <w:rsid w:val="002D65B7"/>
    <w:rsid w:val="002D7E7B"/>
    <w:rsid w:val="002E103E"/>
    <w:rsid w:val="002E1092"/>
    <w:rsid w:val="002E1229"/>
    <w:rsid w:val="002E169F"/>
    <w:rsid w:val="002E45FD"/>
    <w:rsid w:val="002E5CB1"/>
    <w:rsid w:val="002E6A4B"/>
    <w:rsid w:val="002E7DA9"/>
    <w:rsid w:val="002F149F"/>
    <w:rsid w:val="002F4401"/>
    <w:rsid w:val="002F505C"/>
    <w:rsid w:val="002F7946"/>
    <w:rsid w:val="00304DB9"/>
    <w:rsid w:val="00305D79"/>
    <w:rsid w:val="00306A39"/>
    <w:rsid w:val="0031059F"/>
    <w:rsid w:val="00314E7C"/>
    <w:rsid w:val="0031607B"/>
    <w:rsid w:val="00321222"/>
    <w:rsid w:val="00322080"/>
    <w:rsid w:val="00325184"/>
    <w:rsid w:val="00325BFB"/>
    <w:rsid w:val="00326525"/>
    <w:rsid w:val="00327CAE"/>
    <w:rsid w:val="00327E7D"/>
    <w:rsid w:val="00330D1D"/>
    <w:rsid w:val="00330E92"/>
    <w:rsid w:val="003315BA"/>
    <w:rsid w:val="003325E1"/>
    <w:rsid w:val="00332B38"/>
    <w:rsid w:val="003334AA"/>
    <w:rsid w:val="0033401C"/>
    <w:rsid w:val="003348DA"/>
    <w:rsid w:val="00335608"/>
    <w:rsid w:val="0033669C"/>
    <w:rsid w:val="003372CA"/>
    <w:rsid w:val="003409D3"/>
    <w:rsid w:val="0034291A"/>
    <w:rsid w:val="003432EC"/>
    <w:rsid w:val="003460F5"/>
    <w:rsid w:val="00352ACC"/>
    <w:rsid w:val="0035518F"/>
    <w:rsid w:val="003601AA"/>
    <w:rsid w:val="00362820"/>
    <w:rsid w:val="003636C9"/>
    <w:rsid w:val="003669DD"/>
    <w:rsid w:val="00372A38"/>
    <w:rsid w:val="00374B5F"/>
    <w:rsid w:val="00374CFD"/>
    <w:rsid w:val="003759B8"/>
    <w:rsid w:val="00375D95"/>
    <w:rsid w:val="00376260"/>
    <w:rsid w:val="0038089A"/>
    <w:rsid w:val="00380A8C"/>
    <w:rsid w:val="003818E1"/>
    <w:rsid w:val="003866B4"/>
    <w:rsid w:val="00387144"/>
    <w:rsid w:val="00390DDC"/>
    <w:rsid w:val="00394A9F"/>
    <w:rsid w:val="003958E3"/>
    <w:rsid w:val="00396FFC"/>
    <w:rsid w:val="00397CE7"/>
    <w:rsid w:val="003A1D5D"/>
    <w:rsid w:val="003A6ACA"/>
    <w:rsid w:val="003A7D0F"/>
    <w:rsid w:val="003B0118"/>
    <w:rsid w:val="003B12F3"/>
    <w:rsid w:val="003B1F62"/>
    <w:rsid w:val="003B2619"/>
    <w:rsid w:val="003B75AE"/>
    <w:rsid w:val="003B790A"/>
    <w:rsid w:val="003C0283"/>
    <w:rsid w:val="003C40C8"/>
    <w:rsid w:val="003C4B70"/>
    <w:rsid w:val="003C691E"/>
    <w:rsid w:val="003C7359"/>
    <w:rsid w:val="003C7B75"/>
    <w:rsid w:val="003D2A18"/>
    <w:rsid w:val="003D5E7F"/>
    <w:rsid w:val="003E0B9F"/>
    <w:rsid w:val="003E25A9"/>
    <w:rsid w:val="003E2CAB"/>
    <w:rsid w:val="003E4E45"/>
    <w:rsid w:val="003E6B54"/>
    <w:rsid w:val="003F1079"/>
    <w:rsid w:val="003F444B"/>
    <w:rsid w:val="003F48D6"/>
    <w:rsid w:val="003F6793"/>
    <w:rsid w:val="00400179"/>
    <w:rsid w:val="00401B81"/>
    <w:rsid w:val="0041072C"/>
    <w:rsid w:val="0041200F"/>
    <w:rsid w:val="00416804"/>
    <w:rsid w:val="00416BFA"/>
    <w:rsid w:val="004217C8"/>
    <w:rsid w:val="00423455"/>
    <w:rsid w:val="004278AC"/>
    <w:rsid w:val="00430B9C"/>
    <w:rsid w:val="004323E5"/>
    <w:rsid w:val="004347D0"/>
    <w:rsid w:val="00434B1C"/>
    <w:rsid w:val="00435C71"/>
    <w:rsid w:val="00437D8A"/>
    <w:rsid w:val="00440858"/>
    <w:rsid w:val="00441D4B"/>
    <w:rsid w:val="00441FD4"/>
    <w:rsid w:val="00442511"/>
    <w:rsid w:val="00442983"/>
    <w:rsid w:val="00443A82"/>
    <w:rsid w:val="00446B97"/>
    <w:rsid w:val="00447018"/>
    <w:rsid w:val="0045364C"/>
    <w:rsid w:val="004549C9"/>
    <w:rsid w:val="0045692D"/>
    <w:rsid w:val="00461F31"/>
    <w:rsid w:val="00462AB6"/>
    <w:rsid w:val="00463747"/>
    <w:rsid w:val="00466A58"/>
    <w:rsid w:val="00470006"/>
    <w:rsid w:val="004701EE"/>
    <w:rsid w:val="004719EC"/>
    <w:rsid w:val="00471EEC"/>
    <w:rsid w:val="004735AC"/>
    <w:rsid w:val="00473827"/>
    <w:rsid w:val="00474395"/>
    <w:rsid w:val="004808BA"/>
    <w:rsid w:val="00481A40"/>
    <w:rsid w:val="00482346"/>
    <w:rsid w:val="00482E6A"/>
    <w:rsid w:val="00485BA0"/>
    <w:rsid w:val="00486F85"/>
    <w:rsid w:val="00490B1A"/>
    <w:rsid w:val="004969D0"/>
    <w:rsid w:val="00497022"/>
    <w:rsid w:val="004A39D5"/>
    <w:rsid w:val="004A4FD6"/>
    <w:rsid w:val="004B0184"/>
    <w:rsid w:val="004B0FA1"/>
    <w:rsid w:val="004B1307"/>
    <w:rsid w:val="004B4AF2"/>
    <w:rsid w:val="004B4CC4"/>
    <w:rsid w:val="004B5B4D"/>
    <w:rsid w:val="004B6768"/>
    <w:rsid w:val="004B6E43"/>
    <w:rsid w:val="004D0C5C"/>
    <w:rsid w:val="004D5237"/>
    <w:rsid w:val="004D72E8"/>
    <w:rsid w:val="004E2D8F"/>
    <w:rsid w:val="004E3684"/>
    <w:rsid w:val="004E3FD0"/>
    <w:rsid w:val="004F0721"/>
    <w:rsid w:val="004F3ED1"/>
    <w:rsid w:val="004F7B90"/>
    <w:rsid w:val="00501B1A"/>
    <w:rsid w:val="00501B4A"/>
    <w:rsid w:val="005029BF"/>
    <w:rsid w:val="00505E9C"/>
    <w:rsid w:val="00506117"/>
    <w:rsid w:val="0051265B"/>
    <w:rsid w:val="005134E0"/>
    <w:rsid w:val="005135D3"/>
    <w:rsid w:val="005137C1"/>
    <w:rsid w:val="00513E1D"/>
    <w:rsid w:val="00514122"/>
    <w:rsid w:val="00517A16"/>
    <w:rsid w:val="00517D72"/>
    <w:rsid w:val="00520699"/>
    <w:rsid w:val="00520C76"/>
    <w:rsid w:val="0052244F"/>
    <w:rsid w:val="00524291"/>
    <w:rsid w:val="005248A7"/>
    <w:rsid w:val="00525C8E"/>
    <w:rsid w:val="0053002B"/>
    <w:rsid w:val="005351DE"/>
    <w:rsid w:val="00535FAE"/>
    <w:rsid w:val="00535FD0"/>
    <w:rsid w:val="005366A2"/>
    <w:rsid w:val="00537596"/>
    <w:rsid w:val="00547B36"/>
    <w:rsid w:val="00553A39"/>
    <w:rsid w:val="00553ADE"/>
    <w:rsid w:val="0055591D"/>
    <w:rsid w:val="00555F28"/>
    <w:rsid w:val="00556598"/>
    <w:rsid w:val="005579BF"/>
    <w:rsid w:val="00557BD7"/>
    <w:rsid w:val="00557C55"/>
    <w:rsid w:val="005602EC"/>
    <w:rsid w:val="00560941"/>
    <w:rsid w:val="00560B01"/>
    <w:rsid w:val="00560ED6"/>
    <w:rsid w:val="005615EA"/>
    <w:rsid w:val="00562011"/>
    <w:rsid w:val="005649DF"/>
    <w:rsid w:val="00565D54"/>
    <w:rsid w:val="005667F1"/>
    <w:rsid w:val="00567438"/>
    <w:rsid w:val="005706D8"/>
    <w:rsid w:val="00570C5E"/>
    <w:rsid w:val="00570DF0"/>
    <w:rsid w:val="00572BB2"/>
    <w:rsid w:val="00572E87"/>
    <w:rsid w:val="005733B1"/>
    <w:rsid w:val="00576272"/>
    <w:rsid w:val="005774EB"/>
    <w:rsid w:val="00580B1D"/>
    <w:rsid w:val="00581BE5"/>
    <w:rsid w:val="00584DB0"/>
    <w:rsid w:val="00585F4F"/>
    <w:rsid w:val="00586CB4"/>
    <w:rsid w:val="00586FA3"/>
    <w:rsid w:val="005907B3"/>
    <w:rsid w:val="00592BF4"/>
    <w:rsid w:val="00595B55"/>
    <w:rsid w:val="005970ED"/>
    <w:rsid w:val="00597C44"/>
    <w:rsid w:val="005A0821"/>
    <w:rsid w:val="005A173B"/>
    <w:rsid w:val="005A36C3"/>
    <w:rsid w:val="005A55E2"/>
    <w:rsid w:val="005A6B1C"/>
    <w:rsid w:val="005B25D8"/>
    <w:rsid w:val="005B2B9F"/>
    <w:rsid w:val="005B3E05"/>
    <w:rsid w:val="005B5FD9"/>
    <w:rsid w:val="005B71A3"/>
    <w:rsid w:val="005B7594"/>
    <w:rsid w:val="005B7802"/>
    <w:rsid w:val="005C1448"/>
    <w:rsid w:val="005C35BD"/>
    <w:rsid w:val="005C4C99"/>
    <w:rsid w:val="005C4CFF"/>
    <w:rsid w:val="005C5CD4"/>
    <w:rsid w:val="005D0DB7"/>
    <w:rsid w:val="005D18C7"/>
    <w:rsid w:val="005D247D"/>
    <w:rsid w:val="005D3169"/>
    <w:rsid w:val="005D4D9E"/>
    <w:rsid w:val="005E2774"/>
    <w:rsid w:val="005F1B2C"/>
    <w:rsid w:val="005F2688"/>
    <w:rsid w:val="005F3E6C"/>
    <w:rsid w:val="005F42F5"/>
    <w:rsid w:val="005F5765"/>
    <w:rsid w:val="005F6612"/>
    <w:rsid w:val="006013E4"/>
    <w:rsid w:val="00602804"/>
    <w:rsid w:val="0060320C"/>
    <w:rsid w:val="00605F48"/>
    <w:rsid w:val="0061220E"/>
    <w:rsid w:val="00613095"/>
    <w:rsid w:val="00614780"/>
    <w:rsid w:val="0062021D"/>
    <w:rsid w:val="0062184F"/>
    <w:rsid w:val="00621ECA"/>
    <w:rsid w:val="00623D5A"/>
    <w:rsid w:val="00627C0B"/>
    <w:rsid w:val="00627EC1"/>
    <w:rsid w:val="006327AA"/>
    <w:rsid w:val="0063420A"/>
    <w:rsid w:val="00635CBA"/>
    <w:rsid w:val="006378AE"/>
    <w:rsid w:val="006429B5"/>
    <w:rsid w:val="00644099"/>
    <w:rsid w:val="006446E1"/>
    <w:rsid w:val="00657006"/>
    <w:rsid w:val="0066235A"/>
    <w:rsid w:val="00662A32"/>
    <w:rsid w:val="00663FE9"/>
    <w:rsid w:val="00667F03"/>
    <w:rsid w:val="00670D31"/>
    <w:rsid w:val="0067226B"/>
    <w:rsid w:val="006744EE"/>
    <w:rsid w:val="006745EC"/>
    <w:rsid w:val="00674B1F"/>
    <w:rsid w:val="00675427"/>
    <w:rsid w:val="006765CC"/>
    <w:rsid w:val="00677094"/>
    <w:rsid w:val="00677D5C"/>
    <w:rsid w:val="00677FB8"/>
    <w:rsid w:val="006808A4"/>
    <w:rsid w:val="00682792"/>
    <w:rsid w:val="00682B42"/>
    <w:rsid w:val="00683320"/>
    <w:rsid w:val="00684AC3"/>
    <w:rsid w:val="006851BA"/>
    <w:rsid w:val="006870FF"/>
    <w:rsid w:val="00687D04"/>
    <w:rsid w:val="00690EE4"/>
    <w:rsid w:val="00697146"/>
    <w:rsid w:val="00697944"/>
    <w:rsid w:val="006A0522"/>
    <w:rsid w:val="006A1046"/>
    <w:rsid w:val="006A24AC"/>
    <w:rsid w:val="006A5CC8"/>
    <w:rsid w:val="006A6117"/>
    <w:rsid w:val="006A7D99"/>
    <w:rsid w:val="006B0E21"/>
    <w:rsid w:val="006B2375"/>
    <w:rsid w:val="006B6B13"/>
    <w:rsid w:val="006C0F26"/>
    <w:rsid w:val="006C105F"/>
    <w:rsid w:val="006C16D4"/>
    <w:rsid w:val="006C5DE9"/>
    <w:rsid w:val="006C5F14"/>
    <w:rsid w:val="006C779E"/>
    <w:rsid w:val="006C7C2B"/>
    <w:rsid w:val="006D0008"/>
    <w:rsid w:val="006D0521"/>
    <w:rsid w:val="006D1752"/>
    <w:rsid w:val="006D1E22"/>
    <w:rsid w:val="006D632D"/>
    <w:rsid w:val="006D6913"/>
    <w:rsid w:val="006E0EF4"/>
    <w:rsid w:val="006E17A1"/>
    <w:rsid w:val="006E17DE"/>
    <w:rsid w:val="006E3FBB"/>
    <w:rsid w:val="006E473D"/>
    <w:rsid w:val="006E4961"/>
    <w:rsid w:val="006E4FBF"/>
    <w:rsid w:val="006E744C"/>
    <w:rsid w:val="006F08F3"/>
    <w:rsid w:val="006F22FA"/>
    <w:rsid w:val="006F4477"/>
    <w:rsid w:val="00700628"/>
    <w:rsid w:val="007012E0"/>
    <w:rsid w:val="00701D14"/>
    <w:rsid w:val="007055E7"/>
    <w:rsid w:val="00706C75"/>
    <w:rsid w:val="00713AEB"/>
    <w:rsid w:val="007143D7"/>
    <w:rsid w:val="00714684"/>
    <w:rsid w:val="00717DF5"/>
    <w:rsid w:val="00721AAE"/>
    <w:rsid w:val="00721E1F"/>
    <w:rsid w:val="00723D8A"/>
    <w:rsid w:val="00725106"/>
    <w:rsid w:val="00726873"/>
    <w:rsid w:val="00730199"/>
    <w:rsid w:val="00730AEC"/>
    <w:rsid w:val="00735097"/>
    <w:rsid w:val="00737C94"/>
    <w:rsid w:val="00740A9B"/>
    <w:rsid w:val="007428AC"/>
    <w:rsid w:val="00745702"/>
    <w:rsid w:val="007473EF"/>
    <w:rsid w:val="0074758D"/>
    <w:rsid w:val="00747685"/>
    <w:rsid w:val="007503C4"/>
    <w:rsid w:val="00753A98"/>
    <w:rsid w:val="007566DE"/>
    <w:rsid w:val="00762E29"/>
    <w:rsid w:val="007711EC"/>
    <w:rsid w:val="00772DE3"/>
    <w:rsid w:val="00773625"/>
    <w:rsid w:val="00776239"/>
    <w:rsid w:val="007766FC"/>
    <w:rsid w:val="00782147"/>
    <w:rsid w:val="00783895"/>
    <w:rsid w:val="00786002"/>
    <w:rsid w:val="00787B10"/>
    <w:rsid w:val="00790EE6"/>
    <w:rsid w:val="007917F8"/>
    <w:rsid w:val="007A1A90"/>
    <w:rsid w:val="007A1D5B"/>
    <w:rsid w:val="007A5CA8"/>
    <w:rsid w:val="007A735F"/>
    <w:rsid w:val="007B0F6F"/>
    <w:rsid w:val="007B4A6D"/>
    <w:rsid w:val="007B4AC9"/>
    <w:rsid w:val="007B52D5"/>
    <w:rsid w:val="007B5F72"/>
    <w:rsid w:val="007B731E"/>
    <w:rsid w:val="007B7DC9"/>
    <w:rsid w:val="007C068E"/>
    <w:rsid w:val="007C0E1E"/>
    <w:rsid w:val="007C35B7"/>
    <w:rsid w:val="007C4855"/>
    <w:rsid w:val="007C6544"/>
    <w:rsid w:val="007D0EBC"/>
    <w:rsid w:val="007D1416"/>
    <w:rsid w:val="007E0BCB"/>
    <w:rsid w:val="007E4A91"/>
    <w:rsid w:val="007E4A93"/>
    <w:rsid w:val="007E74F1"/>
    <w:rsid w:val="007F025B"/>
    <w:rsid w:val="007F269E"/>
    <w:rsid w:val="007F2AFB"/>
    <w:rsid w:val="007F532F"/>
    <w:rsid w:val="007F6D26"/>
    <w:rsid w:val="00804836"/>
    <w:rsid w:val="00810A8C"/>
    <w:rsid w:val="0081118B"/>
    <w:rsid w:val="00813223"/>
    <w:rsid w:val="0081462A"/>
    <w:rsid w:val="00815BEA"/>
    <w:rsid w:val="00816C46"/>
    <w:rsid w:val="00820E8B"/>
    <w:rsid w:val="008241F1"/>
    <w:rsid w:val="00826244"/>
    <w:rsid w:val="00831C3C"/>
    <w:rsid w:val="00833428"/>
    <w:rsid w:val="0083512C"/>
    <w:rsid w:val="00837B02"/>
    <w:rsid w:val="008405DF"/>
    <w:rsid w:val="0084729B"/>
    <w:rsid w:val="00852CF8"/>
    <w:rsid w:val="00855B96"/>
    <w:rsid w:val="008572CA"/>
    <w:rsid w:val="00862532"/>
    <w:rsid w:val="008626F8"/>
    <w:rsid w:val="00872561"/>
    <w:rsid w:val="00877AF3"/>
    <w:rsid w:val="00881253"/>
    <w:rsid w:val="008839F3"/>
    <w:rsid w:val="0088470B"/>
    <w:rsid w:val="0088561B"/>
    <w:rsid w:val="008873B5"/>
    <w:rsid w:val="0088742B"/>
    <w:rsid w:val="00892656"/>
    <w:rsid w:val="0089290B"/>
    <w:rsid w:val="00893EDA"/>
    <w:rsid w:val="00894792"/>
    <w:rsid w:val="008A01B8"/>
    <w:rsid w:val="008A3A42"/>
    <w:rsid w:val="008B1597"/>
    <w:rsid w:val="008B1948"/>
    <w:rsid w:val="008B2A2A"/>
    <w:rsid w:val="008B3CCD"/>
    <w:rsid w:val="008B74AF"/>
    <w:rsid w:val="008C2C61"/>
    <w:rsid w:val="008C2FFC"/>
    <w:rsid w:val="008C3096"/>
    <w:rsid w:val="008C5ECD"/>
    <w:rsid w:val="008D139B"/>
    <w:rsid w:val="008D5D14"/>
    <w:rsid w:val="008D64F4"/>
    <w:rsid w:val="008E07FD"/>
    <w:rsid w:val="008E32AF"/>
    <w:rsid w:val="008E3D21"/>
    <w:rsid w:val="008E4022"/>
    <w:rsid w:val="008E4CA8"/>
    <w:rsid w:val="008E6CC3"/>
    <w:rsid w:val="008F0AD1"/>
    <w:rsid w:val="008F6D91"/>
    <w:rsid w:val="009008EB"/>
    <w:rsid w:val="009023E2"/>
    <w:rsid w:val="009075FB"/>
    <w:rsid w:val="0091054A"/>
    <w:rsid w:val="00910AAE"/>
    <w:rsid w:val="0091461E"/>
    <w:rsid w:val="009155AC"/>
    <w:rsid w:val="00915B90"/>
    <w:rsid w:val="009223EE"/>
    <w:rsid w:val="00925FC5"/>
    <w:rsid w:val="009375E4"/>
    <w:rsid w:val="00940314"/>
    <w:rsid w:val="00941C36"/>
    <w:rsid w:val="0094439F"/>
    <w:rsid w:val="00944467"/>
    <w:rsid w:val="00945CEB"/>
    <w:rsid w:val="0094792C"/>
    <w:rsid w:val="00953963"/>
    <w:rsid w:val="0095430D"/>
    <w:rsid w:val="009557C9"/>
    <w:rsid w:val="0095728D"/>
    <w:rsid w:val="00964AFC"/>
    <w:rsid w:val="00967D46"/>
    <w:rsid w:val="00970D38"/>
    <w:rsid w:val="009715E2"/>
    <w:rsid w:val="00972E70"/>
    <w:rsid w:val="00976575"/>
    <w:rsid w:val="00987149"/>
    <w:rsid w:val="00990A43"/>
    <w:rsid w:val="0099142E"/>
    <w:rsid w:val="009926C0"/>
    <w:rsid w:val="00992EAD"/>
    <w:rsid w:val="009A3633"/>
    <w:rsid w:val="009A46DB"/>
    <w:rsid w:val="009A524C"/>
    <w:rsid w:val="009A6C6D"/>
    <w:rsid w:val="009A7A80"/>
    <w:rsid w:val="009B07E5"/>
    <w:rsid w:val="009B0871"/>
    <w:rsid w:val="009B2278"/>
    <w:rsid w:val="009B29E7"/>
    <w:rsid w:val="009B32A1"/>
    <w:rsid w:val="009B46A3"/>
    <w:rsid w:val="009B7827"/>
    <w:rsid w:val="009C004D"/>
    <w:rsid w:val="009C1692"/>
    <w:rsid w:val="009C4F09"/>
    <w:rsid w:val="009C736E"/>
    <w:rsid w:val="009C7CF6"/>
    <w:rsid w:val="009D115D"/>
    <w:rsid w:val="009D1216"/>
    <w:rsid w:val="009D167B"/>
    <w:rsid w:val="009D22D9"/>
    <w:rsid w:val="009D2AD1"/>
    <w:rsid w:val="009D398A"/>
    <w:rsid w:val="009D5355"/>
    <w:rsid w:val="009D66E8"/>
    <w:rsid w:val="009D71F0"/>
    <w:rsid w:val="009D77D8"/>
    <w:rsid w:val="009E0903"/>
    <w:rsid w:val="009E1444"/>
    <w:rsid w:val="009E2568"/>
    <w:rsid w:val="009E6DAE"/>
    <w:rsid w:val="009E70E6"/>
    <w:rsid w:val="009E79FD"/>
    <w:rsid w:val="009E7AC6"/>
    <w:rsid w:val="009E7DFA"/>
    <w:rsid w:val="009F1526"/>
    <w:rsid w:val="009F282F"/>
    <w:rsid w:val="009F671D"/>
    <w:rsid w:val="009F7EB4"/>
    <w:rsid w:val="00A05481"/>
    <w:rsid w:val="00A055E6"/>
    <w:rsid w:val="00A118BE"/>
    <w:rsid w:val="00A125DD"/>
    <w:rsid w:val="00A127BF"/>
    <w:rsid w:val="00A133FA"/>
    <w:rsid w:val="00A13ED2"/>
    <w:rsid w:val="00A144E6"/>
    <w:rsid w:val="00A15AE5"/>
    <w:rsid w:val="00A178EC"/>
    <w:rsid w:val="00A20BA1"/>
    <w:rsid w:val="00A2453A"/>
    <w:rsid w:val="00A26909"/>
    <w:rsid w:val="00A2774E"/>
    <w:rsid w:val="00A342EB"/>
    <w:rsid w:val="00A4001E"/>
    <w:rsid w:val="00A41DF1"/>
    <w:rsid w:val="00A45E78"/>
    <w:rsid w:val="00A55191"/>
    <w:rsid w:val="00A5742C"/>
    <w:rsid w:val="00A6132C"/>
    <w:rsid w:val="00A61B1F"/>
    <w:rsid w:val="00A6395A"/>
    <w:rsid w:val="00A6629D"/>
    <w:rsid w:val="00A67364"/>
    <w:rsid w:val="00A67CCB"/>
    <w:rsid w:val="00A70FAA"/>
    <w:rsid w:val="00A74371"/>
    <w:rsid w:val="00A8358F"/>
    <w:rsid w:val="00A83847"/>
    <w:rsid w:val="00A862C3"/>
    <w:rsid w:val="00A86B96"/>
    <w:rsid w:val="00A94E31"/>
    <w:rsid w:val="00A9568B"/>
    <w:rsid w:val="00A95899"/>
    <w:rsid w:val="00A96956"/>
    <w:rsid w:val="00A969CF"/>
    <w:rsid w:val="00A96A37"/>
    <w:rsid w:val="00A977B0"/>
    <w:rsid w:val="00AA1FB3"/>
    <w:rsid w:val="00AA22A1"/>
    <w:rsid w:val="00AA3D34"/>
    <w:rsid w:val="00AA52E8"/>
    <w:rsid w:val="00AA6E29"/>
    <w:rsid w:val="00AA7563"/>
    <w:rsid w:val="00AB2BBF"/>
    <w:rsid w:val="00AB2E6D"/>
    <w:rsid w:val="00AB4469"/>
    <w:rsid w:val="00AB6272"/>
    <w:rsid w:val="00AB790A"/>
    <w:rsid w:val="00AC1105"/>
    <w:rsid w:val="00AC1A2C"/>
    <w:rsid w:val="00AC4010"/>
    <w:rsid w:val="00AC5516"/>
    <w:rsid w:val="00AD0202"/>
    <w:rsid w:val="00AD1DCA"/>
    <w:rsid w:val="00AD3138"/>
    <w:rsid w:val="00AD554A"/>
    <w:rsid w:val="00AD662F"/>
    <w:rsid w:val="00AD6F81"/>
    <w:rsid w:val="00AE040F"/>
    <w:rsid w:val="00AE0A90"/>
    <w:rsid w:val="00AE15A7"/>
    <w:rsid w:val="00AF008F"/>
    <w:rsid w:val="00AF3978"/>
    <w:rsid w:val="00AF7483"/>
    <w:rsid w:val="00B0118E"/>
    <w:rsid w:val="00B02485"/>
    <w:rsid w:val="00B057D1"/>
    <w:rsid w:val="00B065EB"/>
    <w:rsid w:val="00B06A21"/>
    <w:rsid w:val="00B06E79"/>
    <w:rsid w:val="00B07724"/>
    <w:rsid w:val="00B112D4"/>
    <w:rsid w:val="00B14051"/>
    <w:rsid w:val="00B14F32"/>
    <w:rsid w:val="00B1658C"/>
    <w:rsid w:val="00B16B02"/>
    <w:rsid w:val="00B20730"/>
    <w:rsid w:val="00B2332D"/>
    <w:rsid w:val="00B274BD"/>
    <w:rsid w:val="00B275D0"/>
    <w:rsid w:val="00B27702"/>
    <w:rsid w:val="00B300A8"/>
    <w:rsid w:val="00B33881"/>
    <w:rsid w:val="00B36252"/>
    <w:rsid w:val="00B37961"/>
    <w:rsid w:val="00B37A17"/>
    <w:rsid w:val="00B41F30"/>
    <w:rsid w:val="00B45604"/>
    <w:rsid w:val="00B45931"/>
    <w:rsid w:val="00B462E3"/>
    <w:rsid w:val="00B469AA"/>
    <w:rsid w:val="00B50E79"/>
    <w:rsid w:val="00B5312D"/>
    <w:rsid w:val="00B548DE"/>
    <w:rsid w:val="00B560B3"/>
    <w:rsid w:val="00B60833"/>
    <w:rsid w:val="00B661C7"/>
    <w:rsid w:val="00B66779"/>
    <w:rsid w:val="00B66AD2"/>
    <w:rsid w:val="00B719C9"/>
    <w:rsid w:val="00B722A9"/>
    <w:rsid w:val="00B730FA"/>
    <w:rsid w:val="00B775C2"/>
    <w:rsid w:val="00B823A9"/>
    <w:rsid w:val="00B827EE"/>
    <w:rsid w:val="00B82AEF"/>
    <w:rsid w:val="00B84FC5"/>
    <w:rsid w:val="00B8528F"/>
    <w:rsid w:val="00B87B7A"/>
    <w:rsid w:val="00B94A7E"/>
    <w:rsid w:val="00B9576A"/>
    <w:rsid w:val="00B979FF"/>
    <w:rsid w:val="00BA0F4C"/>
    <w:rsid w:val="00BA10F7"/>
    <w:rsid w:val="00BA16DF"/>
    <w:rsid w:val="00BA1E8A"/>
    <w:rsid w:val="00BA3016"/>
    <w:rsid w:val="00BA30F2"/>
    <w:rsid w:val="00BA41B2"/>
    <w:rsid w:val="00BA46A0"/>
    <w:rsid w:val="00BB135D"/>
    <w:rsid w:val="00BB1444"/>
    <w:rsid w:val="00BB14EC"/>
    <w:rsid w:val="00BC37B5"/>
    <w:rsid w:val="00BC7306"/>
    <w:rsid w:val="00BD7547"/>
    <w:rsid w:val="00BD7FF6"/>
    <w:rsid w:val="00BE01BA"/>
    <w:rsid w:val="00BE060F"/>
    <w:rsid w:val="00BE575B"/>
    <w:rsid w:val="00BE6C16"/>
    <w:rsid w:val="00BE6DDC"/>
    <w:rsid w:val="00BF10B8"/>
    <w:rsid w:val="00BF175F"/>
    <w:rsid w:val="00BF5801"/>
    <w:rsid w:val="00BF7D36"/>
    <w:rsid w:val="00C01EA4"/>
    <w:rsid w:val="00C02523"/>
    <w:rsid w:val="00C062E8"/>
    <w:rsid w:val="00C06A36"/>
    <w:rsid w:val="00C0711D"/>
    <w:rsid w:val="00C10B6B"/>
    <w:rsid w:val="00C303A8"/>
    <w:rsid w:val="00C4134C"/>
    <w:rsid w:val="00C425AB"/>
    <w:rsid w:val="00C44404"/>
    <w:rsid w:val="00C46D72"/>
    <w:rsid w:val="00C501C1"/>
    <w:rsid w:val="00C51BAA"/>
    <w:rsid w:val="00C541E6"/>
    <w:rsid w:val="00C6029B"/>
    <w:rsid w:val="00C62751"/>
    <w:rsid w:val="00C62A55"/>
    <w:rsid w:val="00C6538E"/>
    <w:rsid w:val="00C66AD6"/>
    <w:rsid w:val="00C671C8"/>
    <w:rsid w:val="00C67FB6"/>
    <w:rsid w:val="00C70EF1"/>
    <w:rsid w:val="00C71315"/>
    <w:rsid w:val="00C716AF"/>
    <w:rsid w:val="00C71DB4"/>
    <w:rsid w:val="00C73070"/>
    <w:rsid w:val="00C741AC"/>
    <w:rsid w:val="00C817A9"/>
    <w:rsid w:val="00C858C4"/>
    <w:rsid w:val="00C9043C"/>
    <w:rsid w:val="00C960C3"/>
    <w:rsid w:val="00CA1FD7"/>
    <w:rsid w:val="00CB2369"/>
    <w:rsid w:val="00CB25A9"/>
    <w:rsid w:val="00CB3A37"/>
    <w:rsid w:val="00CB3B31"/>
    <w:rsid w:val="00CB5B9D"/>
    <w:rsid w:val="00CB69BC"/>
    <w:rsid w:val="00CB6B4D"/>
    <w:rsid w:val="00CC057F"/>
    <w:rsid w:val="00CC1309"/>
    <w:rsid w:val="00CC2B22"/>
    <w:rsid w:val="00CC2DCD"/>
    <w:rsid w:val="00CC433D"/>
    <w:rsid w:val="00CC4C51"/>
    <w:rsid w:val="00CD0663"/>
    <w:rsid w:val="00CD1B9C"/>
    <w:rsid w:val="00CD570A"/>
    <w:rsid w:val="00CE2D50"/>
    <w:rsid w:val="00CE313B"/>
    <w:rsid w:val="00CE33B9"/>
    <w:rsid w:val="00CF4DD8"/>
    <w:rsid w:val="00D0079C"/>
    <w:rsid w:val="00D00A24"/>
    <w:rsid w:val="00D00DC2"/>
    <w:rsid w:val="00D017DF"/>
    <w:rsid w:val="00D04197"/>
    <w:rsid w:val="00D04997"/>
    <w:rsid w:val="00D1001B"/>
    <w:rsid w:val="00D1491D"/>
    <w:rsid w:val="00D14CA1"/>
    <w:rsid w:val="00D15837"/>
    <w:rsid w:val="00D15D93"/>
    <w:rsid w:val="00D215B0"/>
    <w:rsid w:val="00D21C99"/>
    <w:rsid w:val="00D22DCC"/>
    <w:rsid w:val="00D24692"/>
    <w:rsid w:val="00D323F5"/>
    <w:rsid w:val="00D34243"/>
    <w:rsid w:val="00D369C0"/>
    <w:rsid w:val="00D413B1"/>
    <w:rsid w:val="00D42BFC"/>
    <w:rsid w:val="00D45438"/>
    <w:rsid w:val="00D45866"/>
    <w:rsid w:val="00D4591F"/>
    <w:rsid w:val="00D472C2"/>
    <w:rsid w:val="00D5016B"/>
    <w:rsid w:val="00D510D0"/>
    <w:rsid w:val="00D517BD"/>
    <w:rsid w:val="00D5592D"/>
    <w:rsid w:val="00D57651"/>
    <w:rsid w:val="00D6010E"/>
    <w:rsid w:val="00D615EC"/>
    <w:rsid w:val="00D61A07"/>
    <w:rsid w:val="00D62F88"/>
    <w:rsid w:val="00D63D42"/>
    <w:rsid w:val="00D63EF2"/>
    <w:rsid w:val="00D6497E"/>
    <w:rsid w:val="00D656F0"/>
    <w:rsid w:val="00D6702E"/>
    <w:rsid w:val="00D671AD"/>
    <w:rsid w:val="00D70618"/>
    <w:rsid w:val="00D70643"/>
    <w:rsid w:val="00D75D54"/>
    <w:rsid w:val="00D75F09"/>
    <w:rsid w:val="00D7704B"/>
    <w:rsid w:val="00D77806"/>
    <w:rsid w:val="00D80825"/>
    <w:rsid w:val="00D80BDB"/>
    <w:rsid w:val="00D8157C"/>
    <w:rsid w:val="00D83D30"/>
    <w:rsid w:val="00D83D61"/>
    <w:rsid w:val="00D85AE1"/>
    <w:rsid w:val="00D862C0"/>
    <w:rsid w:val="00D86479"/>
    <w:rsid w:val="00D9002C"/>
    <w:rsid w:val="00D90F0C"/>
    <w:rsid w:val="00D910E5"/>
    <w:rsid w:val="00D923D3"/>
    <w:rsid w:val="00D93D78"/>
    <w:rsid w:val="00D93E0D"/>
    <w:rsid w:val="00D943CB"/>
    <w:rsid w:val="00D95CA1"/>
    <w:rsid w:val="00DA01F4"/>
    <w:rsid w:val="00DA3311"/>
    <w:rsid w:val="00DA3E42"/>
    <w:rsid w:val="00DA4D5B"/>
    <w:rsid w:val="00DA6786"/>
    <w:rsid w:val="00DB20CF"/>
    <w:rsid w:val="00DB2F5F"/>
    <w:rsid w:val="00DC21D5"/>
    <w:rsid w:val="00DC2495"/>
    <w:rsid w:val="00DC2F90"/>
    <w:rsid w:val="00DC4C2E"/>
    <w:rsid w:val="00DC509F"/>
    <w:rsid w:val="00DC6D4D"/>
    <w:rsid w:val="00DC72DA"/>
    <w:rsid w:val="00DD32B8"/>
    <w:rsid w:val="00DD450F"/>
    <w:rsid w:val="00DD545C"/>
    <w:rsid w:val="00DD709F"/>
    <w:rsid w:val="00DF057A"/>
    <w:rsid w:val="00DF0BE7"/>
    <w:rsid w:val="00DF2122"/>
    <w:rsid w:val="00DF466A"/>
    <w:rsid w:val="00E03043"/>
    <w:rsid w:val="00E03DBC"/>
    <w:rsid w:val="00E05063"/>
    <w:rsid w:val="00E07176"/>
    <w:rsid w:val="00E10BCC"/>
    <w:rsid w:val="00E133D1"/>
    <w:rsid w:val="00E14F13"/>
    <w:rsid w:val="00E15D4C"/>
    <w:rsid w:val="00E162E7"/>
    <w:rsid w:val="00E16784"/>
    <w:rsid w:val="00E17444"/>
    <w:rsid w:val="00E26B57"/>
    <w:rsid w:val="00E30AAD"/>
    <w:rsid w:val="00E30BEA"/>
    <w:rsid w:val="00E31761"/>
    <w:rsid w:val="00E318DE"/>
    <w:rsid w:val="00E31B60"/>
    <w:rsid w:val="00E3224B"/>
    <w:rsid w:val="00E35242"/>
    <w:rsid w:val="00E353AE"/>
    <w:rsid w:val="00E36F35"/>
    <w:rsid w:val="00E40B13"/>
    <w:rsid w:val="00E4191C"/>
    <w:rsid w:val="00E42E86"/>
    <w:rsid w:val="00E465BB"/>
    <w:rsid w:val="00E47D05"/>
    <w:rsid w:val="00E508E1"/>
    <w:rsid w:val="00E511F0"/>
    <w:rsid w:val="00E52256"/>
    <w:rsid w:val="00E52885"/>
    <w:rsid w:val="00E53A71"/>
    <w:rsid w:val="00E6501D"/>
    <w:rsid w:val="00E6563C"/>
    <w:rsid w:val="00E66B3E"/>
    <w:rsid w:val="00E7610A"/>
    <w:rsid w:val="00E774B2"/>
    <w:rsid w:val="00E77B5D"/>
    <w:rsid w:val="00E84E11"/>
    <w:rsid w:val="00E852BA"/>
    <w:rsid w:val="00E86334"/>
    <w:rsid w:val="00E873C8"/>
    <w:rsid w:val="00E87E8C"/>
    <w:rsid w:val="00E946A8"/>
    <w:rsid w:val="00E946F0"/>
    <w:rsid w:val="00E961C2"/>
    <w:rsid w:val="00E96BA6"/>
    <w:rsid w:val="00E972C7"/>
    <w:rsid w:val="00EA1EF1"/>
    <w:rsid w:val="00EA5A9A"/>
    <w:rsid w:val="00EB0239"/>
    <w:rsid w:val="00EB1059"/>
    <w:rsid w:val="00EB29CC"/>
    <w:rsid w:val="00EB5CF9"/>
    <w:rsid w:val="00EB5D7D"/>
    <w:rsid w:val="00EB62A7"/>
    <w:rsid w:val="00EC35FE"/>
    <w:rsid w:val="00ED11AF"/>
    <w:rsid w:val="00ED1F83"/>
    <w:rsid w:val="00ED3346"/>
    <w:rsid w:val="00ED7662"/>
    <w:rsid w:val="00EE2C91"/>
    <w:rsid w:val="00EE5A88"/>
    <w:rsid w:val="00EE6299"/>
    <w:rsid w:val="00EE6BA1"/>
    <w:rsid w:val="00EF44AC"/>
    <w:rsid w:val="00EF4C40"/>
    <w:rsid w:val="00F0029C"/>
    <w:rsid w:val="00F02648"/>
    <w:rsid w:val="00F0302F"/>
    <w:rsid w:val="00F0598E"/>
    <w:rsid w:val="00F069B6"/>
    <w:rsid w:val="00F11749"/>
    <w:rsid w:val="00F119BA"/>
    <w:rsid w:val="00F11DA7"/>
    <w:rsid w:val="00F12DBB"/>
    <w:rsid w:val="00F133AF"/>
    <w:rsid w:val="00F14746"/>
    <w:rsid w:val="00F21A8F"/>
    <w:rsid w:val="00F23157"/>
    <w:rsid w:val="00F27EB9"/>
    <w:rsid w:val="00F32003"/>
    <w:rsid w:val="00F3672A"/>
    <w:rsid w:val="00F41CBB"/>
    <w:rsid w:val="00F4275A"/>
    <w:rsid w:val="00F43730"/>
    <w:rsid w:val="00F44D85"/>
    <w:rsid w:val="00F47148"/>
    <w:rsid w:val="00F47319"/>
    <w:rsid w:val="00F47E1F"/>
    <w:rsid w:val="00F50644"/>
    <w:rsid w:val="00F5365F"/>
    <w:rsid w:val="00F55677"/>
    <w:rsid w:val="00F6261E"/>
    <w:rsid w:val="00F70709"/>
    <w:rsid w:val="00F725C1"/>
    <w:rsid w:val="00F74117"/>
    <w:rsid w:val="00F757C5"/>
    <w:rsid w:val="00F759F2"/>
    <w:rsid w:val="00F76DF8"/>
    <w:rsid w:val="00F76F59"/>
    <w:rsid w:val="00F817F0"/>
    <w:rsid w:val="00F84F4F"/>
    <w:rsid w:val="00F901E1"/>
    <w:rsid w:val="00F930CA"/>
    <w:rsid w:val="00F93F5F"/>
    <w:rsid w:val="00F95DE8"/>
    <w:rsid w:val="00FA1331"/>
    <w:rsid w:val="00FA2975"/>
    <w:rsid w:val="00FA3A3E"/>
    <w:rsid w:val="00FA3A65"/>
    <w:rsid w:val="00FA543F"/>
    <w:rsid w:val="00FA7498"/>
    <w:rsid w:val="00FB03A1"/>
    <w:rsid w:val="00FB11FE"/>
    <w:rsid w:val="00FC03E2"/>
    <w:rsid w:val="00FC3C06"/>
    <w:rsid w:val="00FC60D0"/>
    <w:rsid w:val="00FC7A2A"/>
    <w:rsid w:val="00FD0CFA"/>
    <w:rsid w:val="00FD10EC"/>
    <w:rsid w:val="00FD6EE4"/>
    <w:rsid w:val="00FE16B1"/>
    <w:rsid w:val="00FE16BF"/>
    <w:rsid w:val="00FE1E30"/>
    <w:rsid w:val="00FF0368"/>
    <w:rsid w:val="00FF1009"/>
    <w:rsid w:val="00FF3BFA"/>
    <w:rsid w:val="00FF3D93"/>
    <w:rsid w:val="00FF4613"/>
    <w:rsid w:val="00FF65AC"/>
    <w:rsid w:val="00FF6841"/>
    <w:rsid w:val="0188587F"/>
    <w:rsid w:val="01C92146"/>
    <w:rsid w:val="02301D72"/>
    <w:rsid w:val="02F16BDA"/>
    <w:rsid w:val="03130C13"/>
    <w:rsid w:val="0335292A"/>
    <w:rsid w:val="049A50E3"/>
    <w:rsid w:val="04E55A6A"/>
    <w:rsid w:val="04EA2D1A"/>
    <w:rsid w:val="051C5D6E"/>
    <w:rsid w:val="059C7069"/>
    <w:rsid w:val="06985A5C"/>
    <w:rsid w:val="06AF1A5C"/>
    <w:rsid w:val="08074B10"/>
    <w:rsid w:val="083831B0"/>
    <w:rsid w:val="088F6210"/>
    <w:rsid w:val="08D81D64"/>
    <w:rsid w:val="08ED1F0A"/>
    <w:rsid w:val="08FF2DE5"/>
    <w:rsid w:val="0952567D"/>
    <w:rsid w:val="0A145D5E"/>
    <w:rsid w:val="0A79736F"/>
    <w:rsid w:val="0AA40477"/>
    <w:rsid w:val="0BDB17E3"/>
    <w:rsid w:val="0C6A0EEB"/>
    <w:rsid w:val="0D3F5DEB"/>
    <w:rsid w:val="0ECC134B"/>
    <w:rsid w:val="0EFF7CE9"/>
    <w:rsid w:val="0F5E6140"/>
    <w:rsid w:val="0FC84F54"/>
    <w:rsid w:val="11A515A7"/>
    <w:rsid w:val="12091467"/>
    <w:rsid w:val="132B3DA4"/>
    <w:rsid w:val="13510298"/>
    <w:rsid w:val="13893004"/>
    <w:rsid w:val="13C67744"/>
    <w:rsid w:val="1508069E"/>
    <w:rsid w:val="153118B2"/>
    <w:rsid w:val="15594DF4"/>
    <w:rsid w:val="15665775"/>
    <w:rsid w:val="16A20888"/>
    <w:rsid w:val="16ED668C"/>
    <w:rsid w:val="180D058B"/>
    <w:rsid w:val="18103B79"/>
    <w:rsid w:val="182B3289"/>
    <w:rsid w:val="18D65485"/>
    <w:rsid w:val="18E25A20"/>
    <w:rsid w:val="1AE9580E"/>
    <w:rsid w:val="1AF803A2"/>
    <w:rsid w:val="1E0D58CA"/>
    <w:rsid w:val="1F895879"/>
    <w:rsid w:val="201F5302"/>
    <w:rsid w:val="20650767"/>
    <w:rsid w:val="208E7CB0"/>
    <w:rsid w:val="20F83BEC"/>
    <w:rsid w:val="21927E9B"/>
    <w:rsid w:val="21B0279F"/>
    <w:rsid w:val="2245353B"/>
    <w:rsid w:val="2265705A"/>
    <w:rsid w:val="2269049A"/>
    <w:rsid w:val="233312A1"/>
    <w:rsid w:val="23F1312B"/>
    <w:rsid w:val="2477044B"/>
    <w:rsid w:val="24F5123B"/>
    <w:rsid w:val="2540654A"/>
    <w:rsid w:val="256D692C"/>
    <w:rsid w:val="26310B40"/>
    <w:rsid w:val="26764EFF"/>
    <w:rsid w:val="27374EED"/>
    <w:rsid w:val="27830759"/>
    <w:rsid w:val="28EF30F4"/>
    <w:rsid w:val="295A5636"/>
    <w:rsid w:val="298A6062"/>
    <w:rsid w:val="2AE81D09"/>
    <w:rsid w:val="2B004F67"/>
    <w:rsid w:val="2B4E640A"/>
    <w:rsid w:val="2B5130D5"/>
    <w:rsid w:val="2B924CEF"/>
    <w:rsid w:val="2C2F639B"/>
    <w:rsid w:val="2C7E6365"/>
    <w:rsid w:val="2D0E5423"/>
    <w:rsid w:val="303002E0"/>
    <w:rsid w:val="30763673"/>
    <w:rsid w:val="30B2275E"/>
    <w:rsid w:val="32B87EDF"/>
    <w:rsid w:val="32FC64FC"/>
    <w:rsid w:val="33F15A0A"/>
    <w:rsid w:val="34045D35"/>
    <w:rsid w:val="340A6303"/>
    <w:rsid w:val="34466BDE"/>
    <w:rsid w:val="34A348FA"/>
    <w:rsid w:val="359A2851"/>
    <w:rsid w:val="36F36F70"/>
    <w:rsid w:val="374F47EC"/>
    <w:rsid w:val="37CF1654"/>
    <w:rsid w:val="38F2716E"/>
    <w:rsid w:val="394176E5"/>
    <w:rsid w:val="3A435685"/>
    <w:rsid w:val="3A5774CC"/>
    <w:rsid w:val="3A676551"/>
    <w:rsid w:val="3A974858"/>
    <w:rsid w:val="3BCD0CA9"/>
    <w:rsid w:val="3BE260E3"/>
    <w:rsid w:val="3C464DBD"/>
    <w:rsid w:val="3DF97566"/>
    <w:rsid w:val="3EF95401"/>
    <w:rsid w:val="3F6A1D55"/>
    <w:rsid w:val="3F732F24"/>
    <w:rsid w:val="3FA85163"/>
    <w:rsid w:val="3FF5776C"/>
    <w:rsid w:val="407627D5"/>
    <w:rsid w:val="41434082"/>
    <w:rsid w:val="433258C8"/>
    <w:rsid w:val="463505AD"/>
    <w:rsid w:val="496E20CA"/>
    <w:rsid w:val="4A92345D"/>
    <w:rsid w:val="4CFB7523"/>
    <w:rsid w:val="4D0F5602"/>
    <w:rsid w:val="4DF417B6"/>
    <w:rsid w:val="4E6D778F"/>
    <w:rsid w:val="4EBF32AF"/>
    <w:rsid w:val="4FB66D89"/>
    <w:rsid w:val="53226089"/>
    <w:rsid w:val="53343555"/>
    <w:rsid w:val="53E62296"/>
    <w:rsid w:val="541F2DC6"/>
    <w:rsid w:val="54CB6D7A"/>
    <w:rsid w:val="5579191E"/>
    <w:rsid w:val="558842AB"/>
    <w:rsid w:val="59696641"/>
    <w:rsid w:val="5B664B11"/>
    <w:rsid w:val="5D3A173C"/>
    <w:rsid w:val="5F5219A0"/>
    <w:rsid w:val="604E0D35"/>
    <w:rsid w:val="638E65DD"/>
    <w:rsid w:val="660B013B"/>
    <w:rsid w:val="67C73B14"/>
    <w:rsid w:val="68520F9A"/>
    <w:rsid w:val="69375487"/>
    <w:rsid w:val="699C52F3"/>
    <w:rsid w:val="69F31B22"/>
    <w:rsid w:val="6B0636ED"/>
    <w:rsid w:val="6B2F2DED"/>
    <w:rsid w:val="6B763749"/>
    <w:rsid w:val="6BB01889"/>
    <w:rsid w:val="6D3D60BE"/>
    <w:rsid w:val="6E075979"/>
    <w:rsid w:val="6E2F5CAD"/>
    <w:rsid w:val="6E6702D6"/>
    <w:rsid w:val="6F005861"/>
    <w:rsid w:val="704952E0"/>
    <w:rsid w:val="70940FAC"/>
    <w:rsid w:val="70945D61"/>
    <w:rsid w:val="70F77760"/>
    <w:rsid w:val="718070FF"/>
    <w:rsid w:val="72350B75"/>
    <w:rsid w:val="73A57513"/>
    <w:rsid w:val="74156C18"/>
    <w:rsid w:val="761A3FF9"/>
    <w:rsid w:val="77253585"/>
    <w:rsid w:val="78E23443"/>
    <w:rsid w:val="790B7152"/>
    <w:rsid w:val="7AFA231E"/>
    <w:rsid w:val="7BDF2AE9"/>
    <w:rsid w:val="7D4F661F"/>
    <w:rsid w:val="7E640B8E"/>
    <w:rsid w:val="7EDC6604"/>
    <w:rsid w:val="7EFD5F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F5226AE"/>
  <w15:chartTrackingRefBased/>
  <w15:docId w15:val="{89B5F4D6-4707-4E68-8A14-18BB071D6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qFormat="1"/>
    <w:lsdException w:name="heading 1" w:uiPriority="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unhideWhenUsed="1" w:qFormat="1"/>
    <w:lsdException w:name="toc 2" w:uiPriority="39" w:unhideWhenUsed="1" w:qFormat="1"/>
    <w:lsdException w:name="toc 3" w:uiPriority="39" w:unhideWhenUsed="1"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unhideWhenUsed="1" w:qFormat="1"/>
    <w:lsdException w:name="header" w:uiPriority="19" w:unhideWhenUsed="1" w:qFormat="1"/>
    <w:lsdException w:name="footer" w:uiPriority="19" w:unhideWhenUsed="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unhideWhenUsed="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uiPriority="39"/>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uiPriority="1" w:unhideWhenUsed="1"/>
    <w:lsdException w:name="Body Text" w:unhideWhenUsed="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uiPriority="0" w:qFormat="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1"/>
    <w:lsdException w:name="FollowedHyperlink" w:unhideWhenUsed="1"/>
    <w:lsdException w:name="Strong" w:uiPriority="22" w:qFormat="1"/>
    <w:lsdException w:name="Emphasis" w:uiPriority="20" w:qFormat="1"/>
    <w:lsdException w:name="Document Map" w:semiHidden="1" w:uiPriority="0"/>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unhideWhenUsed="1"/>
    <w:lsdException w:name="HTML Code" w:unhideWhenUsed="1"/>
    <w:lsdException w:name="HTML Definition" w:unhideWhenUsed="1"/>
    <w:lsdException w:name="HTML Keyboard" w:semiHidden="1"/>
    <w:lsdException w:name="HTML Preformatted" w:semiHidden="1" w:unhideWhenUsed="1"/>
    <w:lsdException w:name="HTML Sample" w:semiHidden="1"/>
    <w:lsdException w:name="HTML Typewriter" w:semiHidden="1"/>
    <w:lsdException w:name="HTML Variable" w:unhideWhenUsed="1"/>
    <w:lsdException w:name="Normal Table" w:semiHidden="1" w:unhideWhenUsed="1" w:qFormat="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liases w:val="非样式"/>
    <w:uiPriority w:val="99"/>
    <w:semiHidden/>
    <w:rsid w:val="00597C44"/>
    <w:pPr>
      <w:autoSpaceDE w:val="0"/>
      <w:autoSpaceDN w:val="0"/>
      <w:adjustRightInd w:val="0"/>
      <w:snapToGrid w:val="0"/>
      <w:spacing w:beforeLines="30" w:before="30" w:afterLines="30" w:after="30"/>
      <w:ind w:leftChars="350" w:left="350"/>
      <w:textAlignment w:val="center"/>
    </w:pPr>
    <w:rPr>
      <w:rFonts w:ascii="Arial" w:eastAsia="微软雅黑" w:hAnsi="Arial"/>
      <w:color w:val="262626"/>
      <w:sz w:val="18"/>
      <w:szCs w:val="18"/>
    </w:rPr>
  </w:style>
  <w:style w:type="paragraph" w:styleId="1">
    <w:name w:val="heading 1"/>
    <w:aliases w:val="Heading 1"/>
    <w:next w:val="Text-1"/>
    <w:link w:val="10"/>
    <w:qFormat/>
    <w:rsid w:val="00597C44"/>
    <w:pPr>
      <w:keepNext/>
      <w:keepLines/>
      <w:numPr>
        <w:numId w:val="31"/>
      </w:numPr>
      <w:adjustRightInd w:val="0"/>
      <w:snapToGrid w:val="0"/>
      <w:spacing w:before="240" w:after="120" w:line="360" w:lineRule="auto"/>
      <w:textAlignment w:val="baseline"/>
      <w:outlineLvl w:val="0"/>
    </w:pPr>
    <w:rPr>
      <w:rFonts w:ascii="Arial" w:eastAsia="微软雅黑" w:hAnsi="Arial"/>
      <w:b/>
      <w:bCs/>
      <w:color w:val="0D0D0D"/>
      <w:kern w:val="44"/>
      <w:sz w:val="36"/>
      <w:szCs w:val="44"/>
    </w:rPr>
  </w:style>
  <w:style w:type="paragraph" w:styleId="2">
    <w:name w:val="heading 2"/>
    <w:aliases w:val="1.1  heading 2,H2,UNDERRUBRIK 1-2,Head2A,2,h2,2nd level,õberschrift 2,l2,h 2,Head1,Header 2,A,o,Heading 2 Hidden,H2-Heading 2,Header2,22,heading2,list2,Heading2,H2-Heading 21,21,Header 21,l21,Header21,h21,221,heading21,list21,H21,heading 21,Titre2"/>
    <w:next w:val="Text-1"/>
    <w:link w:val="20"/>
    <w:qFormat/>
    <w:rsid w:val="00597C44"/>
    <w:pPr>
      <w:keepNext/>
      <w:keepLines/>
      <w:numPr>
        <w:ilvl w:val="1"/>
        <w:numId w:val="31"/>
      </w:numPr>
      <w:adjustRightInd w:val="0"/>
      <w:snapToGrid w:val="0"/>
      <w:spacing w:before="240" w:after="120" w:line="360" w:lineRule="auto"/>
      <w:textAlignment w:val="baseline"/>
      <w:outlineLvl w:val="1"/>
    </w:pPr>
    <w:rPr>
      <w:rFonts w:ascii="Arial" w:eastAsia="微软雅黑" w:hAnsi="Arial"/>
      <w:b/>
      <w:bCs/>
      <w:color w:val="0D0D0D"/>
      <w:kern w:val="2"/>
      <w:sz w:val="28"/>
      <w:szCs w:val="32"/>
    </w:rPr>
  </w:style>
  <w:style w:type="paragraph" w:styleId="3">
    <w:name w:val="heading 3"/>
    <w:aliases w:val="3,CT,HeadC,Underrubrik2,h3,h31,h311,h3111,h312,h3121,h313,h32,h321,h322,h33,h331,h34,h35,heading 3,heading 31,heading 311,heading 3111,heading 312,heading 3121,heading 313,heading 32,heading 321,heading 322,heading 33,heading 331,heading 34,l3"/>
    <w:next w:val="Text-1"/>
    <w:link w:val="30"/>
    <w:qFormat/>
    <w:rsid w:val="00597C44"/>
    <w:pPr>
      <w:keepNext/>
      <w:keepLines/>
      <w:numPr>
        <w:ilvl w:val="2"/>
        <w:numId w:val="31"/>
      </w:numPr>
      <w:adjustRightInd w:val="0"/>
      <w:snapToGrid w:val="0"/>
      <w:spacing w:before="120" w:after="120" w:line="360" w:lineRule="auto"/>
      <w:textAlignment w:val="baseline"/>
      <w:outlineLvl w:val="2"/>
    </w:pPr>
    <w:rPr>
      <w:rFonts w:ascii="Arial" w:eastAsia="微软雅黑" w:hAnsi="Arial"/>
      <w:b/>
      <w:bCs/>
      <w:color w:val="0D0D0D"/>
      <w:kern w:val="2"/>
      <w:sz w:val="23"/>
      <w:szCs w:val="32"/>
    </w:rPr>
  </w:style>
  <w:style w:type="paragraph" w:styleId="4">
    <w:name w:val="heading 4"/>
    <w:aliases w:val="前言,标题 4—Figure/Table,H4,h4,4,Heading 4"/>
    <w:next w:val="Block"/>
    <w:link w:val="40"/>
    <w:uiPriority w:val="99"/>
    <w:rsid w:val="00597C44"/>
    <w:pPr>
      <w:numPr>
        <w:ilvl w:val="3"/>
        <w:numId w:val="31"/>
      </w:numPr>
      <w:overflowPunct w:val="0"/>
      <w:autoSpaceDE w:val="0"/>
      <w:autoSpaceDN w:val="0"/>
      <w:adjustRightInd w:val="0"/>
      <w:snapToGrid w:val="0"/>
      <w:spacing w:beforeLines="50" w:before="50" w:afterLines="50" w:after="50"/>
      <w:ind w:left="0" w:firstLine="0"/>
      <w:jc w:val="center"/>
      <w:textAlignment w:val="center"/>
      <w:outlineLvl w:val="3"/>
    </w:pPr>
    <w:rPr>
      <w:rFonts w:ascii="Arial" w:eastAsia="微软雅黑" w:hAnsi="Arial"/>
      <w:b/>
      <w:noProof/>
      <w:color w:val="141414"/>
      <w:kern w:val="2"/>
      <w:sz w:val="32"/>
      <w:szCs w:val="21"/>
      <w:lang w:val="zh-CN"/>
    </w:rPr>
  </w:style>
  <w:style w:type="paragraph" w:styleId="5">
    <w:name w:val="heading 5"/>
    <w:aliases w:val="标题 5—Table,-标题 5"/>
    <w:basedOn w:val="a1"/>
    <w:next w:val="a1"/>
    <w:link w:val="50"/>
    <w:uiPriority w:val="99"/>
    <w:semiHidden/>
    <w:qFormat/>
    <w:rsid w:val="00597C44"/>
    <w:pPr>
      <w:keepNext/>
      <w:keepLines/>
      <w:spacing w:before="280" w:after="290" w:line="376" w:lineRule="auto"/>
      <w:ind w:left="0"/>
      <w:outlineLvl w:val="4"/>
    </w:pPr>
    <w:rPr>
      <w:b/>
      <w:bCs/>
      <w:sz w:val="28"/>
      <w:szCs w:val="28"/>
    </w:rPr>
  </w:style>
  <w:style w:type="paragraph" w:styleId="6">
    <w:name w:val="heading 6"/>
    <w:basedOn w:val="a1"/>
    <w:next w:val="a1"/>
    <w:link w:val="60"/>
    <w:uiPriority w:val="99"/>
    <w:semiHidden/>
    <w:qFormat/>
    <w:rsid w:val="00597C44"/>
    <w:pPr>
      <w:keepNext/>
      <w:keepLines/>
      <w:spacing w:before="240" w:after="64" w:line="320" w:lineRule="auto"/>
      <w:ind w:left="0"/>
      <w:outlineLvl w:val="5"/>
    </w:pPr>
    <w:rPr>
      <w:rFonts w:ascii="Cambria" w:eastAsia="宋体" w:hAnsi="Cambria"/>
      <w:b/>
      <w:bCs/>
      <w:sz w:val="24"/>
      <w:szCs w:val="24"/>
    </w:rPr>
  </w:style>
  <w:style w:type="paragraph" w:styleId="7">
    <w:name w:val="heading 7"/>
    <w:basedOn w:val="a1"/>
    <w:next w:val="a1"/>
    <w:link w:val="70"/>
    <w:uiPriority w:val="99"/>
    <w:semiHidden/>
    <w:qFormat/>
    <w:rsid w:val="00597C44"/>
    <w:pPr>
      <w:keepNext/>
      <w:keepLines/>
      <w:spacing w:before="240" w:after="64" w:line="320" w:lineRule="auto"/>
      <w:ind w:left="0"/>
      <w:outlineLvl w:val="6"/>
    </w:pPr>
    <w:rPr>
      <w:b/>
      <w:bCs/>
      <w:sz w:val="24"/>
      <w:szCs w:val="24"/>
    </w:rPr>
  </w:style>
  <w:style w:type="paragraph" w:styleId="8">
    <w:name w:val="heading 8"/>
    <w:basedOn w:val="a1"/>
    <w:next w:val="a1"/>
    <w:link w:val="80"/>
    <w:uiPriority w:val="99"/>
    <w:semiHidden/>
    <w:qFormat/>
    <w:rsid w:val="00597C44"/>
    <w:pPr>
      <w:keepNext/>
      <w:keepLines/>
      <w:spacing w:before="240" w:after="64" w:line="320" w:lineRule="auto"/>
      <w:ind w:left="0"/>
      <w:outlineLvl w:val="7"/>
    </w:pPr>
    <w:rPr>
      <w:rFonts w:ascii="Cambria" w:eastAsia="宋体" w:hAnsi="Cambria"/>
      <w:sz w:val="24"/>
      <w:szCs w:val="24"/>
    </w:rPr>
  </w:style>
  <w:style w:type="paragraph" w:styleId="9">
    <w:name w:val="heading 9"/>
    <w:basedOn w:val="a1"/>
    <w:next w:val="a1"/>
    <w:link w:val="90"/>
    <w:uiPriority w:val="99"/>
    <w:qFormat/>
    <w:rsid w:val="00597C44"/>
    <w:pPr>
      <w:keepNext/>
      <w:keepLines/>
      <w:numPr>
        <w:ilvl w:val="8"/>
        <w:numId w:val="31"/>
      </w:numPr>
      <w:spacing w:before="240" w:after="64" w:line="320" w:lineRule="auto"/>
      <w:ind w:leftChars="0" w:left="0"/>
      <w:outlineLvl w:val="8"/>
    </w:pPr>
    <w:rPr>
      <w:rFonts w:ascii="Cambria" w:eastAsia="宋体" w:hAnsi="Cambria"/>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aliases w:val="Heading 1 字符"/>
    <w:link w:val="1"/>
    <w:rsid w:val="00597C44"/>
    <w:rPr>
      <w:rFonts w:ascii="Arial" w:eastAsia="微软雅黑" w:hAnsi="Arial"/>
      <w:b/>
      <w:bCs/>
      <w:color w:val="0D0D0D"/>
      <w:kern w:val="44"/>
      <w:sz w:val="36"/>
      <w:szCs w:val="44"/>
    </w:rPr>
  </w:style>
  <w:style w:type="paragraph" w:customStyle="1" w:styleId="text">
    <w:name w:val="* text"/>
    <w:basedOn w:val="a1"/>
    <w:link w:val="textCharChar"/>
    <w:semiHidden/>
    <w:rsid w:val="00644099"/>
    <w:pPr>
      <w:textAlignment w:val="baseline"/>
    </w:pPr>
    <w:rPr>
      <w:color w:val="333333"/>
      <w:kern w:val="2"/>
    </w:rPr>
  </w:style>
  <w:style w:type="character" w:customStyle="1" w:styleId="textCharChar">
    <w:name w:val="* text Char Char"/>
    <w:link w:val="text"/>
    <w:semiHidden/>
    <w:rsid w:val="00C0711D"/>
    <w:rPr>
      <w:rFonts w:ascii="Arial" w:eastAsia="微软雅黑" w:hAnsi="Arial"/>
      <w:color w:val="333333"/>
      <w:kern w:val="2"/>
      <w:sz w:val="18"/>
      <w:szCs w:val="18"/>
    </w:rPr>
  </w:style>
  <w:style w:type="character" w:customStyle="1" w:styleId="20">
    <w:name w:val="标题 2 字符"/>
    <w:aliases w:val="1.1  heading 2 字符,H2 字符,UNDERRUBRIK 1-2 字符,Head2A 字符,2 字符,h2 字符,2nd level 字符,õberschrift 2 字符,l2 字符,h 2 字符,Head1 字符,Header 2 字符,A 字符,o 字符,Heading 2 Hidden 字符,H2-Heading 2 字符,Header2 字符,22 字符,heading2 字符,list2 字符,Heading2 字符,H2-Heading 21 字符"/>
    <w:link w:val="2"/>
    <w:rsid w:val="00597C44"/>
    <w:rPr>
      <w:rFonts w:ascii="Arial" w:eastAsia="微软雅黑" w:hAnsi="Arial"/>
      <w:b/>
      <w:bCs/>
      <w:color w:val="0D0D0D"/>
      <w:kern w:val="2"/>
      <w:sz w:val="28"/>
      <w:szCs w:val="32"/>
    </w:rPr>
  </w:style>
  <w:style w:type="character" w:customStyle="1" w:styleId="30">
    <w:name w:val="标题 3 字符"/>
    <w:aliases w:val="3 字符,CT 字符,HeadC 字符,Underrubrik2 字符,h3 字符,h31 字符,h311 字符,h3111 字符,h312 字符,h3121 字符,h313 字符,h32 字符,h321 字符,h322 字符,h33 字符,h331 字符,h34 字符,h35 字符,heading 3 字符,heading 31 字符,heading 311 字符,heading 3111 字符,heading 312 字符,heading 3121 字符,heading 32 字符"/>
    <w:link w:val="3"/>
    <w:rsid w:val="00597C44"/>
    <w:rPr>
      <w:rFonts w:ascii="Arial" w:eastAsia="微软雅黑" w:hAnsi="Arial"/>
      <w:b/>
      <w:bCs/>
      <w:color w:val="0D0D0D"/>
      <w:kern w:val="2"/>
      <w:sz w:val="23"/>
      <w:szCs w:val="32"/>
    </w:rPr>
  </w:style>
  <w:style w:type="character" w:customStyle="1" w:styleId="40">
    <w:name w:val="标题 4 字符"/>
    <w:aliases w:val="前言 字符,标题 4—Figure/Table 字符,H4 字符,h4 字符,4 字符,Heading 4 字符"/>
    <w:link w:val="4"/>
    <w:uiPriority w:val="99"/>
    <w:rsid w:val="00597C44"/>
    <w:rPr>
      <w:rFonts w:ascii="Arial" w:eastAsia="微软雅黑" w:hAnsi="Arial"/>
      <w:b/>
      <w:noProof/>
      <w:color w:val="141414"/>
      <w:kern w:val="2"/>
      <w:sz w:val="32"/>
      <w:szCs w:val="21"/>
      <w:lang w:val="zh-CN"/>
    </w:rPr>
  </w:style>
  <w:style w:type="character" w:customStyle="1" w:styleId="50">
    <w:name w:val="标题 5 字符"/>
    <w:aliases w:val="标题 5—Table 字符,-标题 5 字符"/>
    <w:link w:val="5"/>
    <w:uiPriority w:val="99"/>
    <w:semiHidden/>
    <w:rsid w:val="00597C44"/>
    <w:rPr>
      <w:rFonts w:ascii="Arial" w:eastAsia="微软雅黑" w:hAnsi="Arial"/>
      <w:b/>
      <w:bCs/>
      <w:color w:val="262626"/>
      <w:sz w:val="28"/>
      <w:szCs w:val="28"/>
    </w:rPr>
  </w:style>
  <w:style w:type="character" w:customStyle="1" w:styleId="60">
    <w:name w:val="标题 6 字符"/>
    <w:link w:val="6"/>
    <w:uiPriority w:val="99"/>
    <w:semiHidden/>
    <w:rsid w:val="00597C44"/>
    <w:rPr>
      <w:rFonts w:ascii="Cambria" w:hAnsi="Cambria"/>
      <w:b/>
      <w:bCs/>
      <w:color w:val="262626"/>
      <w:sz w:val="24"/>
      <w:szCs w:val="24"/>
    </w:rPr>
  </w:style>
  <w:style w:type="character" w:customStyle="1" w:styleId="70">
    <w:name w:val="标题 7 字符"/>
    <w:link w:val="7"/>
    <w:uiPriority w:val="99"/>
    <w:semiHidden/>
    <w:rsid w:val="00597C44"/>
    <w:rPr>
      <w:rFonts w:ascii="Arial" w:eastAsia="微软雅黑" w:hAnsi="Arial"/>
      <w:b/>
      <w:bCs/>
      <w:color w:val="262626"/>
      <w:sz w:val="24"/>
      <w:szCs w:val="24"/>
    </w:rPr>
  </w:style>
  <w:style w:type="character" w:customStyle="1" w:styleId="80">
    <w:name w:val="标题 8 字符"/>
    <w:link w:val="8"/>
    <w:uiPriority w:val="99"/>
    <w:semiHidden/>
    <w:rsid w:val="00597C44"/>
    <w:rPr>
      <w:rFonts w:ascii="Cambria" w:hAnsi="Cambria"/>
      <w:color w:val="262626"/>
      <w:sz w:val="24"/>
      <w:szCs w:val="24"/>
    </w:rPr>
  </w:style>
  <w:style w:type="character" w:customStyle="1" w:styleId="90">
    <w:name w:val="标题 9 字符"/>
    <w:link w:val="9"/>
    <w:uiPriority w:val="99"/>
    <w:rsid w:val="00597C44"/>
    <w:rPr>
      <w:rFonts w:ascii="Cambria" w:hAnsi="Cambria"/>
      <w:color w:val="262626"/>
      <w:sz w:val="21"/>
      <w:szCs w:val="18"/>
    </w:rPr>
  </w:style>
  <w:style w:type="paragraph" w:styleId="a5">
    <w:name w:val="Document Map"/>
    <w:basedOn w:val="a1"/>
    <w:link w:val="a6"/>
    <w:semiHidden/>
    <w:rsid w:val="00644099"/>
    <w:pPr>
      <w:shd w:val="clear" w:color="auto" w:fill="000080"/>
    </w:pPr>
  </w:style>
  <w:style w:type="character" w:customStyle="1" w:styleId="a6">
    <w:name w:val="文档结构图 字符"/>
    <w:link w:val="a5"/>
    <w:semiHidden/>
    <w:rsid w:val="00C0711D"/>
    <w:rPr>
      <w:rFonts w:ascii="Arial" w:hAnsi="Arial"/>
      <w:sz w:val="21"/>
      <w:shd w:val="clear" w:color="auto" w:fill="000080"/>
    </w:rPr>
  </w:style>
  <w:style w:type="paragraph" w:styleId="a7">
    <w:name w:val="annotation text"/>
    <w:basedOn w:val="a1"/>
    <w:link w:val="a8"/>
    <w:uiPriority w:val="99"/>
    <w:semiHidden/>
    <w:qFormat/>
    <w:rsid w:val="00597C44"/>
    <w:rPr>
      <w:lang w:val="x-none" w:eastAsia="x-none"/>
    </w:rPr>
  </w:style>
  <w:style w:type="character" w:customStyle="1" w:styleId="a8">
    <w:name w:val="批注文字 字符"/>
    <w:link w:val="a7"/>
    <w:uiPriority w:val="99"/>
    <w:semiHidden/>
    <w:qFormat/>
    <w:rsid w:val="00597C44"/>
    <w:rPr>
      <w:rFonts w:ascii="Arial" w:eastAsia="微软雅黑" w:hAnsi="Arial"/>
      <w:color w:val="262626"/>
      <w:sz w:val="18"/>
      <w:szCs w:val="18"/>
      <w:lang w:val="x-none" w:eastAsia="x-none"/>
    </w:rPr>
  </w:style>
  <w:style w:type="paragraph" w:styleId="a9">
    <w:name w:val="Body Text"/>
    <w:basedOn w:val="a1"/>
    <w:link w:val="aa"/>
    <w:uiPriority w:val="99"/>
    <w:semiHidden/>
    <w:pPr>
      <w:spacing w:after="120"/>
    </w:pPr>
    <w:rPr>
      <w:rFonts w:eastAsia="宋体"/>
      <w:szCs w:val="20"/>
    </w:rPr>
  </w:style>
  <w:style w:type="character" w:customStyle="1" w:styleId="aa">
    <w:name w:val="正文文本 字符"/>
    <w:link w:val="a9"/>
    <w:uiPriority w:val="99"/>
    <w:semiHidden/>
    <w:rsid w:val="00C0711D"/>
    <w:rPr>
      <w:rFonts w:ascii="Arial" w:hAnsi="Arial"/>
      <w:sz w:val="21"/>
    </w:rPr>
  </w:style>
  <w:style w:type="paragraph" w:styleId="31">
    <w:name w:val="toc 3"/>
    <w:uiPriority w:val="39"/>
    <w:rsid w:val="00597C44"/>
    <w:pPr>
      <w:tabs>
        <w:tab w:val="left" w:pos="1728"/>
        <w:tab w:val="right" w:leader="dot" w:pos="9486"/>
      </w:tabs>
      <w:kinsoku w:val="0"/>
      <w:overflowPunct w:val="0"/>
      <w:autoSpaceDE w:val="0"/>
      <w:autoSpaceDN w:val="0"/>
      <w:adjustRightInd w:val="0"/>
      <w:snapToGrid w:val="0"/>
      <w:spacing w:before="93" w:after="93" w:line="480" w:lineRule="auto"/>
      <w:ind w:left="1361" w:hanging="363"/>
      <w:textAlignment w:val="center"/>
    </w:pPr>
    <w:rPr>
      <w:rFonts w:ascii="Arial" w:eastAsia="微软雅黑" w:hAnsi="Arial"/>
      <w:color w:val="262626"/>
      <w:kern w:val="2"/>
      <w:sz w:val="21"/>
      <w:szCs w:val="21"/>
    </w:rPr>
  </w:style>
  <w:style w:type="paragraph" w:styleId="ab">
    <w:name w:val="Balloon Text"/>
    <w:basedOn w:val="a1"/>
    <w:link w:val="ac"/>
    <w:uiPriority w:val="99"/>
    <w:semiHidden/>
    <w:rsid w:val="00597C44"/>
  </w:style>
  <w:style w:type="character" w:customStyle="1" w:styleId="ac">
    <w:name w:val="批注框文本 字符"/>
    <w:link w:val="ab"/>
    <w:uiPriority w:val="99"/>
    <w:semiHidden/>
    <w:rsid w:val="00597C44"/>
    <w:rPr>
      <w:rFonts w:ascii="Arial" w:eastAsia="微软雅黑" w:hAnsi="Arial"/>
      <w:color w:val="262626"/>
      <w:sz w:val="18"/>
      <w:szCs w:val="18"/>
    </w:rPr>
  </w:style>
  <w:style w:type="paragraph" w:styleId="ad">
    <w:name w:val="footer"/>
    <w:link w:val="ae"/>
    <w:uiPriority w:val="19"/>
    <w:rsid w:val="00597C44"/>
    <w:pPr>
      <w:pBdr>
        <w:top w:val="single" w:sz="24" w:space="1" w:color="D9D9D9"/>
      </w:pBdr>
      <w:tabs>
        <w:tab w:val="center" w:pos="4153"/>
        <w:tab w:val="right" w:pos="8306"/>
      </w:tabs>
      <w:adjustRightInd w:val="0"/>
      <w:snapToGrid w:val="0"/>
      <w:spacing w:before="84" w:after="84"/>
      <w:jc w:val="center"/>
    </w:pPr>
    <w:rPr>
      <w:rFonts w:ascii="Arial" w:eastAsia="微软雅黑" w:hAnsi="Arial"/>
      <w:color w:val="262626"/>
      <w:kern w:val="2"/>
      <w:sz w:val="18"/>
      <w:szCs w:val="18"/>
    </w:rPr>
  </w:style>
  <w:style w:type="character" w:customStyle="1" w:styleId="ae">
    <w:name w:val="页脚 字符"/>
    <w:link w:val="ad"/>
    <w:uiPriority w:val="19"/>
    <w:rsid w:val="00597C44"/>
    <w:rPr>
      <w:rFonts w:ascii="Arial" w:eastAsia="微软雅黑" w:hAnsi="Arial"/>
      <w:color w:val="262626"/>
      <w:kern w:val="2"/>
      <w:sz w:val="18"/>
      <w:szCs w:val="18"/>
    </w:rPr>
  </w:style>
  <w:style w:type="paragraph" w:styleId="af">
    <w:name w:val="header"/>
    <w:aliases w:val="Header"/>
    <w:link w:val="af0"/>
    <w:uiPriority w:val="19"/>
    <w:rsid w:val="00597C44"/>
    <w:pPr>
      <w:pBdr>
        <w:bottom w:val="single" w:sz="18" w:space="1" w:color="D9D9D9"/>
      </w:pBdr>
      <w:tabs>
        <w:tab w:val="center" w:pos="4153"/>
        <w:tab w:val="right" w:pos="8306"/>
      </w:tabs>
      <w:adjustRightInd w:val="0"/>
      <w:snapToGrid w:val="0"/>
      <w:spacing w:before="84" w:after="84"/>
      <w:jc w:val="both"/>
    </w:pPr>
    <w:rPr>
      <w:rFonts w:ascii="Arial" w:eastAsia="微软雅黑" w:hAnsi="Arial"/>
      <w:color w:val="262626"/>
      <w:kern w:val="2"/>
      <w:sz w:val="18"/>
      <w:szCs w:val="18"/>
    </w:rPr>
  </w:style>
  <w:style w:type="character" w:customStyle="1" w:styleId="af0">
    <w:name w:val="页眉 字符"/>
    <w:aliases w:val="Header 字符"/>
    <w:link w:val="af"/>
    <w:uiPriority w:val="19"/>
    <w:rsid w:val="00597C44"/>
    <w:rPr>
      <w:rFonts w:ascii="Arial" w:eastAsia="微软雅黑" w:hAnsi="Arial"/>
      <w:color w:val="262626"/>
      <w:kern w:val="2"/>
      <w:sz w:val="18"/>
      <w:szCs w:val="18"/>
    </w:rPr>
  </w:style>
  <w:style w:type="paragraph" w:styleId="11">
    <w:name w:val="toc 1"/>
    <w:uiPriority w:val="39"/>
    <w:rsid w:val="00597C44"/>
    <w:pPr>
      <w:tabs>
        <w:tab w:val="left" w:pos="486"/>
        <w:tab w:val="right" w:leader="dot" w:pos="9486"/>
      </w:tabs>
      <w:kinsoku w:val="0"/>
      <w:overflowPunct w:val="0"/>
      <w:autoSpaceDE w:val="0"/>
      <w:autoSpaceDN w:val="0"/>
      <w:adjustRightInd w:val="0"/>
      <w:snapToGrid w:val="0"/>
      <w:spacing w:before="93" w:after="93" w:line="480" w:lineRule="auto"/>
      <w:ind w:left="544" w:right="181" w:hanging="363"/>
      <w:textAlignment w:val="center"/>
    </w:pPr>
    <w:rPr>
      <w:rFonts w:ascii="Arial" w:eastAsia="微软雅黑" w:hAnsi="Arial"/>
      <w:noProof/>
      <w:color w:val="262626"/>
      <w:kern w:val="2"/>
      <w:sz w:val="21"/>
      <w:szCs w:val="21"/>
    </w:rPr>
  </w:style>
  <w:style w:type="paragraph" w:styleId="21">
    <w:name w:val="toc 2"/>
    <w:next w:val="2"/>
    <w:autoRedefine/>
    <w:uiPriority w:val="39"/>
    <w:rsid w:val="00597C44"/>
    <w:pPr>
      <w:tabs>
        <w:tab w:val="left" w:pos="990"/>
        <w:tab w:val="right" w:leader="dot" w:pos="9486"/>
      </w:tabs>
      <w:kinsoku w:val="0"/>
      <w:overflowPunct w:val="0"/>
      <w:autoSpaceDE w:val="0"/>
      <w:autoSpaceDN w:val="0"/>
      <w:adjustRightInd w:val="0"/>
      <w:snapToGrid w:val="0"/>
      <w:spacing w:before="93" w:after="93" w:line="480" w:lineRule="auto"/>
      <w:ind w:left="851" w:hanging="363"/>
      <w:textAlignment w:val="center"/>
    </w:pPr>
    <w:rPr>
      <w:rFonts w:ascii="Arial" w:eastAsia="微软雅黑" w:hAnsi="Arial"/>
      <w:noProof/>
      <w:color w:val="262626"/>
      <w:sz w:val="21"/>
      <w:szCs w:val="18"/>
    </w:rPr>
  </w:style>
  <w:style w:type="paragraph" w:styleId="HTML">
    <w:name w:val="HTML Preformatted"/>
    <w:basedOn w:val="a1"/>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1">
    <w:name w:val="annotation subject"/>
    <w:basedOn w:val="a7"/>
    <w:next w:val="a7"/>
    <w:link w:val="af2"/>
    <w:uiPriority w:val="99"/>
    <w:semiHidden/>
    <w:rsid w:val="00597C44"/>
    <w:rPr>
      <w:b/>
      <w:bCs/>
    </w:rPr>
  </w:style>
  <w:style w:type="character" w:customStyle="1" w:styleId="af2">
    <w:name w:val="批注主题 字符"/>
    <w:link w:val="af1"/>
    <w:uiPriority w:val="99"/>
    <w:semiHidden/>
    <w:rsid w:val="00597C44"/>
    <w:rPr>
      <w:rFonts w:ascii="Arial" w:eastAsia="微软雅黑" w:hAnsi="Arial"/>
      <w:b/>
      <w:bCs/>
      <w:color w:val="262626"/>
      <w:sz w:val="18"/>
      <w:szCs w:val="18"/>
      <w:lang w:val="x-none" w:eastAsia="x-none"/>
    </w:rPr>
  </w:style>
  <w:style w:type="paragraph" w:styleId="af3">
    <w:name w:val="Body Text First Indent"/>
    <w:basedOn w:val="a9"/>
    <w:link w:val="af4"/>
    <w:semiHidden/>
    <w:qFormat/>
    <w:pPr>
      <w:ind w:firstLineChars="100" w:firstLine="420"/>
    </w:pPr>
  </w:style>
  <w:style w:type="character" w:customStyle="1" w:styleId="af4">
    <w:name w:val="正文首行缩进 字符"/>
    <w:link w:val="af3"/>
    <w:semiHidden/>
    <w:qFormat/>
    <w:rsid w:val="00C0711D"/>
    <w:rPr>
      <w:rFonts w:ascii="Arial" w:hAnsi="Arial"/>
      <w:sz w:val="21"/>
    </w:rPr>
  </w:style>
  <w:style w:type="table" w:styleId="af5">
    <w:name w:val="Table Grid"/>
    <w:aliases w:val="首行有底纹"/>
    <w:basedOn w:val="a3"/>
    <w:uiPriority w:val="39"/>
    <w:rsid w:val="00597C44"/>
    <w:pPr>
      <w:widowControl w:val="0"/>
      <w:autoSpaceDE w:val="0"/>
      <w:autoSpaceDN w:val="0"/>
      <w:adjustRightInd w:val="0"/>
      <w:snapToGrid w:val="0"/>
      <w:spacing w:before="72" w:after="72"/>
      <w:ind w:left="91" w:right="91"/>
      <w:textAlignment w:val="baseline"/>
    </w:pPr>
    <w:rPr>
      <w:rFonts w:ascii="Arial" w:eastAsia="微软雅黑" w:hAnsi="Arial"/>
      <w:color w:val="262626"/>
      <w:kern w:val="2"/>
      <w:sz w:val="18"/>
      <w:szCs w:val="21"/>
    </w:rPr>
    <w:tblPr>
      <w:tblInd w:w="652" w:type="dxa"/>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CellMar>
        <w:left w:w="0" w:type="dxa"/>
        <w:right w:w="0" w:type="dxa"/>
      </w:tblCellMar>
    </w:tblPr>
    <w:trPr>
      <w:cantSplit/>
    </w:trPr>
    <w:tcPr>
      <w:shd w:val="clear" w:color="auto" w:fill="FFFFFF"/>
      <w:vAlign w:val="center"/>
    </w:tcPr>
    <w:tblStylePr w:type="firstRow">
      <w:pPr>
        <w:keepNext/>
        <w:keepLines/>
        <w:pageBreakBefore w:val="0"/>
        <w:widowControl/>
        <w:suppressLineNumbers w:val="0"/>
        <w:suppressAutoHyphens w:val="0"/>
        <w:wordWrap/>
        <w:overflowPunct/>
        <w:topLinePunct w:val="0"/>
        <w:autoSpaceDE w:val="0"/>
        <w:autoSpaceDN w:val="0"/>
        <w:adjustRightInd w:val="0"/>
        <w:snapToGrid w:val="0"/>
        <w:spacing w:beforeLines="0" w:before="72" w:beforeAutospacing="0" w:afterLines="0" w:after="72" w:afterAutospacing="0" w:line="240" w:lineRule="auto"/>
        <w:ind w:leftChars="0" w:left="91" w:rightChars="0" w:right="91"/>
        <w:contextualSpacing w:val="0"/>
        <w:mirrorIndents w:val="0"/>
        <w:jc w:val="left"/>
        <w:textAlignment w:val="baseline"/>
      </w:pPr>
      <w:rPr>
        <w:rFonts w:ascii="Arial" w:eastAsia="微软雅黑" w:hAnsi="Arial"/>
        <w:b/>
        <w:color w:val="262626"/>
        <w:sz w:val="18"/>
      </w:rPr>
      <w:tblPr/>
      <w:trPr>
        <w:cantSplit w:val="0"/>
      </w:trPr>
      <w:tcPr>
        <w:shd w:val="clear" w:color="auto" w:fill="D9D9D9"/>
      </w:tcPr>
    </w:tblStylePr>
  </w:style>
  <w:style w:type="character" w:styleId="af6">
    <w:name w:val="Strong"/>
    <w:uiPriority w:val="22"/>
    <w:semiHidden/>
    <w:qFormat/>
    <w:rPr>
      <w:b w:val="0"/>
      <w:i w:val="0"/>
    </w:rPr>
  </w:style>
  <w:style w:type="character" w:styleId="af7">
    <w:name w:val="FollowedHyperlink"/>
    <w:uiPriority w:val="99"/>
    <w:semiHidden/>
    <w:rsid w:val="00597C44"/>
    <w:rPr>
      <w:color w:val="800080"/>
      <w:u w:val="single"/>
    </w:rPr>
  </w:style>
  <w:style w:type="character" w:styleId="af8">
    <w:name w:val="Emphasis"/>
    <w:uiPriority w:val="20"/>
    <w:semiHidden/>
    <w:qFormat/>
    <w:rPr>
      <w:b w:val="0"/>
      <w:i w:val="0"/>
    </w:rPr>
  </w:style>
  <w:style w:type="character" w:styleId="HTML1">
    <w:name w:val="HTML Definition"/>
    <w:uiPriority w:val="99"/>
    <w:semiHidden/>
    <w:rPr>
      <w:b w:val="0"/>
      <w:i w:val="0"/>
    </w:rPr>
  </w:style>
  <w:style w:type="character" w:styleId="HTML2">
    <w:name w:val="HTML Variable"/>
    <w:uiPriority w:val="99"/>
    <w:semiHidden/>
    <w:rPr>
      <w:b w:val="0"/>
      <w:i w:val="0"/>
    </w:rPr>
  </w:style>
  <w:style w:type="character" w:styleId="af9">
    <w:name w:val="Hyperlink"/>
    <w:aliases w:val="标题 3 Char Char Char,标题 3 Char Char Char Char Char Char Char"/>
    <w:uiPriority w:val="99"/>
    <w:rsid w:val="00597C44"/>
    <w:rPr>
      <w:color w:val="0000FF"/>
      <w:u w:val="single"/>
    </w:rPr>
  </w:style>
  <w:style w:type="character" w:styleId="HTML3">
    <w:name w:val="HTML Code"/>
    <w:uiPriority w:val="99"/>
    <w:semiHidden/>
    <w:rsid w:val="00597C44"/>
    <w:rPr>
      <w:rFonts w:ascii="宋体" w:eastAsia="宋体" w:hAnsi="宋体" w:cs="宋体"/>
      <w:sz w:val="24"/>
      <w:szCs w:val="24"/>
    </w:rPr>
  </w:style>
  <w:style w:type="character" w:styleId="afa">
    <w:name w:val="annotation reference"/>
    <w:uiPriority w:val="99"/>
    <w:semiHidden/>
    <w:rsid w:val="00597C44"/>
    <w:rPr>
      <w:sz w:val="21"/>
      <w:szCs w:val="21"/>
    </w:rPr>
  </w:style>
  <w:style w:type="character" w:styleId="HTML4">
    <w:name w:val="HTML Cite"/>
    <w:uiPriority w:val="99"/>
    <w:semiHidden/>
    <w:rPr>
      <w:b w:val="0"/>
      <w:i w:val="0"/>
    </w:rPr>
  </w:style>
  <w:style w:type="character" w:customStyle="1" w:styleId="x-tab-strip-text">
    <w:name w:val="x-tab-strip-text"/>
    <w:semiHidden/>
  </w:style>
  <w:style w:type="character" w:customStyle="1" w:styleId="x-tab-strip-text4">
    <w:name w:val="x-tab-strip-text4"/>
    <w:semiHidden/>
  </w:style>
  <w:style w:type="character" w:customStyle="1" w:styleId="help">
    <w:name w:val="help"/>
    <w:semiHidden/>
  </w:style>
  <w:style w:type="character" w:customStyle="1" w:styleId="x-tab-strip-text3">
    <w:name w:val="x-tab-strip-text3"/>
    <w:semiHidden/>
    <w:rPr>
      <w:b/>
      <w:color w:val="15428B"/>
    </w:rPr>
  </w:style>
  <w:style w:type="character" w:customStyle="1" w:styleId="tabletextChar">
    <w:name w:val="* table text Char"/>
    <w:link w:val="tabletext"/>
    <w:semiHidden/>
    <w:rsid w:val="00C0711D"/>
    <w:rPr>
      <w:rFonts w:ascii="Arial" w:eastAsia="微软雅黑" w:hAnsi="Arial"/>
      <w:color w:val="333333"/>
      <w:kern w:val="2"/>
      <w:sz w:val="18"/>
      <w:szCs w:val="18"/>
    </w:rPr>
  </w:style>
  <w:style w:type="paragraph" w:customStyle="1" w:styleId="tabletext">
    <w:name w:val="* table text"/>
    <w:basedOn w:val="text"/>
    <w:link w:val="tabletextChar"/>
    <w:semiHidden/>
    <w:rsid w:val="00644099"/>
    <w:pPr>
      <w:spacing w:beforeLines="0" w:before="0" w:afterLines="0" w:after="0"/>
    </w:pPr>
  </w:style>
  <w:style w:type="character" w:customStyle="1" w:styleId="DisplayterminalCharChar">
    <w:name w:val="* Display terminal Char Char"/>
    <w:link w:val="Displayterminal"/>
    <w:semiHidden/>
    <w:rsid w:val="00C0711D"/>
    <w:rPr>
      <w:rFonts w:ascii="Courier New" w:eastAsia="Courier New" w:hAnsi="Courier New" w:cs="Courier New"/>
      <w:color w:val="333333"/>
      <w:kern w:val="2"/>
      <w:sz w:val="18"/>
      <w:szCs w:val="18"/>
      <w:shd w:val="clear" w:color="auto" w:fill="E6E6E6"/>
    </w:rPr>
  </w:style>
  <w:style w:type="paragraph" w:customStyle="1" w:styleId="Displayterminal">
    <w:name w:val="* Display terminal"/>
    <w:link w:val="DisplayterminalCharChar"/>
    <w:autoRedefine/>
    <w:semiHidden/>
    <w:qFormat/>
    <w:rsid w:val="00644099"/>
    <w:pPr>
      <w:shd w:val="clear" w:color="auto" w:fill="E6E6E6"/>
      <w:textAlignment w:val="baseline"/>
    </w:pPr>
    <w:rPr>
      <w:rFonts w:ascii="Courier New" w:eastAsia="Courier New" w:hAnsi="Courier New" w:cs="Courier New"/>
      <w:color w:val="333333"/>
      <w:kern w:val="2"/>
      <w:sz w:val="18"/>
      <w:szCs w:val="18"/>
    </w:rPr>
  </w:style>
  <w:style w:type="character" w:customStyle="1" w:styleId="x-tab-strip-text2">
    <w:name w:val="x-tab-strip-text2"/>
    <w:semiHidden/>
  </w:style>
  <w:style w:type="character" w:customStyle="1" w:styleId="edui-unclickable">
    <w:name w:val="edui-unclickable"/>
    <w:semiHidden/>
    <w:rPr>
      <w:color w:val="808080"/>
    </w:rPr>
  </w:style>
  <w:style w:type="character" w:customStyle="1" w:styleId="x-tab-strip-text5">
    <w:name w:val="x-tab-strip-text5"/>
    <w:semiHidden/>
    <w:rPr>
      <w:color w:val="15428B"/>
    </w:rPr>
  </w:style>
  <w:style w:type="character" w:customStyle="1" w:styleId="x-tab-strip-text1">
    <w:name w:val="x-tab-strip-text1"/>
    <w:semiHidden/>
    <w:rPr>
      <w:rFonts w:ascii="Tahoma" w:eastAsia="Tahoma" w:hAnsi="Tahoma" w:cs="Tahoma"/>
      <w:i w:val="0"/>
      <w:color w:val="416AA3"/>
      <w:sz w:val="16"/>
      <w:szCs w:val="16"/>
    </w:rPr>
  </w:style>
  <w:style w:type="character" w:customStyle="1" w:styleId="edui-clickable2">
    <w:name w:val="edui-clickable2"/>
    <w:semiHidden/>
    <w:rPr>
      <w:color w:val="0000FF"/>
      <w:u w:val="single"/>
    </w:rPr>
  </w:style>
  <w:style w:type="paragraph" w:customStyle="1" w:styleId="Note">
    <w:name w:val="* Note"/>
    <w:semiHidden/>
    <w:pPr>
      <w:numPr>
        <w:numId w:val="2"/>
      </w:numPr>
      <w:pBdr>
        <w:top w:val="single" w:sz="12" w:space="1" w:color="999999"/>
        <w:bottom w:val="single" w:sz="12" w:space="1" w:color="999999"/>
      </w:pBdr>
      <w:tabs>
        <w:tab w:val="left" w:pos="420"/>
      </w:tabs>
      <w:ind w:left="1049" w:hanging="1049"/>
    </w:pPr>
    <w:rPr>
      <w:rFonts w:ascii="Arial" w:eastAsia="楷体_GB2312" w:hAnsi="Arial"/>
      <w:color w:val="333333"/>
      <w:sz w:val="18"/>
      <w:szCs w:val="18"/>
    </w:rPr>
  </w:style>
  <w:style w:type="paragraph" w:styleId="z-">
    <w:name w:val="HTML Bottom of Form"/>
    <w:basedOn w:val="a1"/>
    <w:next w:val="a1"/>
    <w:semiHidden/>
    <w:pPr>
      <w:pBdr>
        <w:top w:val="single" w:sz="6" w:space="1" w:color="auto"/>
      </w:pBdr>
      <w:jc w:val="center"/>
    </w:pPr>
    <w:rPr>
      <w:rFonts w:eastAsia="宋体"/>
      <w:vanish/>
      <w:sz w:val="16"/>
    </w:rPr>
  </w:style>
  <w:style w:type="paragraph" w:styleId="z-0">
    <w:name w:val="HTML Top of Form"/>
    <w:basedOn w:val="a1"/>
    <w:next w:val="a1"/>
    <w:semiHidden/>
    <w:pPr>
      <w:pBdr>
        <w:bottom w:val="single" w:sz="6" w:space="1" w:color="auto"/>
      </w:pBdr>
      <w:jc w:val="center"/>
    </w:pPr>
    <w:rPr>
      <w:rFonts w:eastAsia="宋体"/>
      <w:vanish/>
      <w:sz w:val="16"/>
    </w:rPr>
  </w:style>
  <w:style w:type="paragraph" w:customStyle="1" w:styleId="Block0">
    <w:name w:val="*Block"/>
    <w:next w:val="text"/>
    <w:semiHidden/>
    <w:pPr>
      <w:spacing w:beforeLines="50" w:afterLines="50"/>
    </w:pPr>
    <w:rPr>
      <w:rFonts w:ascii="Arial" w:eastAsia="微软雅黑" w:hAnsi="Arial"/>
      <w:b/>
      <w:color w:val="333333"/>
      <w:sz w:val="21"/>
      <w:szCs w:val="24"/>
    </w:rPr>
  </w:style>
  <w:style w:type="paragraph" w:customStyle="1" w:styleId="spec">
    <w:name w:val="* spec"/>
    <w:semiHidden/>
    <w:pPr>
      <w:pBdr>
        <w:top w:val="single" w:sz="12" w:space="1" w:color="999999"/>
        <w:bottom w:val="single" w:sz="12" w:space="1" w:color="999999"/>
      </w:pBdr>
      <w:tabs>
        <w:tab w:val="left" w:pos="360"/>
      </w:tabs>
      <w:ind w:left="202" w:hangingChars="202" w:hanging="202"/>
    </w:pPr>
    <w:rPr>
      <w:rFonts w:ascii="Arial" w:eastAsia="楷体_GB2312" w:hAnsi="Arial"/>
      <w:color w:val="333333"/>
      <w:sz w:val="18"/>
      <w:szCs w:val="18"/>
    </w:rPr>
  </w:style>
  <w:style w:type="paragraph" w:styleId="TOC">
    <w:name w:val="TOC Heading"/>
    <w:basedOn w:val="1"/>
    <w:next w:val="a1"/>
    <w:uiPriority w:val="39"/>
    <w:semiHidden/>
    <w:unhideWhenUsed/>
    <w:qFormat/>
    <w:rsid w:val="00597C44"/>
    <w:pPr>
      <w:numPr>
        <w:numId w:val="0"/>
      </w:numPr>
      <w:autoSpaceDE w:val="0"/>
      <w:autoSpaceDN w:val="0"/>
      <w:spacing w:beforeLines="30" w:before="340" w:afterLines="30" w:after="330" w:line="578" w:lineRule="auto"/>
      <w:ind w:leftChars="350" w:left="350"/>
      <w:textAlignment w:val="center"/>
      <w:outlineLvl w:val="9"/>
    </w:pPr>
    <w:rPr>
      <w:color w:val="262626"/>
      <w:sz w:val="44"/>
    </w:rPr>
  </w:style>
  <w:style w:type="paragraph" w:customStyle="1" w:styleId="step">
    <w:name w:val="* step"/>
    <w:semiHidden/>
    <w:pPr>
      <w:tabs>
        <w:tab w:val="left" w:pos="360"/>
      </w:tabs>
    </w:pPr>
    <w:rPr>
      <w:rFonts w:ascii="Arial" w:hAnsi="Arial"/>
      <w:color w:val="333333"/>
      <w:sz w:val="18"/>
      <w:szCs w:val="18"/>
    </w:rPr>
  </w:style>
  <w:style w:type="paragraph" w:customStyle="1" w:styleId="afb">
    <w:name w:val="封面"/>
    <w:basedOn w:val="a1"/>
    <w:semiHidden/>
    <w:pPr>
      <w:spacing w:beforeLines="50" w:afterLines="50"/>
    </w:pPr>
    <w:rPr>
      <w:rFonts w:cs="Arial"/>
      <w:b/>
      <w:sz w:val="44"/>
      <w:szCs w:val="21"/>
    </w:rPr>
  </w:style>
  <w:style w:type="paragraph" w:customStyle="1" w:styleId="instruction">
    <w:name w:val="* instruction"/>
    <w:basedOn w:val="text"/>
    <w:semiHidden/>
    <w:pPr>
      <w:pBdr>
        <w:top w:val="single" w:sz="12" w:space="1" w:color="808080"/>
        <w:bottom w:val="single" w:sz="12" w:space="1" w:color="808080"/>
      </w:pBdr>
      <w:tabs>
        <w:tab w:val="left" w:pos="420"/>
      </w:tabs>
      <w:spacing w:before="50" w:after="50"/>
      <w:ind w:left="420" w:hanging="420"/>
      <w:jc w:val="both"/>
    </w:pPr>
    <w:rPr>
      <w:rFonts w:eastAsia="楷体_GB2312"/>
      <w:kern w:val="1"/>
    </w:rPr>
  </w:style>
  <w:style w:type="paragraph" w:customStyle="1" w:styleId="Caution">
    <w:name w:val="* Caution"/>
    <w:semiHidden/>
    <w:pPr>
      <w:numPr>
        <w:numId w:val="5"/>
      </w:numPr>
      <w:pBdr>
        <w:top w:val="single" w:sz="12" w:space="1" w:color="999999"/>
        <w:bottom w:val="single" w:sz="12" w:space="1" w:color="999999"/>
      </w:pBdr>
      <w:tabs>
        <w:tab w:val="left" w:pos="420"/>
      </w:tabs>
      <w:ind w:left="1049" w:hanging="1049"/>
    </w:pPr>
    <w:rPr>
      <w:rFonts w:ascii="Arial" w:eastAsia="楷体_GB2312" w:hAnsi="Arial"/>
      <w:color w:val="333333"/>
      <w:sz w:val="18"/>
      <w:szCs w:val="18"/>
    </w:rPr>
  </w:style>
  <w:style w:type="paragraph" w:customStyle="1" w:styleId="itemlist">
    <w:name w:val="* item list"/>
    <w:basedOn w:val="text"/>
    <w:link w:val="itemlistChar"/>
    <w:semiHidden/>
    <w:rsid w:val="00644099"/>
    <w:pPr>
      <w:numPr>
        <w:numId w:val="6"/>
      </w:numPr>
      <w:tabs>
        <w:tab w:val="clear" w:pos="420"/>
        <w:tab w:val="num" w:pos="360"/>
      </w:tabs>
      <w:ind w:left="0" w:firstLine="0"/>
    </w:pPr>
  </w:style>
  <w:style w:type="paragraph" w:styleId="afc">
    <w:name w:val="List Paragraph"/>
    <w:basedOn w:val="a1"/>
    <w:uiPriority w:val="99"/>
    <w:semiHidden/>
    <w:qFormat/>
    <w:rsid w:val="00597C44"/>
    <w:pPr>
      <w:ind w:firstLineChars="200" w:firstLine="420"/>
    </w:pPr>
  </w:style>
  <w:style w:type="paragraph" w:styleId="afd">
    <w:name w:val="Revision"/>
    <w:hidden/>
    <w:uiPriority w:val="99"/>
    <w:semiHidden/>
    <w:rsid w:val="00597C44"/>
    <w:pPr>
      <w:spacing w:before="72" w:after="72"/>
      <w:ind w:left="357"/>
    </w:pPr>
    <w:rPr>
      <w:rFonts w:ascii="Arial" w:eastAsia="微软雅黑" w:hAnsi="Arial"/>
      <w:color w:val="404040"/>
      <w:sz w:val="21"/>
      <w:szCs w:val="18"/>
    </w:rPr>
  </w:style>
  <w:style w:type="character" w:customStyle="1" w:styleId="text-only">
    <w:name w:val="text-only"/>
    <w:rsid w:val="00D8157C"/>
  </w:style>
  <w:style w:type="character" w:customStyle="1" w:styleId="3Char1">
    <w:name w:val="标题 3 Char1"/>
    <w:aliases w:val="3 Char,CT Char,HeadC Char,Underrubrik2 Char,h3 Char,h31 Char,h311 Char,h3111 Char,h312 Char,h3121 Char,h313 Char,h32 Char,h321 Char,h322 Char,h33 Char,h331 Char,h34 Char,h35 Char,heading 3 Char,heading 31 Char,heading 311 Char,heading 32 Char"/>
    <w:semiHidden/>
    <w:rsid w:val="00644099"/>
    <w:rPr>
      <w:rFonts w:ascii="Arial" w:eastAsia="微软雅黑" w:hAnsi="Arial" w:cs="Times New Roman"/>
      <w:b/>
      <w:bCs/>
      <w:color w:val="5F5F5F"/>
      <w:kern w:val="0"/>
      <w:sz w:val="24"/>
      <w:szCs w:val="24"/>
    </w:rPr>
  </w:style>
  <w:style w:type="paragraph" w:customStyle="1" w:styleId="signinstruction">
    <w:name w:val="* sign instruction"/>
    <w:basedOn w:val="text"/>
    <w:link w:val="signinstructionChar"/>
    <w:semiHidden/>
    <w:rsid w:val="00644099"/>
    <w:pPr>
      <w:numPr>
        <w:numId w:val="7"/>
      </w:numPr>
      <w:pBdr>
        <w:top w:val="dotted" w:sz="4" w:space="1" w:color="999999"/>
        <w:bottom w:val="dotted" w:sz="4" w:space="1" w:color="999999"/>
      </w:pBdr>
      <w:textAlignment w:val="center"/>
    </w:pPr>
    <w:rPr>
      <w:rFonts w:eastAsia="楷体_GB2312"/>
    </w:rPr>
  </w:style>
  <w:style w:type="paragraph" w:customStyle="1" w:styleId="signnotice">
    <w:name w:val="* sign notice"/>
    <w:basedOn w:val="text"/>
    <w:semiHidden/>
    <w:rsid w:val="00644099"/>
    <w:pPr>
      <w:pBdr>
        <w:top w:val="dotted" w:sz="4" w:space="1" w:color="999999"/>
        <w:bottom w:val="dotted" w:sz="4" w:space="1" w:color="999999"/>
      </w:pBdr>
      <w:tabs>
        <w:tab w:val="num" w:pos="420"/>
      </w:tabs>
      <w:ind w:left="420" w:hanging="420"/>
      <w:textAlignment w:val="center"/>
    </w:pPr>
    <w:rPr>
      <w:rFonts w:eastAsia="楷体_GB2312"/>
    </w:rPr>
  </w:style>
  <w:style w:type="paragraph" w:customStyle="1" w:styleId="Block1">
    <w:name w:val="* Block"/>
    <w:basedOn w:val="a1"/>
    <w:next w:val="text"/>
    <w:semiHidden/>
    <w:rsid w:val="00644099"/>
    <w:pPr>
      <w:pBdr>
        <w:bottom w:val="single" w:sz="4" w:space="1" w:color="4F81BD"/>
      </w:pBdr>
      <w:spacing w:beforeLines="50" w:before="50" w:afterLines="50" w:after="50"/>
      <w:ind w:rightChars="2700" w:right="2700"/>
      <w:textAlignment w:val="baseline"/>
    </w:pPr>
    <w:rPr>
      <w:b/>
      <w:color w:val="4F81BD"/>
      <w:szCs w:val="21"/>
    </w:rPr>
  </w:style>
  <w:style w:type="paragraph" w:customStyle="1" w:styleId="MiniBlock">
    <w:name w:val="* Mini Block"/>
    <w:basedOn w:val="a1"/>
    <w:next w:val="text"/>
    <w:semiHidden/>
    <w:rsid w:val="00644099"/>
    <w:pPr>
      <w:numPr>
        <w:numId w:val="8"/>
      </w:numPr>
      <w:spacing w:beforeLines="50" w:before="50" w:afterLines="50" w:after="50"/>
      <w:textAlignment w:val="baseline"/>
    </w:pPr>
    <w:rPr>
      <w:b/>
      <w:color w:val="4F81BD"/>
    </w:rPr>
  </w:style>
  <w:style w:type="paragraph" w:customStyle="1" w:styleId="tableitemlist">
    <w:name w:val="* table item list"/>
    <w:basedOn w:val="tabletext"/>
    <w:semiHidden/>
    <w:rsid w:val="00644099"/>
    <w:pPr>
      <w:numPr>
        <w:numId w:val="9"/>
      </w:numPr>
    </w:pPr>
  </w:style>
  <w:style w:type="paragraph" w:customStyle="1" w:styleId="signspec0">
    <w:name w:val="* sign spec"/>
    <w:basedOn w:val="text"/>
    <w:semiHidden/>
    <w:rsid w:val="00644099"/>
    <w:pPr>
      <w:pBdr>
        <w:top w:val="dotted" w:sz="4" w:space="1" w:color="999999"/>
        <w:bottom w:val="dotted" w:sz="4" w:space="1" w:color="999999"/>
      </w:pBdr>
      <w:tabs>
        <w:tab w:val="num" w:pos="420"/>
      </w:tabs>
      <w:ind w:left="420" w:hanging="420"/>
      <w:textAlignment w:val="center"/>
    </w:pPr>
    <w:rPr>
      <w:rFonts w:eastAsia="楷体_GB2312"/>
    </w:rPr>
  </w:style>
  <w:style w:type="character" w:customStyle="1" w:styleId="st">
    <w:name w:val="st"/>
    <w:semiHidden/>
    <w:rsid w:val="00644099"/>
  </w:style>
  <w:style w:type="character" w:customStyle="1" w:styleId="itemlistChar">
    <w:name w:val="* item list Char"/>
    <w:link w:val="itemlist"/>
    <w:semiHidden/>
    <w:qFormat/>
    <w:rsid w:val="00C0711D"/>
    <w:rPr>
      <w:rFonts w:ascii="Arial" w:eastAsia="微软雅黑" w:hAnsi="Arial"/>
      <w:color w:val="333333"/>
      <w:kern w:val="2"/>
      <w:sz w:val="18"/>
      <w:szCs w:val="18"/>
    </w:rPr>
  </w:style>
  <w:style w:type="character" w:customStyle="1" w:styleId="signinstructionChar">
    <w:name w:val="* sign instruction Char"/>
    <w:link w:val="signinstruction"/>
    <w:semiHidden/>
    <w:rsid w:val="00C0711D"/>
    <w:rPr>
      <w:rFonts w:ascii="Arial" w:eastAsia="楷体_GB2312" w:hAnsi="Arial"/>
      <w:color w:val="333333"/>
      <w:kern w:val="2"/>
      <w:sz w:val="18"/>
      <w:szCs w:val="18"/>
    </w:rPr>
  </w:style>
  <w:style w:type="paragraph" w:customStyle="1" w:styleId="signwarning0">
    <w:name w:val="* sign warning"/>
    <w:basedOn w:val="signnotice"/>
    <w:semiHidden/>
    <w:rsid w:val="00644099"/>
    <w:pPr>
      <w:numPr>
        <w:numId w:val="11"/>
      </w:numPr>
    </w:pPr>
  </w:style>
  <w:style w:type="character" w:customStyle="1" w:styleId="afe">
    <w:name w:val="已访问的超链接"/>
    <w:semiHidden/>
    <w:rsid w:val="00644099"/>
    <w:rPr>
      <w:rFonts w:ascii="Tahoma" w:eastAsia="宋体" w:hAnsi="Tahoma"/>
      <w:color w:val="800080"/>
      <w:kern w:val="2"/>
      <w:sz w:val="24"/>
      <w:u w:val="single"/>
      <w:lang w:val="en-US" w:eastAsia="zh-CN" w:bidi="ar-SA"/>
    </w:rPr>
  </w:style>
  <w:style w:type="paragraph" w:customStyle="1" w:styleId="itemstep">
    <w:name w:val="* item step"/>
    <w:basedOn w:val="text"/>
    <w:link w:val="itemstepChar"/>
    <w:semiHidden/>
    <w:rsid w:val="00644099"/>
    <w:pPr>
      <w:numPr>
        <w:numId w:val="12"/>
      </w:numPr>
    </w:pPr>
  </w:style>
  <w:style w:type="character" w:customStyle="1" w:styleId="itemstepChar">
    <w:name w:val="* item step Char"/>
    <w:link w:val="itemstep"/>
    <w:semiHidden/>
    <w:rsid w:val="00C0711D"/>
    <w:rPr>
      <w:rFonts w:ascii="Arial" w:eastAsia="微软雅黑" w:hAnsi="Arial"/>
      <w:color w:val="333333"/>
      <w:kern w:val="2"/>
      <w:sz w:val="18"/>
      <w:szCs w:val="18"/>
    </w:rPr>
  </w:style>
  <w:style w:type="paragraph" w:customStyle="1" w:styleId="tableitemstep">
    <w:name w:val="* table item step"/>
    <w:basedOn w:val="itemstep"/>
    <w:link w:val="tableitemstepChar"/>
    <w:semiHidden/>
    <w:rsid w:val="00644099"/>
    <w:pPr>
      <w:numPr>
        <w:numId w:val="4"/>
      </w:numPr>
      <w:spacing w:beforeLines="0" w:before="0" w:afterLines="0" w:after="0"/>
    </w:pPr>
  </w:style>
  <w:style w:type="character" w:customStyle="1" w:styleId="tableitemstepChar">
    <w:name w:val="* table item step Char"/>
    <w:link w:val="tableitemstep"/>
    <w:semiHidden/>
    <w:rsid w:val="00C0711D"/>
    <w:rPr>
      <w:rFonts w:ascii="Arial" w:eastAsia="微软雅黑" w:hAnsi="Arial"/>
      <w:color w:val="333333"/>
      <w:kern w:val="2"/>
      <w:sz w:val="18"/>
      <w:szCs w:val="18"/>
    </w:rPr>
  </w:style>
  <w:style w:type="paragraph" w:styleId="41">
    <w:name w:val="toc 4"/>
    <w:uiPriority w:val="39"/>
    <w:semiHidden/>
    <w:rsid w:val="00597C44"/>
    <w:pPr>
      <w:tabs>
        <w:tab w:val="left" w:pos="1701"/>
        <w:tab w:val="left" w:pos="2100"/>
        <w:tab w:val="right" w:leader="dot" w:pos="9781"/>
      </w:tabs>
      <w:kinsoku w:val="0"/>
      <w:overflowPunct w:val="0"/>
      <w:autoSpaceDE w:val="0"/>
      <w:autoSpaceDN w:val="0"/>
      <w:adjustRightInd w:val="0"/>
      <w:snapToGrid w:val="0"/>
      <w:spacing w:beforeLines="30" w:before="30" w:afterLines="30" w:after="30" w:line="480" w:lineRule="auto"/>
      <w:ind w:leftChars="800" w:left="800" w:hangingChars="200" w:hanging="198"/>
      <w:textAlignment w:val="center"/>
    </w:pPr>
    <w:rPr>
      <w:rFonts w:ascii="Arial" w:eastAsia="微软雅黑" w:hAnsi="Arial"/>
      <w:color w:val="262626"/>
      <w:kern w:val="2"/>
      <w:sz w:val="21"/>
      <w:szCs w:val="21"/>
    </w:rPr>
  </w:style>
  <w:style w:type="paragraph" w:styleId="aff">
    <w:name w:val="caption"/>
    <w:basedOn w:val="a1"/>
    <w:next w:val="a1"/>
    <w:uiPriority w:val="35"/>
    <w:semiHidden/>
    <w:qFormat/>
    <w:rsid w:val="00597C44"/>
    <w:rPr>
      <w:rFonts w:ascii="Cambria" w:eastAsia="黑体" w:hAnsi="Cambria"/>
      <w:sz w:val="20"/>
      <w:szCs w:val="20"/>
    </w:rPr>
  </w:style>
  <w:style w:type="character" w:customStyle="1" w:styleId="Keyword">
    <w:name w:val="Keyword"/>
    <w:uiPriority w:val="2"/>
    <w:rsid w:val="00597C44"/>
    <w:rPr>
      <w:rFonts w:ascii="Arial" w:eastAsia="微软雅黑" w:hAnsi="Arial"/>
      <w:b/>
      <w:color w:val="141414"/>
      <w:sz w:val="18"/>
    </w:rPr>
  </w:style>
  <w:style w:type="character" w:customStyle="1" w:styleId="Parameter">
    <w:name w:val="Parameter"/>
    <w:uiPriority w:val="2"/>
    <w:rsid w:val="00597C44"/>
    <w:rPr>
      <w:rFonts w:ascii="Arial" w:eastAsia="微软雅黑" w:hAnsi="Arial" w:cs="Times New Roman"/>
      <w:i/>
      <w:noProof/>
      <w:color w:val="262626"/>
      <w:kern w:val="2"/>
      <w:sz w:val="18"/>
      <w:szCs w:val="21"/>
    </w:rPr>
  </w:style>
  <w:style w:type="paragraph" w:styleId="aff0">
    <w:name w:val="Normal (Web)"/>
    <w:basedOn w:val="a1"/>
    <w:uiPriority w:val="99"/>
    <w:semiHidden/>
    <w:rsid w:val="00597C44"/>
    <w:pPr>
      <w:spacing w:before="100" w:beforeAutospacing="1" w:after="100" w:afterAutospacing="1"/>
    </w:pPr>
    <w:rPr>
      <w:rFonts w:ascii="宋体" w:hAnsi="宋体" w:cs="宋体"/>
      <w:sz w:val="24"/>
      <w:szCs w:val="24"/>
    </w:rPr>
  </w:style>
  <w:style w:type="paragraph" w:customStyle="1" w:styleId="figure">
    <w:name w:val="figure"/>
    <w:basedOn w:val="text"/>
    <w:next w:val="text"/>
    <w:semiHidden/>
    <w:qFormat/>
    <w:rsid w:val="00644099"/>
    <w:pPr>
      <w:keepNext/>
      <w:numPr>
        <w:numId w:val="13"/>
      </w:numPr>
      <w:spacing w:beforeLines="0" w:before="240" w:afterLines="0" w:after="120" w:line="312" w:lineRule="auto"/>
      <w:ind w:right="91" w:hangingChars="1134" w:hanging="1134"/>
    </w:pPr>
  </w:style>
  <w:style w:type="paragraph" w:customStyle="1" w:styleId="DisplayTerminal0">
    <w:name w:val="* Display Terminal"/>
    <w:basedOn w:val="Displayterminal"/>
    <w:autoRedefine/>
    <w:semiHidden/>
    <w:qFormat/>
    <w:rsid w:val="00644099"/>
    <w:rPr>
      <w:kern w:val="0"/>
    </w:rPr>
  </w:style>
  <w:style w:type="paragraph" w:customStyle="1" w:styleId="Text-1">
    <w:name w:val="Text-1级"/>
    <w:link w:val="Text-1Char"/>
    <w:uiPriority w:val="3"/>
    <w:qFormat/>
    <w:rsid w:val="00597C44"/>
    <w:pPr>
      <w:autoSpaceDE w:val="0"/>
      <w:autoSpaceDN w:val="0"/>
      <w:adjustRightInd w:val="0"/>
      <w:snapToGrid w:val="0"/>
      <w:spacing w:before="72" w:after="72" w:line="360" w:lineRule="auto"/>
      <w:ind w:left="652" w:right="181"/>
      <w:jc w:val="both"/>
      <w:textAlignment w:val="baseline"/>
    </w:pPr>
    <w:rPr>
      <w:rFonts w:ascii="Arial" w:eastAsia="微软雅黑" w:hAnsi="Arial"/>
      <w:color w:val="262626"/>
      <w:kern w:val="2"/>
      <w:sz w:val="18"/>
      <w:szCs w:val="21"/>
    </w:rPr>
  </w:style>
  <w:style w:type="character" w:customStyle="1" w:styleId="Text-1Char">
    <w:name w:val="Text-1级 Char"/>
    <w:link w:val="Text-1"/>
    <w:uiPriority w:val="3"/>
    <w:rsid w:val="00597C44"/>
    <w:rPr>
      <w:rFonts w:ascii="Arial" w:eastAsia="微软雅黑" w:hAnsi="Arial"/>
      <w:color w:val="262626"/>
      <w:kern w:val="2"/>
      <w:sz w:val="18"/>
      <w:szCs w:val="21"/>
    </w:rPr>
  </w:style>
  <w:style w:type="paragraph" w:customStyle="1" w:styleId="ItemStep-1">
    <w:name w:val="Item Step-1级"/>
    <w:next w:val="Text-2"/>
    <w:uiPriority w:val="5"/>
    <w:qFormat/>
    <w:rsid w:val="00597C44"/>
    <w:pPr>
      <w:numPr>
        <w:ilvl w:val="4"/>
        <w:numId w:val="31"/>
      </w:numPr>
      <w:tabs>
        <w:tab w:val="left" w:pos="720"/>
      </w:tabs>
      <w:autoSpaceDE w:val="0"/>
      <w:autoSpaceDN w:val="0"/>
      <w:adjustRightInd w:val="0"/>
      <w:snapToGrid w:val="0"/>
      <w:spacing w:before="72" w:after="72" w:line="360" w:lineRule="auto"/>
      <w:ind w:right="91"/>
      <w:jc w:val="both"/>
      <w:textAlignment w:val="baseline"/>
    </w:pPr>
    <w:rPr>
      <w:rFonts w:ascii="Arial" w:eastAsia="微软雅黑" w:hAnsi="Arial"/>
      <w:color w:val="262626"/>
      <w:kern w:val="2"/>
      <w:sz w:val="18"/>
      <w:szCs w:val="21"/>
    </w:rPr>
  </w:style>
  <w:style w:type="paragraph" w:customStyle="1" w:styleId="Text-2">
    <w:name w:val="Text-2级"/>
    <w:link w:val="Text-2Char"/>
    <w:uiPriority w:val="3"/>
    <w:rsid w:val="00597C44"/>
    <w:pPr>
      <w:autoSpaceDE w:val="0"/>
      <w:autoSpaceDN w:val="0"/>
      <w:adjustRightInd w:val="0"/>
      <w:snapToGrid w:val="0"/>
      <w:spacing w:before="72" w:after="72" w:line="360" w:lineRule="auto"/>
      <w:ind w:left="992" w:right="181"/>
      <w:jc w:val="both"/>
      <w:textAlignment w:val="baseline"/>
    </w:pPr>
    <w:rPr>
      <w:rFonts w:ascii="Arial" w:eastAsia="微软雅黑" w:hAnsi="Arial"/>
      <w:color w:val="262626"/>
      <w:kern w:val="2"/>
      <w:sz w:val="18"/>
      <w:szCs w:val="21"/>
    </w:rPr>
  </w:style>
  <w:style w:type="paragraph" w:customStyle="1" w:styleId="ItemList-1">
    <w:name w:val="Item List-1级"/>
    <w:next w:val="Text-2"/>
    <w:uiPriority w:val="5"/>
    <w:qFormat/>
    <w:rsid w:val="00597C44"/>
    <w:pPr>
      <w:widowControl w:val="0"/>
      <w:numPr>
        <w:numId w:val="24"/>
      </w:numPr>
      <w:autoSpaceDE w:val="0"/>
      <w:autoSpaceDN w:val="0"/>
      <w:adjustRightInd w:val="0"/>
      <w:snapToGrid w:val="0"/>
      <w:spacing w:before="72" w:after="72" w:line="360" w:lineRule="auto"/>
      <w:ind w:right="91"/>
      <w:jc w:val="both"/>
      <w:textAlignment w:val="baseline"/>
    </w:pPr>
    <w:rPr>
      <w:rFonts w:ascii="Arial" w:eastAsia="微软雅黑" w:hAnsi="Arial"/>
      <w:color w:val="262626"/>
      <w:kern w:val="2"/>
      <w:sz w:val="18"/>
      <w:szCs w:val="21"/>
    </w:rPr>
  </w:style>
  <w:style w:type="paragraph" w:customStyle="1" w:styleId="SignInstruction0">
    <w:name w:val="Sign Instruction"/>
    <w:next w:val="SignText"/>
    <w:uiPriority w:val="11"/>
    <w:qFormat/>
    <w:rsid w:val="00C0711D"/>
    <w:pPr>
      <w:keepNext/>
      <w:keepLines/>
      <w:pBdr>
        <w:top w:val="single" w:sz="4" w:space="2" w:color="262626"/>
      </w:pBdr>
      <w:tabs>
        <w:tab w:val="num" w:pos="1072"/>
      </w:tabs>
      <w:autoSpaceDE w:val="0"/>
      <w:autoSpaceDN w:val="0"/>
      <w:adjustRightInd w:val="0"/>
      <w:snapToGrid w:val="0"/>
      <w:spacing w:before="36" w:line="360" w:lineRule="auto"/>
      <w:ind w:left="1072" w:right="181" w:hanging="420"/>
      <w:textAlignment w:val="center"/>
    </w:pPr>
    <w:rPr>
      <w:rFonts w:ascii="Arial" w:eastAsia="楷体" w:hAnsi="Arial"/>
      <w:color w:val="262626"/>
      <w:kern w:val="2"/>
      <w:sz w:val="18"/>
      <w:szCs w:val="21"/>
    </w:rPr>
  </w:style>
  <w:style w:type="paragraph" w:customStyle="1" w:styleId="SignSpec">
    <w:name w:val="Sign Spec"/>
    <w:next w:val="SignText"/>
    <w:uiPriority w:val="11"/>
    <w:qFormat/>
    <w:rsid w:val="00597C44"/>
    <w:pPr>
      <w:keepNext/>
      <w:keepLines/>
      <w:numPr>
        <w:numId w:val="22"/>
      </w:numPr>
      <w:pBdr>
        <w:top w:val="single" w:sz="4" w:space="3" w:color="262626"/>
      </w:pBdr>
      <w:autoSpaceDE w:val="0"/>
      <w:autoSpaceDN w:val="0"/>
      <w:adjustRightInd w:val="0"/>
      <w:snapToGrid w:val="0"/>
      <w:spacing w:before="36" w:line="360" w:lineRule="auto"/>
      <w:ind w:right="181"/>
      <w:textAlignment w:val="center"/>
    </w:pPr>
    <w:rPr>
      <w:rFonts w:ascii="Arial" w:eastAsia="楷体" w:hAnsi="Arial"/>
      <w:b/>
      <w:color w:val="262626"/>
      <w:kern w:val="2"/>
      <w:sz w:val="18"/>
      <w:szCs w:val="21"/>
    </w:rPr>
  </w:style>
  <w:style w:type="paragraph" w:customStyle="1" w:styleId="FigureDescription">
    <w:name w:val="Figure Description"/>
    <w:next w:val="Text-1"/>
    <w:uiPriority w:val="7"/>
    <w:rsid w:val="00597C44"/>
    <w:pPr>
      <w:keepNext/>
      <w:numPr>
        <w:ilvl w:val="5"/>
        <w:numId w:val="31"/>
      </w:numPr>
      <w:adjustRightInd w:val="0"/>
      <w:snapToGrid w:val="0"/>
      <w:spacing w:before="240" w:after="120" w:line="360" w:lineRule="auto"/>
      <w:ind w:right="91"/>
      <w:textAlignment w:val="baseline"/>
    </w:pPr>
    <w:rPr>
      <w:rFonts w:ascii="Arial" w:eastAsia="微软雅黑" w:hAnsi="Arial"/>
      <w:b/>
      <w:color w:val="141414"/>
      <w:kern w:val="2"/>
      <w:sz w:val="18"/>
      <w:szCs w:val="18"/>
    </w:rPr>
  </w:style>
  <w:style w:type="paragraph" w:customStyle="1" w:styleId="SignNotice0">
    <w:name w:val="Sign Notice"/>
    <w:next w:val="SignText"/>
    <w:uiPriority w:val="11"/>
    <w:qFormat/>
    <w:rsid w:val="00C0711D"/>
    <w:pPr>
      <w:keepNext/>
      <w:keepLines/>
      <w:pBdr>
        <w:top w:val="single" w:sz="4" w:space="2" w:color="262626"/>
      </w:pBdr>
      <w:autoSpaceDE w:val="0"/>
      <w:autoSpaceDN w:val="0"/>
      <w:adjustRightInd w:val="0"/>
      <w:snapToGrid w:val="0"/>
      <w:spacing w:before="36" w:line="360" w:lineRule="auto"/>
      <w:ind w:left="567" w:right="181" w:hanging="567"/>
      <w:textAlignment w:val="center"/>
    </w:pPr>
    <w:rPr>
      <w:rFonts w:ascii="Arial" w:eastAsia="楷体" w:hAnsi="Arial"/>
      <w:color w:val="262626"/>
      <w:kern w:val="2"/>
      <w:sz w:val="18"/>
      <w:szCs w:val="21"/>
    </w:rPr>
  </w:style>
  <w:style w:type="paragraph" w:customStyle="1" w:styleId="TableDescription">
    <w:name w:val="Table Description"/>
    <w:next w:val="TableText0"/>
    <w:uiPriority w:val="7"/>
    <w:rsid w:val="00597C44"/>
    <w:pPr>
      <w:keepNext/>
      <w:numPr>
        <w:ilvl w:val="6"/>
        <w:numId w:val="31"/>
      </w:numPr>
      <w:adjustRightInd w:val="0"/>
      <w:snapToGrid w:val="0"/>
      <w:spacing w:before="240" w:after="120"/>
      <w:ind w:right="91"/>
      <w:textAlignment w:val="baseline"/>
    </w:pPr>
    <w:rPr>
      <w:rFonts w:ascii="Arial" w:eastAsia="微软雅黑" w:hAnsi="Arial"/>
      <w:b/>
      <w:bCs/>
      <w:color w:val="0D0D0D"/>
      <w:kern w:val="2"/>
      <w:sz w:val="18"/>
      <w:szCs w:val="32"/>
    </w:rPr>
  </w:style>
  <w:style w:type="paragraph" w:customStyle="1" w:styleId="TableText0">
    <w:name w:val="Table Text"/>
    <w:link w:val="TableTextChar0"/>
    <w:uiPriority w:val="8"/>
    <w:qFormat/>
    <w:rsid w:val="00597C44"/>
    <w:pPr>
      <w:autoSpaceDE w:val="0"/>
      <w:autoSpaceDN w:val="0"/>
      <w:adjustRightInd w:val="0"/>
      <w:snapToGrid w:val="0"/>
      <w:spacing w:before="72" w:after="72" w:line="360" w:lineRule="auto"/>
      <w:ind w:left="91" w:right="91"/>
      <w:textAlignment w:val="baseline"/>
    </w:pPr>
    <w:rPr>
      <w:rFonts w:ascii="Arial" w:eastAsia="微软雅黑" w:hAnsi="Arial"/>
      <w:color w:val="262626"/>
      <w:kern w:val="2"/>
      <w:sz w:val="18"/>
      <w:szCs w:val="21"/>
    </w:rPr>
  </w:style>
  <w:style w:type="paragraph" w:customStyle="1" w:styleId="ItemList-2">
    <w:name w:val="Item List-2级"/>
    <w:next w:val="Text-3"/>
    <w:uiPriority w:val="5"/>
    <w:qFormat/>
    <w:rsid w:val="00597C44"/>
    <w:pPr>
      <w:widowControl w:val="0"/>
      <w:numPr>
        <w:ilvl w:val="1"/>
        <w:numId w:val="24"/>
      </w:numPr>
      <w:autoSpaceDE w:val="0"/>
      <w:autoSpaceDN w:val="0"/>
      <w:adjustRightInd w:val="0"/>
      <w:snapToGrid w:val="0"/>
      <w:spacing w:before="72" w:after="72" w:line="360" w:lineRule="auto"/>
      <w:ind w:right="91"/>
      <w:jc w:val="both"/>
      <w:textAlignment w:val="baseline"/>
    </w:pPr>
    <w:rPr>
      <w:rFonts w:ascii="Arial" w:eastAsia="微软雅黑" w:hAnsi="Arial"/>
      <w:color w:val="262626"/>
      <w:kern w:val="2"/>
      <w:sz w:val="18"/>
      <w:szCs w:val="21"/>
    </w:rPr>
  </w:style>
  <w:style w:type="paragraph" w:customStyle="1" w:styleId="SignText">
    <w:name w:val="Sign Text"/>
    <w:uiPriority w:val="13"/>
    <w:rsid w:val="00597C44"/>
    <w:pPr>
      <w:pBdr>
        <w:bottom w:val="single" w:sz="4" w:space="1" w:color="auto"/>
      </w:pBdr>
      <w:autoSpaceDE w:val="0"/>
      <w:autoSpaceDN w:val="0"/>
      <w:adjustRightInd w:val="0"/>
      <w:snapToGrid w:val="0"/>
      <w:spacing w:before="72" w:after="72" w:line="360" w:lineRule="auto"/>
      <w:ind w:left="652" w:right="181"/>
      <w:textAlignment w:val="baseline"/>
    </w:pPr>
    <w:rPr>
      <w:rFonts w:ascii="Arial" w:eastAsia="楷体" w:hAnsi="Arial"/>
      <w:color w:val="262626"/>
      <w:kern w:val="2"/>
      <w:sz w:val="18"/>
      <w:szCs w:val="21"/>
    </w:rPr>
  </w:style>
  <w:style w:type="paragraph" w:customStyle="1" w:styleId="SignWarning">
    <w:name w:val="Sign Warning"/>
    <w:next w:val="SignText"/>
    <w:uiPriority w:val="11"/>
    <w:qFormat/>
    <w:rsid w:val="00597C44"/>
    <w:pPr>
      <w:keepNext/>
      <w:keepLines/>
      <w:numPr>
        <w:numId w:val="23"/>
      </w:numPr>
      <w:pBdr>
        <w:top w:val="single" w:sz="4" w:space="3" w:color="262626"/>
      </w:pBdr>
      <w:autoSpaceDE w:val="0"/>
      <w:autoSpaceDN w:val="0"/>
      <w:adjustRightInd w:val="0"/>
      <w:snapToGrid w:val="0"/>
      <w:spacing w:before="36" w:line="360" w:lineRule="auto"/>
      <w:ind w:right="181"/>
      <w:textAlignment w:val="center"/>
    </w:pPr>
    <w:rPr>
      <w:rFonts w:ascii="Arial" w:eastAsia="楷体" w:hAnsi="Arial"/>
      <w:b/>
      <w:color w:val="262626"/>
      <w:sz w:val="18"/>
      <w:szCs w:val="18"/>
    </w:rPr>
  </w:style>
  <w:style w:type="paragraph" w:customStyle="1" w:styleId="ItemStep-2">
    <w:name w:val="Item Step-2级"/>
    <w:next w:val="Text-3"/>
    <w:uiPriority w:val="5"/>
    <w:rsid w:val="00597C44"/>
    <w:pPr>
      <w:numPr>
        <w:ilvl w:val="7"/>
        <w:numId w:val="31"/>
      </w:numPr>
      <w:autoSpaceDE w:val="0"/>
      <w:autoSpaceDN w:val="0"/>
      <w:adjustRightInd w:val="0"/>
      <w:snapToGrid w:val="0"/>
      <w:spacing w:before="72" w:after="72" w:line="360" w:lineRule="auto"/>
      <w:ind w:right="91"/>
      <w:jc w:val="both"/>
      <w:textAlignment w:val="baseline"/>
    </w:pPr>
    <w:rPr>
      <w:rFonts w:ascii="Arial" w:eastAsia="微软雅黑" w:hAnsi="Arial"/>
      <w:color w:val="262626"/>
      <w:kern w:val="2"/>
      <w:sz w:val="18"/>
      <w:szCs w:val="21"/>
    </w:rPr>
  </w:style>
  <w:style w:type="paragraph" w:customStyle="1" w:styleId="aff1">
    <w:name w:val="封面标题"/>
    <w:uiPriority w:val="18"/>
    <w:rsid w:val="00597C44"/>
    <w:pPr>
      <w:adjustRightInd w:val="0"/>
      <w:snapToGrid w:val="0"/>
      <w:spacing w:before="72"/>
    </w:pPr>
    <w:rPr>
      <w:rFonts w:ascii="Arial" w:eastAsia="微软雅黑" w:hAnsi="Arial"/>
      <w:b/>
      <w:color w:val="595959"/>
      <w:sz w:val="72"/>
      <w:szCs w:val="18"/>
    </w:rPr>
  </w:style>
  <w:style w:type="character" w:customStyle="1" w:styleId="TableTextChar0">
    <w:name w:val="Table Text Char"/>
    <w:link w:val="TableText0"/>
    <w:uiPriority w:val="8"/>
    <w:rsid w:val="00597C44"/>
    <w:rPr>
      <w:rFonts w:ascii="Arial" w:eastAsia="微软雅黑" w:hAnsi="Arial"/>
      <w:color w:val="262626"/>
      <w:kern w:val="2"/>
      <w:sz w:val="18"/>
      <w:szCs w:val="21"/>
    </w:rPr>
  </w:style>
  <w:style w:type="character" w:customStyle="1" w:styleId="Text-2Char">
    <w:name w:val="Text-2级 Char"/>
    <w:link w:val="Text-2"/>
    <w:uiPriority w:val="3"/>
    <w:rsid w:val="00597C44"/>
    <w:rPr>
      <w:rFonts w:ascii="Arial" w:eastAsia="微软雅黑" w:hAnsi="Arial"/>
      <w:color w:val="262626"/>
      <w:kern w:val="2"/>
      <w:sz w:val="18"/>
      <w:szCs w:val="21"/>
    </w:rPr>
  </w:style>
  <w:style w:type="paragraph" w:customStyle="1" w:styleId="a">
    <w:name w:val="序号"/>
    <w:next w:val="Text-1"/>
    <w:uiPriority w:val="99"/>
    <w:rsid w:val="00597C44"/>
    <w:pPr>
      <w:keepNext/>
      <w:numPr>
        <w:numId w:val="20"/>
      </w:numPr>
      <w:adjustRightInd w:val="0"/>
      <w:snapToGrid w:val="0"/>
      <w:spacing w:before="72" w:after="72"/>
      <w:textAlignment w:val="center"/>
    </w:pPr>
    <w:rPr>
      <w:rFonts w:ascii="Arial" w:eastAsia="微软雅黑" w:hAnsi="Arial"/>
      <w:b/>
      <w:color w:val="141414"/>
      <w:kern w:val="2"/>
      <w:sz w:val="19"/>
      <w:szCs w:val="21"/>
    </w:rPr>
  </w:style>
  <w:style w:type="paragraph" w:customStyle="1" w:styleId="BigBlock">
    <w:name w:val="Big Block"/>
    <w:next w:val="Text-1"/>
    <w:uiPriority w:val="99"/>
    <w:semiHidden/>
    <w:rsid w:val="00597C44"/>
    <w:pPr>
      <w:keepNext/>
      <w:keepLines/>
      <w:adjustRightInd w:val="0"/>
      <w:snapToGrid w:val="0"/>
      <w:spacing w:before="120" w:after="120"/>
      <w:textAlignment w:val="center"/>
    </w:pPr>
    <w:rPr>
      <w:rFonts w:ascii="Arial" w:eastAsia="微软雅黑" w:hAnsi="Arial"/>
      <w:b/>
      <w:color w:val="141414"/>
      <w:sz w:val="21"/>
      <w:szCs w:val="18"/>
    </w:rPr>
  </w:style>
  <w:style w:type="paragraph" w:customStyle="1" w:styleId="aff2">
    <w:name w:val="封面副标题"/>
    <w:uiPriority w:val="18"/>
    <w:rsid w:val="00597C44"/>
    <w:pPr>
      <w:adjustRightInd w:val="0"/>
      <w:snapToGrid w:val="0"/>
      <w:spacing w:before="72" w:after="72"/>
      <w:textAlignment w:val="baseline"/>
    </w:pPr>
    <w:rPr>
      <w:rFonts w:ascii="Arial" w:eastAsia="微软雅黑" w:hAnsi="Arial"/>
      <w:color w:val="FFFFFF"/>
      <w:sz w:val="44"/>
      <w:szCs w:val="18"/>
    </w:rPr>
  </w:style>
  <w:style w:type="paragraph" w:customStyle="1" w:styleId="aff3">
    <w:name w:val="前言标题"/>
    <w:next w:val="BigBlock"/>
    <w:rsid w:val="00597C44"/>
    <w:pPr>
      <w:overflowPunct w:val="0"/>
      <w:autoSpaceDE w:val="0"/>
      <w:autoSpaceDN w:val="0"/>
      <w:adjustRightInd w:val="0"/>
      <w:snapToGrid w:val="0"/>
      <w:spacing w:before="120" w:after="120"/>
      <w:jc w:val="center"/>
      <w:textAlignment w:val="center"/>
      <w:outlineLvl w:val="0"/>
    </w:pPr>
    <w:rPr>
      <w:rFonts w:ascii="Arial" w:eastAsia="微软雅黑" w:hAnsi="Arial"/>
      <w:b/>
      <w:noProof/>
      <w:color w:val="141414"/>
      <w:kern w:val="2"/>
      <w:sz w:val="32"/>
      <w:szCs w:val="21"/>
      <w:lang w:val="zh-CN"/>
    </w:rPr>
  </w:style>
  <w:style w:type="paragraph" w:customStyle="1" w:styleId="aff4">
    <w:name w:val="封面文档版本"/>
    <w:uiPriority w:val="18"/>
    <w:rsid w:val="00597C44"/>
    <w:pPr>
      <w:adjustRightInd w:val="0"/>
      <w:snapToGrid w:val="0"/>
      <w:spacing w:before="72" w:after="72"/>
      <w:ind w:left="91" w:right="91"/>
    </w:pPr>
    <w:rPr>
      <w:rFonts w:ascii="Arial" w:eastAsia="微软雅黑" w:hAnsi="Arial"/>
      <w:color w:val="595959"/>
      <w:sz w:val="18"/>
      <w:szCs w:val="21"/>
    </w:rPr>
  </w:style>
  <w:style w:type="paragraph" w:customStyle="1" w:styleId="Block">
    <w:name w:val="Block"/>
    <w:next w:val="Text-1"/>
    <w:uiPriority w:val="2"/>
    <w:rsid w:val="00597C44"/>
    <w:pPr>
      <w:keepNext/>
      <w:keepLines/>
      <w:adjustRightInd w:val="0"/>
      <w:snapToGrid w:val="0"/>
      <w:spacing w:before="120" w:after="120" w:line="360" w:lineRule="auto"/>
      <w:textAlignment w:val="baseline"/>
    </w:pPr>
    <w:rPr>
      <w:rFonts w:ascii="Arial" w:eastAsia="微软雅黑" w:hAnsi="Arial"/>
      <w:b/>
      <w:noProof/>
      <w:color w:val="141414"/>
      <w:kern w:val="2"/>
      <w:sz w:val="19"/>
      <w:szCs w:val="21"/>
    </w:rPr>
  </w:style>
  <w:style w:type="paragraph" w:customStyle="1" w:styleId="MiniBlock0">
    <w:name w:val="Mini Block"/>
    <w:uiPriority w:val="2"/>
    <w:semiHidden/>
    <w:rsid w:val="00597C44"/>
    <w:pPr>
      <w:keepNext/>
      <w:numPr>
        <w:numId w:val="21"/>
      </w:numPr>
      <w:adjustRightInd w:val="0"/>
      <w:snapToGrid w:val="0"/>
      <w:spacing w:before="120" w:after="120"/>
      <w:textAlignment w:val="center"/>
    </w:pPr>
    <w:rPr>
      <w:rFonts w:ascii="Arial" w:eastAsia="微软雅黑" w:hAnsi="Arial"/>
      <w:b/>
      <w:color w:val="404040"/>
      <w:sz w:val="18"/>
      <w:szCs w:val="18"/>
    </w:rPr>
  </w:style>
  <w:style w:type="paragraph" w:customStyle="1" w:styleId="TableHeading">
    <w:name w:val="Table Heading"/>
    <w:basedOn w:val="TableText0"/>
    <w:uiPriority w:val="8"/>
    <w:rsid w:val="00597C44"/>
    <w:rPr>
      <w:rFonts w:cs="Arial"/>
      <w:b/>
      <w:szCs w:val="18"/>
    </w:rPr>
  </w:style>
  <w:style w:type="paragraph" w:customStyle="1" w:styleId="--">
    <w:name w:val="-备注-注意"/>
    <w:uiPriority w:val="19"/>
    <w:semiHidden/>
    <w:rsid w:val="00597C44"/>
    <w:pPr>
      <w:keepNext/>
      <w:numPr>
        <w:numId w:val="10"/>
      </w:numPr>
      <w:pBdr>
        <w:top w:val="dotted" w:sz="4" w:space="1" w:color="999999"/>
        <w:bottom w:val="dotted" w:sz="4" w:space="1" w:color="999999"/>
      </w:pBdr>
      <w:adjustRightInd w:val="0"/>
      <w:snapToGrid w:val="0"/>
      <w:spacing w:beforeLines="30" w:afterLines="30"/>
      <w:ind w:leftChars="200" w:left="200"/>
      <w:textAlignment w:val="center"/>
    </w:pPr>
    <w:rPr>
      <w:rFonts w:ascii="Arial" w:eastAsia="楷体_GB2312" w:hAnsi="Arial"/>
      <w:color w:val="3366FF"/>
      <w:sz w:val="18"/>
      <w:szCs w:val="18"/>
    </w:rPr>
  </w:style>
  <w:style w:type="paragraph" w:customStyle="1" w:styleId="---2">
    <w:name w:val="-备注-段落标题-2级"/>
    <w:next w:val="a1"/>
    <w:uiPriority w:val="19"/>
    <w:semiHidden/>
    <w:rsid w:val="00644099"/>
    <w:pPr>
      <w:keepNext/>
      <w:adjustRightInd w:val="0"/>
      <w:snapToGrid w:val="0"/>
      <w:spacing w:before="156" w:after="156"/>
      <w:ind w:left="420" w:hanging="420"/>
      <w:textAlignment w:val="baseline"/>
    </w:pPr>
    <w:rPr>
      <w:rFonts w:ascii="Arial" w:eastAsia="微软雅黑" w:hAnsi="Arial"/>
      <w:b/>
      <w:color w:val="3366FF"/>
      <w:sz w:val="18"/>
      <w:szCs w:val="18"/>
    </w:rPr>
  </w:style>
  <w:style w:type="character" w:customStyle="1" w:styleId="Hyperlinks">
    <w:name w:val="Hyperlinks"/>
    <w:uiPriority w:val="2"/>
    <w:rsid w:val="00597C44"/>
    <w:rPr>
      <w:rFonts w:cs="Times New Roman"/>
      <w:noProof/>
      <w:color w:val="0000FF"/>
      <w:kern w:val="2"/>
      <w:sz w:val="18"/>
      <w:szCs w:val="21"/>
      <w:u w:val="single"/>
    </w:rPr>
  </w:style>
  <w:style w:type="paragraph" w:customStyle="1" w:styleId="SignWarning-2">
    <w:name w:val="Sign Warning-2级"/>
    <w:basedOn w:val="SignWarning"/>
    <w:next w:val="SignText-2"/>
    <w:uiPriority w:val="15"/>
    <w:rsid w:val="00597C44"/>
    <w:pPr>
      <w:numPr>
        <w:numId w:val="19"/>
      </w:numPr>
    </w:pPr>
  </w:style>
  <w:style w:type="paragraph" w:customStyle="1" w:styleId="Signlist0">
    <w:name w:val="Sign list"/>
    <w:basedOn w:val="SignText"/>
    <w:semiHidden/>
    <w:qFormat/>
    <w:rsid w:val="0017064D"/>
    <w:pPr>
      <w:numPr>
        <w:numId w:val="26"/>
      </w:numPr>
    </w:pPr>
  </w:style>
  <w:style w:type="paragraph" w:customStyle="1" w:styleId="signstep">
    <w:name w:val="sign step"/>
    <w:basedOn w:val="Signlist0"/>
    <w:semiHidden/>
    <w:qFormat/>
    <w:rsid w:val="0017064D"/>
    <w:pPr>
      <w:numPr>
        <w:numId w:val="27"/>
      </w:numPr>
    </w:pPr>
  </w:style>
  <w:style w:type="paragraph" w:customStyle="1" w:styleId="aff5">
    <w:name w:val="图标"/>
    <w:basedOn w:val="a1"/>
    <w:next w:val="a1"/>
    <w:link w:val="Char"/>
    <w:uiPriority w:val="99"/>
    <w:semiHidden/>
    <w:rsid w:val="00597C44"/>
    <w:pPr>
      <w:spacing w:before="93" w:after="93"/>
      <w:textAlignment w:val="baseline"/>
    </w:pPr>
    <w:rPr>
      <w:color w:val="000000"/>
    </w:rPr>
  </w:style>
  <w:style w:type="character" w:customStyle="1" w:styleId="Char">
    <w:name w:val="图标 Char"/>
    <w:link w:val="aff5"/>
    <w:uiPriority w:val="99"/>
    <w:semiHidden/>
    <w:rsid w:val="00597C44"/>
    <w:rPr>
      <w:rFonts w:ascii="Arial" w:eastAsia="微软雅黑" w:hAnsi="Arial"/>
      <w:color w:val="000000"/>
      <w:sz w:val="18"/>
      <w:szCs w:val="18"/>
    </w:rPr>
  </w:style>
  <w:style w:type="paragraph" w:styleId="51">
    <w:name w:val="toc 5"/>
    <w:basedOn w:val="a1"/>
    <w:next w:val="a1"/>
    <w:autoRedefine/>
    <w:uiPriority w:val="39"/>
    <w:semiHidden/>
    <w:rsid w:val="00597C44"/>
    <w:pPr>
      <w:ind w:leftChars="800" w:left="1680"/>
    </w:pPr>
  </w:style>
  <w:style w:type="paragraph" w:styleId="61">
    <w:name w:val="toc 6"/>
    <w:basedOn w:val="a1"/>
    <w:next w:val="a1"/>
    <w:autoRedefine/>
    <w:uiPriority w:val="39"/>
    <w:semiHidden/>
    <w:rsid w:val="00597C44"/>
    <w:pPr>
      <w:ind w:leftChars="1000" w:left="2100"/>
    </w:pPr>
  </w:style>
  <w:style w:type="paragraph" w:customStyle="1" w:styleId="Text-3">
    <w:name w:val="Text-3级"/>
    <w:uiPriority w:val="3"/>
    <w:rsid w:val="00597C44"/>
    <w:pPr>
      <w:autoSpaceDE w:val="0"/>
      <w:autoSpaceDN w:val="0"/>
      <w:adjustRightInd w:val="0"/>
      <w:snapToGrid w:val="0"/>
      <w:spacing w:before="72" w:after="72" w:line="360" w:lineRule="auto"/>
      <w:ind w:left="1304" w:right="91"/>
      <w:jc w:val="both"/>
      <w:textAlignment w:val="baseline"/>
    </w:pPr>
    <w:rPr>
      <w:rFonts w:ascii="Arial" w:eastAsia="微软雅黑" w:hAnsi="Arial"/>
      <w:iCs/>
      <w:color w:val="262626"/>
      <w:kern w:val="2"/>
      <w:sz w:val="18"/>
      <w:szCs w:val="21"/>
    </w:rPr>
  </w:style>
  <w:style w:type="table" w:customStyle="1" w:styleId="12">
    <w:name w:val="浅色底纹1"/>
    <w:basedOn w:val="a3"/>
    <w:uiPriority w:val="60"/>
    <w:rsid w:val="00597C44"/>
    <w:pPr>
      <w:spacing w:before="72" w:after="72"/>
      <w:ind w:left="357"/>
    </w:pPr>
    <w:rPr>
      <w:rFonts w:ascii="Arial" w:eastAsia="微软雅黑" w:hAnsi="Arial"/>
      <w:color w:val="262626"/>
      <w:kern w:val="2"/>
      <w:sz w:val="21"/>
      <w:szCs w:val="21"/>
    </w:rPr>
    <w:tblPr>
      <w:jc w:val="right"/>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rPr>
      <w:tblHeader/>
      <w:jc w:val="right"/>
    </w:trPr>
    <w:tcPr>
      <w:shd w:val="clear" w:color="auto" w:fill="auto"/>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rFonts w:ascii="Arial" w:eastAsia="微软雅黑" w:hAnsi="Arial"/>
        <w:b w:val="0"/>
        <w:bCs/>
        <w:color w:val="262626"/>
        <w:sz w:val="21"/>
      </w:rPr>
      <w:tblPr/>
      <w:tcPr>
        <w:tcBorders>
          <w:top w:val="single" w:sz="8" w:space="0" w:color="BFBFBF"/>
          <w:left w:val="single" w:sz="8" w:space="0" w:color="BFBFBF"/>
          <w:bottom w:val="single" w:sz="8" w:space="0" w:color="BFBFBF"/>
          <w:right w:val="single" w:sz="8" w:space="0" w:color="BFBFBF"/>
          <w:insideH w:val="nil"/>
          <w:insideV w:val="nil"/>
          <w:tl2br w:val="nil"/>
          <w:tr2bl w:val="nil"/>
        </w:tcBorders>
        <w:shd w:val="clear" w:color="auto" w:fill="D9D9D9"/>
      </w:tcPr>
    </w:tblStylePr>
    <w:tblStylePr w:type="lastCol">
      <w:rPr>
        <w:b/>
        <w:bCs/>
      </w:rPr>
    </w:tblStylePr>
  </w:style>
  <w:style w:type="table" w:styleId="-3">
    <w:name w:val="Light List Accent 3"/>
    <w:basedOn w:val="a3"/>
    <w:uiPriority w:val="61"/>
    <w:rsid w:val="00597C44"/>
    <w:pPr>
      <w:spacing w:before="72" w:after="72"/>
      <w:ind w:left="357"/>
    </w:pPr>
    <w:rPr>
      <w:rFonts w:ascii="Calibri" w:hAnsi="Calibri"/>
      <w:color w:val="404040"/>
      <w:kern w:val="2"/>
      <w:sz w:val="21"/>
      <w:szCs w:val="21"/>
    </w:rPr>
    <w:tblPr>
      <w:jc w:val="right"/>
    </w:tblPr>
    <w:trPr>
      <w:tblHeader/>
      <w:jc w:val="right"/>
    </w:tr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style>
  <w:style w:type="table" w:customStyle="1" w:styleId="aff6">
    <w:name w:val="首列底纹"/>
    <w:basedOn w:val="a3"/>
    <w:uiPriority w:val="99"/>
    <w:qFormat/>
    <w:rsid w:val="00597C44"/>
    <w:pPr>
      <w:autoSpaceDE w:val="0"/>
      <w:autoSpaceDN w:val="0"/>
      <w:adjustRightInd w:val="0"/>
      <w:snapToGrid w:val="0"/>
      <w:spacing w:before="72" w:after="72"/>
      <w:ind w:left="91" w:right="91"/>
      <w:textAlignment w:val="baseline"/>
    </w:pPr>
    <w:rPr>
      <w:rFonts w:ascii="微软雅黑" w:eastAsia="微软雅黑" w:hAnsi="微软雅黑"/>
      <w:color w:val="262626"/>
      <w:kern w:val="2"/>
      <w:sz w:val="18"/>
      <w:szCs w:val="21"/>
    </w:rPr>
    <w:tblPr>
      <w:tblInd w:w="629" w:type="dxa"/>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CellMar>
        <w:left w:w="0" w:type="dxa"/>
        <w:right w:w="0" w:type="dxa"/>
      </w:tblCellMar>
    </w:tblPr>
    <w:trPr>
      <w:cantSplit/>
      <w:tblHeader/>
    </w:trPr>
    <w:tcPr>
      <w:vAlign w:val="center"/>
    </w:tcPr>
    <w:tblStylePr w:type="firstCol">
      <w:pPr>
        <w:keepNext w:val="0"/>
        <w:keepLines w:val="0"/>
        <w:pageBreakBefore w:val="0"/>
        <w:widowControl/>
        <w:suppressLineNumbers w:val="0"/>
        <w:suppressAutoHyphens w:val="0"/>
        <w:wordWrap/>
        <w:overflowPunct/>
        <w:topLinePunct w:val="0"/>
        <w:autoSpaceDE w:val="0"/>
        <w:autoSpaceDN w:val="0"/>
        <w:adjustRightInd w:val="0"/>
        <w:snapToGrid w:val="0"/>
        <w:spacing w:beforeLines="0" w:before="72" w:beforeAutospacing="0" w:afterLines="0" w:after="72" w:afterAutospacing="0" w:line="240" w:lineRule="auto"/>
        <w:ind w:leftChars="0" w:left="91" w:rightChars="0" w:right="91"/>
        <w:contextualSpacing w:val="0"/>
        <w:mirrorIndents w:val="0"/>
        <w:jc w:val="left"/>
        <w:textAlignment w:val="baseline"/>
      </w:pPr>
      <w:rPr>
        <w:rFonts w:ascii="Arial" w:eastAsia="微软雅黑" w:hAnsi="Arial"/>
        <w:b/>
        <w:color w:val="262626"/>
        <w:sz w:val="18"/>
      </w:rPr>
      <w:tblPr/>
      <w:trPr>
        <w:cantSplit w:val="0"/>
      </w:trPr>
      <w:tcPr>
        <w:shd w:val="clear" w:color="auto" w:fill="D9D9D9"/>
      </w:tcPr>
    </w:tblStylePr>
  </w:style>
  <w:style w:type="table" w:customStyle="1" w:styleId="aff7">
    <w:name w:val="首行首列底纹"/>
    <w:basedOn w:val="a3"/>
    <w:uiPriority w:val="99"/>
    <w:qFormat/>
    <w:rsid w:val="00597C44"/>
    <w:pPr>
      <w:overflowPunct w:val="0"/>
      <w:autoSpaceDE w:val="0"/>
      <w:autoSpaceDN w:val="0"/>
      <w:adjustRightInd w:val="0"/>
      <w:snapToGrid w:val="0"/>
      <w:spacing w:before="72" w:after="72"/>
      <w:ind w:left="91" w:right="91"/>
      <w:textAlignment w:val="baseline"/>
    </w:pPr>
    <w:rPr>
      <w:rFonts w:ascii="Arial" w:eastAsia="微软雅黑" w:hAnsi="Arial"/>
      <w:color w:val="262626"/>
      <w:kern w:val="2"/>
      <w:sz w:val="18"/>
      <w:szCs w:val="21"/>
    </w:rPr>
    <w:tblPr>
      <w:tblInd w:w="652" w:type="dxa"/>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CellMar>
        <w:left w:w="0" w:type="dxa"/>
        <w:right w:w="0" w:type="dxa"/>
      </w:tblCellMar>
    </w:tblPr>
    <w:trPr>
      <w:cantSplit/>
    </w:trPr>
    <w:tcPr>
      <w:vAlign w:val="center"/>
    </w:tcPr>
    <w:tblStylePr w:type="firstRow">
      <w:pPr>
        <w:keepNext/>
        <w:keepLines w:val="0"/>
        <w:pageBreakBefore w:val="0"/>
        <w:widowControl/>
        <w:suppressLineNumbers w:val="0"/>
        <w:suppressAutoHyphens w:val="0"/>
        <w:wordWrap/>
        <w:overflowPunct w:val="0"/>
        <w:topLinePunct w:val="0"/>
        <w:autoSpaceDE w:val="0"/>
        <w:autoSpaceDN w:val="0"/>
        <w:adjustRightInd w:val="0"/>
        <w:snapToGrid w:val="0"/>
        <w:spacing w:beforeLines="0" w:before="72" w:beforeAutospacing="0" w:afterLines="0" w:after="72" w:afterAutospacing="0"/>
        <w:ind w:leftChars="0" w:left="91" w:rightChars="0" w:right="91"/>
        <w:contextualSpacing w:val="0"/>
        <w:mirrorIndents w:val="0"/>
        <w:jc w:val="left"/>
        <w:textAlignment w:val="baseline"/>
      </w:pPr>
      <w:rPr>
        <w:rFonts w:ascii="Arial" w:eastAsia="微软雅黑" w:hAnsi="Arial"/>
        <w:b/>
        <w:sz w:val="18"/>
      </w:rPr>
      <w:tblPr/>
      <w:trPr>
        <w:cantSplit w:val="0"/>
      </w:trPr>
      <w:tcPr>
        <w:shd w:val="clear" w:color="auto" w:fill="D9D9D9"/>
      </w:tcPr>
    </w:tblStylePr>
    <w:tblStylePr w:type="firstCol">
      <w:pPr>
        <w:keepNext w:val="0"/>
        <w:keepLines w:val="0"/>
        <w:pageBreakBefore w:val="0"/>
        <w:widowControl/>
        <w:suppressLineNumbers w:val="0"/>
        <w:suppressAutoHyphens w:val="0"/>
        <w:wordWrap/>
        <w:overflowPunct w:val="0"/>
        <w:topLinePunct w:val="0"/>
        <w:autoSpaceDE w:val="0"/>
        <w:autoSpaceDN w:val="0"/>
        <w:adjustRightInd w:val="0"/>
        <w:snapToGrid w:val="0"/>
        <w:spacing w:beforeLines="0" w:before="72" w:beforeAutospacing="0" w:afterLines="0" w:after="72" w:afterAutospacing="0"/>
        <w:ind w:leftChars="0" w:left="91" w:rightChars="0" w:right="91"/>
        <w:contextualSpacing w:val="0"/>
        <w:mirrorIndents w:val="0"/>
        <w:jc w:val="left"/>
        <w:textAlignment w:val="baseline"/>
      </w:pPr>
      <w:rPr>
        <w:rFonts w:ascii="Arial" w:eastAsia="微软雅黑" w:hAnsi="Arial"/>
        <w:b/>
        <w:sz w:val="18"/>
      </w:rPr>
      <w:tblPr/>
      <w:trPr>
        <w:cantSplit w:val="0"/>
      </w:trPr>
      <w:tcPr>
        <w:shd w:val="clear" w:color="auto" w:fill="D9D9D9"/>
      </w:tcPr>
    </w:tblStylePr>
  </w:style>
  <w:style w:type="paragraph" w:customStyle="1" w:styleId="TerminalDisplay">
    <w:name w:val="Terminal Display"/>
    <w:link w:val="TerminalDisplayChar"/>
    <w:uiPriority w:val="10"/>
    <w:qFormat/>
    <w:rsid w:val="00597C44"/>
    <w:pPr>
      <w:shd w:val="clear" w:color="auto" w:fill="D9D9D9"/>
      <w:adjustRightInd w:val="0"/>
      <w:snapToGrid w:val="0"/>
      <w:spacing w:line="300" w:lineRule="exact"/>
      <w:ind w:left="652" w:right="181"/>
      <w:textAlignment w:val="center"/>
    </w:pPr>
    <w:rPr>
      <w:rFonts w:ascii="Courier New" w:hAnsi="Courier New"/>
      <w:noProof/>
      <w:color w:val="141414"/>
      <w:kern w:val="2"/>
      <w:sz w:val="18"/>
      <w:szCs w:val="21"/>
    </w:rPr>
  </w:style>
  <w:style w:type="character" w:customStyle="1" w:styleId="TerminalDisplayChar">
    <w:name w:val="Terminal Display Char"/>
    <w:link w:val="TerminalDisplay"/>
    <w:uiPriority w:val="10"/>
    <w:rsid w:val="00597C44"/>
    <w:rPr>
      <w:rFonts w:ascii="Courier New" w:hAnsi="Courier New"/>
      <w:noProof/>
      <w:color w:val="141414"/>
      <w:kern w:val="2"/>
      <w:sz w:val="18"/>
      <w:szCs w:val="21"/>
      <w:shd w:val="clear" w:color="auto" w:fill="D9D9D9"/>
    </w:rPr>
  </w:style>
  <w:style w:type="paragraph" w:customStyle="1" w:styleId="TableList-1">
    <w:name w:val="Table List-1级"/>
    <w:uiPriority w:val="9"/>
    <w:qFormat/>
    <w:rsid w:val="00597C44"/>
    <w:pPr>
      <w:numPr>
        <w:numId w:val="39"/>
      </w:numPr>
      <w:autoSpaceDE w:val="0"/>
      <w:autoSpaceDN w:val="0"/>
      <w:adjustRightInd w:val="0"/>
      <w:snapToGrid w:val="0"/>
      <w:spacing w:before="72" w:after="72"/>
      <w:ind w:right="91"/>
      <w:textAlignment w:val="baseline"/>
    </w:pPr>
    <w:rPr>
      <w:rFonts w:ascii="Arial" w:eastAsia="微软雅黑" w:hAnsi="Arial"/>
      <w:color w:val="262626"/>
      <w:kern w:val="2"/>
      <w:sz w:val="18"/>
      <w:szCs w:val="21"/>
    </w:rPr>
  </w:style>
  <w:style w:type="paragraph" w:customStyle="1" w:styleId="TableList-2">
    <w:name w:val="Table List-2级"/>
    <w:uiPriority w:val="9"/>
    <w:rsid w:val="00597C44"/>
    <w:pPr>
      <w:numPr>
        <w:numId w:val="28"/>
      </w:numPr>
      <w:autoSpaceDE w:val="0"/>
      <w:autoSpaceDN w:val="0"/>
      <w:adjustRightInd w:val="0"/>
      <w:snapToGrid w:val="0"/>
      <w:spacing w:before="72" w:after="72"/>
      <w:ind w:right="91"/>
      <w:textAlignment w:val="baseline"/>
    </w:pPr>
    <w:rPr>
      <w:rFonts w:ascii="Arial" w:eastAsia="微软雅黑" w:hAnsi="Arial"/>
      <w:color w:val="262626"/>
      <w:kern w:val="2"/>
      <w:sz w:val="18"/>
      <w:szCs w:val="21"/>
    </w:rPr>
  </w:style>
  <w:style w:type="paragraph" w:customStyle="1" w:styleId="SignList">
    <w:name w:val="Sign List"/>
    <w:next w:val="SignText"/>
    <w:uiPriority w:val="12"/>
    <w:qFormat/>
    <w:rsid w:val="00597C44"/>
    <w:pPr>
      <w:numPr>
        <w:numId w:val="40"/>
      </w:numPr>
      <w:pBdr>
        <w:bottom w:val="single" w:sz="4" w:space="1" w:color="262626"/>
      </w:pBdr>
      <w:adjustRightInd w:val="0"/>
      <w:snapToGrid w:val="0"/>
      <w:spacing w:line="312" w:lineRule="auto"/>
      <w:ind w:right="181"/>
    </w:pPr>
    <w:rPr>
      <w:rFonts w:ascii="Arial" w:eastAsia="楷体" w:hAnsi="Arial"/>
      <w:color w:val="262626"/>
      <w:kern w:val="2"/>
      <w:sz w:val="18"/>
      <w:szCs w:val="21"/>
    </w:rPr>
  </w:style>
  <w:style w:type="paragraph" w:customStyle="1" w:styleId="TableStep">
    <w:name w:val="Table Step"/>
    <w:uiPriority w:val="9"/>
    <w:qFormat/>
    <w:rsid w:val="00597C44"/>
    <w:pPr>
      <w:numPr>
        <w:numId w:val="29"/>
      </w:numPr>
      <w:overflowPunct w:val="0"/>
      <w:autoSpaceDE w:val="0"/>
      <w:autoSpaceDN w:val="0"/>
      <w:adjustRightInd w:val="0"/>
      <w:snapToGrid w:val="0"/>
      <w:spacing w:before="72" w:after="72" w:line="360" w:lineRule="auto"/>
      <w:ind w:right="91"/>
      <w:textAlignment w:val="baseline"/>
    </w:pPr>
    <w:rPr>
      <w:rFonts w:ascii="Arial" w:eastAsia="微软雅黑" w:hAnsi="Arial"/>
      <w:color w:val="262626"/>
      <w:kern w:val="2"/>
      <w:sz w:val="18"/>
      <w:szCs w:val="21"/>
    </w:rPr>
  </w:style>
  <w:style w:type="paragraph" w:customStyle="1" w:styleId="SignStep0">
    <w:name w:val="Sign Step"/>
    <w:next w:val="SignText"/>
    <w:uiPriority w:val="12"/>
    <w:rsid w:val="00597C44"/>
    <w:pPr>
      <w:numPr>
        <w:numId w:val="30"/>
      </w:numPr>
      <w:pBdr>
        <w:bottom w:val="single" w:sz="4" w:space="1" w:color="262626"/>
      </w:pBdr>
      <w:autoSpaceDE w:val="0"/>
      <w:autoSpaceDN w:val="0"/>
      <w:adjustRightInd w:val="0"/>
      <w:snapToGrid w:val="0"/>
      <w:spacing w:before="72" w:after="72" w:line="312" w:lineRule="auto"/>
      <w:ind w:right="181"/>
      <w:textAlignment w:val="baseline"/>
    </w:pPr>
    <w:rPr>
      <w:rFonts w:ascii="Arial" w:eastAsia="楷体" w:hAnsi="Arial"/>
      <w:color w:val="262626"/>
      <w:kern w:val="2"/>
      <w:sz w:val="18"/>
      <w:szCs w:val="21"/>
    </w:rPr>
  </w:style>
  <w:style w:type="table" w:customStyle="1" w:styleId="aff8">
    <w:name w:val="无底纹表格"/>
    <w:basedOn w:val="a3"/>
    <w:uiPriority w:val="40"/>
    <w:rsid w:val="00597C44"/>
    <w:pPr>
      <w:adjustRightInd w:val="0"/>
      <w:snapToGrid w:val="0"/>
      <w:spacing w:before="72" w:after="72"/>
      <w:ind w:left="91" w:right="91"/>
      <w:textAlignment w:val="baseline"/>
    </w:pPr>
    <w:rPr>
      <w:rFonts w:ascii="微软雅黑" w:eastAsia="微软雅黑" w:hAnsi="微软雅黑"/>
      <w:color w:val="262626"/>
      <w:kern w:val="2"/>
      <w:sz w:val="18"/>
      <w:szCs w:val="21"/>
    </w:rPr>
    <w:tblPr>
      <w:tblInd w:w="65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91" w:type="dxa"/>
        <w:right w:w="91" w:type="dxa"/>
      </w:tblCellMar>
    </w:tblPr>
  </w:style>
  <w:style w:type="table" w:customStyle="1" w:styleId="aff9">
    <w:name w:val="全灰底纹 无边框"/>
    <w:basedOn w:val="a3"/>
    <w:uiPriority w:val="99"/>
    <w:rsid w:val="00597C44"/>
    <w:pPr>
      <w:adjustRightInd w:val="0"/>
      <w:snapToGrid w:val="0"/>
      <w:spacing w:beforeLines="30" w:before="30" w:afterLines="30" w:after="30"/>
      <w:ind w:leftChars="50" w:left="50" w:rightChars="50" w:right="50"/>
      <w:textAlignment w:val="center"/>
    </w:pPr>
    <w:rPr>
      <w:rFonts w:ascii="微软雅黑" w:eastAsia="微软雅黑" w:hAnsi="微软雅黑"/>
      <w:color w:val="404040"/>
      <w:kern w:val="2"/>
      <w:sz w:val="18"/>
      <w:szCs w:val="21"/>
    </w:rPr>
    <w:tblPr>
      <w:tblInd w:w="652" w:type="dxa"/>
      <w:tblCellMar>
        <w:left w:w="91" w:type="dxa"/>
        <w:right w:w="91" w:type="dxa"/>
      </w:tblCellMar>
    </w:tblPr>
    <w:trPr>
      <w:cantSplit/>
    </w:trPr>
    <w:tcPr>
      <w:shd w:val="clear" w:color="auto" w:fill="D9D9D9"/>
    </w:tcPr>
  </w:style>
  <w:style w:type="paragraph" w:styleId="affa">
    <w:name w:val="Bibliography"/>
    <w:basedOn w:val="a1"/>
    <w:next w:val="a1"/>
    <w:uiPriority w:val="37"/>
    <w:semiHidden/>
    <w:rsid w:val="00597C44"/>
  </w:style>
  <w:style w:type="table" w:customStyle="1" w:styleId="110">
    <w:name w:val="无格式表格 11"/>
    <w:basedOn w:val="a3"/>
    <w:uiPriority w:val="41"/>
    <w:rsid w:val="00597C44"/>
    <w:pPr>
      <w:keepNext/>
      <w:keepLines/>
      <w:adjustRightInd w:val="0"/>
      <w:snapToGrid w:val="0"/>
      <w:spacing w:beforeLines="30" w:afterLines="30"/>
      <w:ind w:leftChars="50" w:left="50" w:rightChars="50" w:right="50"/>
      <w:textAlignment w:val="center"/>
    </w:pPr>
    <w:rPr>
      <w:rFonts w:ascii="Arial" w:eastAsia="微软雅黑" w:hAnsi="Arial"/>
      <w:color w:val="262626"/>
      <w:sz w:val="18"/>
      <w:szCs w:val="18"/>
    </w:rPr>
    <w:tblPr>
      <w:tblStyleRowBandSize w:val="1"/>
      <w:tblStyleColBandSize w:val="1"/>
      <w:tblInd w:w="65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cPr>
      <w:vAlign w:val="center"/>
    </w:tcPr>
    <w:tblStylePr w:type="firstRow">
      <w:pPr>
        <w:keepNext/>
        <w:widowControl/>
        <w:wordWrap/>
      </w:pPr>
      <w:rPr>
        <w:b/>
        <w:bCs/>
      </w:rPr>
      <w:tblPr/>
      <w:tcPr>
        <w:shd w:val="clear" w:color="auto" w:fill="F2F2F2"/>
      </w:tc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FFFFF"/>
      </w:tcPr>
    </w:tblStylePr>
    <w:tblStylePr w:type="band2Horz">
      <w:tblPr/>
      <w:tcPr>
        <w:shd w:val="clear" w:color="auto" w:fill="F2F2F2"/>
      </w:tcPr>
    </w:tblStylePr>
  </w:style>
  <w:style w:type="paragraph" w:customStyle="1" w:styleId="TerminalDisplay-2">
    <w:name w:val="Terminal Display-2级"/>
    <w:basedOn w:val="TerminalDisplay"/>
    <w:uiPriority w:val="10"/>
    <w:rsid w:val="00597C44"/>
    <w:pPr>
      <w:ind w:left="992"/>
    </w:pPr>
  </w:style>
  <w:style w:type="paragraph" w:styleId="affb">
    <w:name w:val="toa heading"/>
    <w:basedOn w:val="a1"/>
    <w:next w:val="a1"/>
    <w:uiPriority w:val="39"/>
    <w:semiHidden/>
    <w:rsid w:val="00597C44"/>
    <w:pPr>
      <w:spacing w:before="120"/>
      <w:jc w:val="center"/>
    </w:pPr>
    <w:rPr>
      <w:rFonts w:ascii="Cambria" w:hAnsi="Cambria"/>
      <w:spacing w:val="40"/>
      <w:sz w:val="32"/>
      <w:szCs w:val="24"/>
    </w:rPr>
  </w:style>
  <w:style w:type="paragraph" w:customStyle="1" w:styleId="affc">
    <w:name w:val="目录标题"/>
    <w:next w:val="Text-1"/>
    <w:uiPriority w:val="1"/>
    <w:rsid w:val="00597C44"/>
    <w:pPr>
      <w:adjustRightInd w:val="0"/>
      <w:snapToGrid w:val="0"/>
      <w:spacing w:before="240" w:after="120" w:line="480" w:lineRule="auto"/>
      <w:jc w:val="center"/>
    </w:pPr>
    <w:rPr>
      <w:rFonts w:ascii="Arial" w:eastAsia="微软雅黑" w:hAnsi="Arial"/>
      <w:b/>
      <w:noProof/>
      <w:color w:val="141414"/>
      <w:kern w:val="2"/>
      <w:sz w:val="32"/>
      <w:szCs w:val="21"/>
    </w:rPr>
  </w:style>
  <w:style w:type="character" w:customStyle="1" w:styleId="KeywordHyperlinks">
    <w:name w:val="Keyword Hyperlinks"/>
    <w:uiPriority w:val="2"/>
    <w:rsid w:val="00597C44"/>
    <w:rPr>
      <w:rFonts w:cs="Times New Roman"/>
      <w:b/>
      <w:noProof/>
      <w:color w:val="0000FF"/>
      <w:kern w:val="2"/>
      <w:sz w:val="18"/>
      <w:szCs w:val="21"/>
      <w:u w:val="single"/>
    </w:rPr>
  </w:style>
  <w:style w:type="paragraph" w:customStyle="1" w:styleId="SignTerminalDisplay">
    <w:name w:val="Sign Terminal Display"/>
    <w:link w:val="SignTerminalDisplayChar"/>
    <w:uiPriority w:val="14"/>
    <w:rsid w:val="00597C44"/>
    <w:pPr>
      <w:pBdr>
        <w:bottom w:val="single" w:sz="4" w:space="1" w:color="auto"/>
      </w:pBdr>
      <w:shd w:val="clear" w:color="auto" w:fill="D9D9D9"/>
      <w:adjustRightInd w:val="0"/>
      <w:snapToGrid w:val="0"/>
      <w:spacing w:line="300" w:lineRule="exact"/>
      <w:ind w:left="652" w:right="181"/>
    </w:pPr>
    <w:rPr>
      <w:rFonts w:ascii="Courier New" w:eastAsia="Courier New" w:hAnsi="Courier New"/>
      <w:noProof/>
      <w:color w:val="141414"/>
      <w:kern w:val="2"/>
      <w:sz w:val="18"/>
      <w:szCs w:val="21"/>
    </w:rPr>
  </w:style>
  <w:style w:type="character" w:customStyle="1" w:styleId="SignTerminalDisplayChar">
    <w:name w:val="Sign Terminal Display Char"/>
    <w:link w:val="SignTerminalDisplay"/>
    <w:uiPriority w:val="14"/>
    <w:rsid w:val="00597C44"/>
    <w:rPr>
      <w:rFonts w:ascii="Courier New" w:eastAsia="Courier New" w:hAnsi="Courier New"/>
      <w:noProof/>
      <w:color w:val="141414"/>
      <w:kern w:val="2"/>
      <w:sz w:val="18"/>
      <w:szCs w:val="21"/>
      <w:shd w:val="clear" w:color="auto" w:fill="D9D9D9"/>
    </w:rPr>
  </w:style>
  <w:style w:type="character" w:customStyle="1" w:styleId="MacroCode">
    <w:name w:val="Macro Code"/>
    <w:uiPriority w:val="2"/>
    <w:rsid w:val="00597C44"/>
    <w:rPr>
      <w:rFonts w:cs="Times New Roman"/>
      <w:noProof/>
      <w:color w:val="FF0000"/>
      <w:kern w:val="2"/>
      <w:sz w:val="18"/>
      <w:szCs w:val="21"/>
    </w:rPr>
  </w:style>
  <w:style w:type="paragraph" w:customStyle="1" w:styleId="affd">
    <w:name w:val="缩进样式"/>
    <w:next w:val="a1"/>
    <w:link w:val="Char0"/>
    <w:uiPriority w:val="99"/>
    <w:semiHidden/>
    <w:qFormat/>
    <w:rsid w:val="00597C44"/>
    <w:pPr>
      <w:widowControl w:val="0"/>
      <w:kinsoku w:val="0"/>
      <w:overflowPunct w:val="0"/>
      <w:autoSpaceDE w:val="0"/>
      <w:autoSpaceDN w:val="0"/>
      <w:adjustRightInd w:val="0"/>
      <w:snapToGrid w:val="0"/>
      <w:spacing w:beforeLines="30" w:before="30" w:afterLines="30" w:after="30"/>
      <w:ind w:leftChars="200" w:left="824" w:hanging="624"/>
    </w:pPr>
    <w:rPr>
      <w:rFonts w:ascii="Arial" w:eastAsia="微软雅黑" w:hAnsi="Arial"/>
      <w:bCs/>
      <w:color w:val="0D0D0D"/>
      <w:kern w:val="44"/>
      <w:sz w:val="18"/>
      <w:szCs w:val="44"/>
    </w:rPr>
  </w:style>
  <w:style w:type="character" w:customStyle="1" w:styleId="Char0">
    <w:name w:val="缩进样式 Char"/>
    <w:link w:val="affd"/>
    <w:uiPriority w:val="99"/>
    <w:semiHidden/>
    <w:rsid w:val="00597C44"/>
    <w:rPr>
      <w:rFonts w:ascii="Arial" w:eastAsia="微软雅黑" w:hAnsi="Arial"/>
      <w:bCs/>
      <w:color w:val="0D0D0D"/>
      <w:kern w:val="44"/>
      <w:sz w:val="18"/>
      <w:szCs w:val="44"/>
    </w:rPr>
  </w:style>
  <w:style w:type="paragraph" w:customStyle="1" w:styleId="TableTerminalDisplay">
    <w:name w:val="Table Terminal Display"/>
    <w:uiPriority w:val="9"/>
    <w:rsid w:val="00597C44"/>
    <w:pPr>
      <w:shd w:val="clear" w:color="auto" w:fill="D9D9D9"/>
      <w:adjustRightInd w:val="0"/>
      <w:snapToGrid w:val="0"/>
      <w:spacing w:line="300" w:lineRule="exact"/>
      <w:ind w:left="91" w:right="91"/>
      <w:textAlignment w:val="center"/>
    </w:pPr>
    <w:rPr>
      <w:rFonts w:ascii="Courier New" w:hAnsi="Courier New"/>
      <w:color w:val="262626"/>
      <w:kern w:val="2"/>
      <w:sz w:val="18"/>
      <w:szCs w:val="21"/>
    </w:rPr>
  </w:style>
  <w:style w:type="paragraph" w:customStyle="1" w:styleId="TableBlue">
    <w:name w:val="Table Blue"/>
    <w:uiPriority w:val="99"/>
    <w:semiHidden/>
    <w:rsid w:val="00597C44"/>
    <w:pPr>
      <w:adjustRightInd w:val="0"/>
      <w:snapToGrid w:val="0"/>
      <w:spacing w:before="93" w:after="93"/>
      <w:ind w:left="629" w:right="91"/>
    </w:pPr>
    <w:rPr>
      <w:rFonts w:ascii="Arial" w:eastAsia="微软雅黑" w:hAnsi="Arial"/>
      <w:color w:val="3366FF"/>
      <w:kern w:val="2"/>
      <w:sz w:val="18"/>
      <w:szCs w:val="21"/>
    </w:rPr>
  </w:style>
  <w:style w:type="paragraph" w:customStyle="1" w:styleId="SignInstruction-2">
    <w:name w:val="Sign Instruction-2级"/>
    <w:basedOn w:val="SignInstruction0"/>
    <w:next w:val="SignText-2"/>
    <w:uiPriority w:val="15"/>
    <w:rsid w:val="00C0711D"/>
    <w:pPr>
      <w:tabs>
        <w:tab w:val="clear" w:pos="1072"/>
        <w:tab w:val="num" w:pos="1412"/>
      </w:tabs>
      <w:ind w:left="1412"/>
    </w:pPr>
  </w:style>
  <w:style w:type="paragraph" w:customStyle="1" w:styleId="SignList-2">
    <w:name w:val="Sign List-2级"/>
    <w:uiPriority w:val="16"/>
    <w:rsid w:val="00597C44"/>
    <w:pPr>
      <w:numPr>
        <w:numId w:val="32"/>
      </w:numPr>
      <w:pBdr>
        <w:bottom w:val="single" w:sz="4" w:space="1" w:color="auto"/>
      </w:pBdr>
      <w:adjustRightInd w:val="0"/>
      <w:snapToGrid w:val="0"/>
      <w:spacing w:line="312" w:lineRule="auto"/>
      <w:ind w:right="181"/>
    </w:pPr>
    <w:rPr>
      <w:rFonts w:ascii="Arial" w:eastAsia="楷体" w:hAnsi="Arial"/>
      <w:color w:val="262626"/>
      <w:kern w:val="2"/>
      <w:sz w:val="18"/>
      <w:szCs w:val="21"/>
    </w:rPr>
  </w:style>
  <w:style w:type="paragraph" w:customStyle="1" w:styleId="SignNotice-2">
    <w:name w:val="Sign Notice-2级"/>
    <w:basedOn w:val="SignList"/>
    <w:next w:val="SignText-2"/>
    <w:uiPriority w:val="15"/>
    <w:rsid w:val="00C0711D"/>
    <w:pPr>
      <w:keepNext/>
      <w:keepLines/>
      <w:numPr>
        <w:numId w:val="0"/>
      </w:numPr>
      <w:pBdr>
        <w:top w:val="single" w:sz="4" w:space="2" w:color="262626"/>
        <w:bottom w:val="none" w:sz="0" w:space="0" w:color="auto"/>
      </w:pBdr>
      <w:tabs>
        <w:tab w:val="num" w:pos="1412"/>
      </w:tabs>
      <w:spacing w:before="36"/>
      <w:ind w:left="1412" w:hanging="420"/>
      <w:textAlignment w:val="center"/>
    </w:pPr>
  </w:style>
  <w:style w:type="paragraph" w:customStyle="1" w:styleId="SignSpec-2">
    <w:name w:val="Sign Spec-2级"/>
    <w:basedOn w:val="SignSpec"/>
    <w:next w:val="SignText-2"/>
    <w:uiPriority w:val="15"/>
    <w:rsid w:val="00597C44"/>
    <w:pPr>
      <w:numPr>
        <w:numId w:val="17"/>
      </w:numPr>
    </w:pPr>
  </w:style>
  <w:style w:type="paragraph" w:customStyle="1" w:styleId="SignTerminalDisplay-2">
    <w:name w:val="Sign Terminal Display-2级"/>
    <w:uiPriority w:val="18"/>
    <w:rsid w:val="00597C44"/>
    <w:pPr>
      <w:pBdr>
        <w:bottom w:val="single" w:sz="4" w:space="1" w:color="auto"/>
      </w:pBdr>
      <w:shd w:val="clear" w:color="auto" w:fill="D9D9D9"/>
      <w:adjustRightInd w:val="0"/>
      <w:snapToGrid w:val="0"/>
      <w:spacing w:line="300" w:lineRule="exact"/>
      <w:ind w:left="992" w:right="181"/>
    </w:pPr>
    <w:rPr>
      <w:rFonts w:ascii="Courier New" w:eastAsia="Courier New" w:hAnsi="Courier New"/>
      <w:noProof/>
      <w:color w:val="141414"/>
      <w:kern w:val="2"/>
      <w:szCs w:val="21"/>
    </w:rPr>
  </w:style>
  <w:style w:type="paragraph" w:customStyle="1" w:styleId="SignStep-2">
    <w:name w:val="Sign Step-2级"/>
    <w:next w:val="SignText-2"/>
    <w:uiPriority w:val="16"/>
    <w:rsid w:val="00597C44"/>
    <w:pPr>
      <w:numPr>
        <w:numId w:val="33"/>
      </w:numPr>
      <w:pBdr>
        <w:bottom w:val="single" w:sz="4" w:space="1" w:color="auto"/>
      </w:pBdr>
      <w:adjustRightInd w:val="0"/>
      <w:snapToGrid w:val="0"/>
      <w:spacing w:before="72" w:after="72" w:line="312" w:lineRule="auto"/>
      <w:ind w:right="181"/>
    </w:pPr>
    <w:rPr>
      <w:rFonts w:ascii="Arial" w:eastAsia="楷体" w:hAnsi="Arial"/>
      <w:color w:val="262626"/>
      <w:kern w:val="2"/>
      <w:sz w:val="18"/>
      <w:szCs w:val="21"/>
    </w:rPr>
  </w:style>
  <w:style w:type="paragraph" w:customStyle="1" w:styleId="SignText-2">
    <w:name w:val="Sign Text-2级"/>
    <w:uiPriority w:val="16"/>
    <w:rsid w:val="00597C44"/>
    <w:pPr>
      <w:pBdr>
        <w:bottom w:val="single" w:sz="4" w:space="1" w:color="auto"/>
      </w:pBdr>
      <w:adjustRightInd w:val="0"/>
      <w:snapToGrid w:val="0"/>
      <w:spacing w:before="72" w:after="72" w:line="360" w:lineRule="auto"/>
      <w:ind w:left="992" w:right="181"/>
    </w:pPr>
    <w:rPr>
      <w:rFonts w:ascii="Arial" w:eastAsia="楷体" w:hAnsi="Arial"/>
      <w:color w:val="262626"/>
      <w:kern w:val="2"/>
      <w:sz w:val="18"/>
      <w:szCs w:val="21"/>
    </w:rPr>
  </w:style>
  <w:style w:type="paragraph" w:customStyle="1" w:styleId="SignDanger">
    <w:name w:val="Sign Danger"/>
    <w:next w:val="SignDangerText"/>
    <w:uiPriority w:val="20"/>
    <w:qFormat/>
    <w:rsid w:val="00597C44"/>
    <w:pPr>
      <w:numPr>
        <w:numId w:val="34"/>
      </w:numPr>
      <w:shd w:val="clear" w:color="auto" w:fill="FFFFCC"/>
      <w:adjustRightInd w:val="0"/>
      <w:snapToGrid w:val="0"/>
      <w:spacing w:line="300" w:lineRule="exact"/>
      <w:ind w:right="181"/>
      <w:textAlignment w:val="center"/>
    </w:pPr>
    <w:rPr>
      <w:rFonts w:ascii="Arial" w:eastAsia="楷体" w:hAnsi="Arial"/>
      <w:b/>
      <w:iCs/>
      <w:color w:val="262626"/>
      <w:sz w:val="18"/>
      <w:szCs w:val="18"/>
    </w:rPr>
  </w:style>
  <w:style w:type="paragraph" w:customStyle="1" w:styleId="SignDangerList">
    <w:name w:val="Sign Danger List"/>
    <w:next w:val="Text-1"/>
    <w:uiPriority w:val="20"/>
    <w:rsid w:val="00597C44"/>
    <w:pPr>
      <w:numPr>
        <w:numId w:val="35"/>
      </w:numPr>
      <w:shd w:val="clear" w:color="auto" w:fill="FFFFCC"/>
      <w:adjustRightInd w:val="0"/>
      <w:snapToGrid w:val="0"/>
      <w:spacing w:line="300" w:lineRule="exact"/>
      <w:ind w:right="181"/>
      <w:textAlignment w:val="center"/>
    </w:pPr>
    <w:rPr>
      <w:rFonts w:ascii="Arial" w:eastAsia="微软雅黑" w:hAnsi="Arial"/>
      <w:color w:val="262626"/>
      <w:kern w:val="2"/>
      <w:sz w:val="18"/>
      <w:szCs w:val="21"/>
    </w:rPr>
  </w:style>
  <w:style w:type="paragraph" w:customStyle="1" w:styleId="SignDangerStep">
    <w:name w:val="Sign Danger Step"/>
    <w:next w:val="Text-1"/>
    <w:uiPriority w:val="20"/>
    <w:rsid w:val="00597C44"/>
    <w:pPr>
      <w:numPr>
        <w:numId w:val="36"/>
      </w:numPr>
      <w:shd w:val="clear" w:color="auto" w:fill="FFFFCC"/>
      <w:adjustRightInd w:val="0"/>
      <w:snapToGrid w:val="0"/>
      <w:spacing w:line="300" w:lineRule="exact"/>
      <w:ind w:right="181"/>
      <w:textAlignment w:val="center"/>
    </w:pPr>
    <w:rPr>
      <w:rFonts w:ascii="Arial" w:eastAsia="微软雅黑" w:hAnsi="Arial"/>
      <w:color w:val="262626"/>
      <w:kern w:val="2"/>
      <w:sz w:val="18"/>
      <w:szCs w:val="21"/>
    </w:rPr>
  </w:style>
  <w:style w:type="paragraph" w:customStyle="1" w:styleId="SignDangerText">
    <w:name w:val="Sign Danger Text"/>
    <w:uiPriority w:val="20"/>
    <w:rsid w:val="00597C44"/>
    <w:pPr>
      <w:shd w:val="clear" w:color="auto" w:fill="FFFFCC"/>
      <w:adjustRightInd w:val="0"/>
      <w:snapToGrid w:val="0"/>
      <w:spacing w:line="300" w:lineRule="exact"/>
      <w:ind w:left="652" w:right="181"/>
      <w:textAlignment w:val="center"/>
    </w:pPr>
    <w:rPr>
      <w:rFonts w:ascii="Arial" w:eastAsia="微软雅黑" w:hAnsi="Arial"/>
      <w:color w:val="262626"/>
      <w:kern w:val="2"/>
      <w:sz w:val="18"/>
      <w:szCs w:val="21"/>
    </w:rPr>
  </w:style>
  <w:style w:type="paragraph" w:customStyle="1" w:styleId="TableText-2">
    <w:name w:val="Table Text-2级"/>
    <w:basedOn w:val="TableText0"/>
    <w:uiPriority w:val="8"/>
    <w:rsid w:val="00597C44"/>
    <w:pPr>
      <w:widowControl w:val="0"/>
      <w:ind w:left="397"/>
    </w:pPr>
  </w:style>
  <w:style w:type="paragraph" w:customStyle="1" w:styleId="SignTextNoLine">
    <w:name w:val="Sign Text（No Line）"/>
    <w:uiPriority w:val="13"/>
    <w:rsid w:val="00597C44"/>
    <w:pPr>
      <w:adjustRightInd w:val="0"/>
      <w:snapToGrid w:val="0"/>
      <w:spacing w:before="72" w:after="72" w:line="360" w:lineRule="auto"/>
      <w:ind w:left="652" w:right="181"/>
    </w:pPr>
    <w:rPr>
      <w:rFonts w:ascii="Arial" w:eastAsia="微软雅黑" w:hAnsi="Arial"/>
      <w:color w:val="262626"/>
      <w:kern w:val="2"/>
      <w:sz w:val="18"/>
      <w:szCs w:val="21"/>
    </w:rPr>
  </w:style>
  <w:style w:type="paragraph" w:customStyle="1" w:styleId="SignInstruction1">
    <w:name w:val="样式 Sign Instruction + 加粗"/>
    <w:basedOn w:val="SignInstruction0"/>
    <w:rsid w:val="00892656"/>
    <w:rPr>
      <w:b/>
      <w:bCs/>
    </w:rPr>
  </w:style>
  <w:style w:type="character" w:customStyle="1" w:styleId="HTML0">
    <w:name w:val="HTML 预设格式 字符"/>
    <w:link w:val="HTML"/>
    <w:uiPriority w:val="99"/>
    <w:semiHidden/>
    <w:rsid w:val="00F6261E"/>
    <w:rPr>
      <w:rFonts w:ascii="Courier New" w:eastAsia="微软雅黑" w:hAnsi="Courier New"/>
      <w:color w:val="262626"/>
    </w:rPr>
  </w:style>
  <w:style w:type="paragraph" w:customStyle="1" w:styleId="SignNote">
    <w:name w:val="Sign Note"/>
    <w:next w:val="SignText"/>
    <w:uiPriority w:val="11"/>
    <w:qFormat/>
    <w:rsid w:val="00597C44"/>
    <w:pPr>
      <w:keepNext/>
      <w:keepLines/>
      <w:numPr>
        <w:numId w:val="16"/>
      </w:numPr>
      <w:pBdr>
        <w:top w:val="single" w:sz="4" w:space="3" w:color="262626"/>
      </w:pBdr>
      <w:autoSpaceDE w:val="0"/>
      <w:autoSpaceDN w:val="0"/>
      <w:adjustRightInd w:val="0"/>
      <w:snapToGrid w:val="0"/>
      <w:spacing w:before="36" w:line="360" w:lineRule="auto"/>
      <w:ind w:right="181"/>
      <w:textAlignment w:val="center"/>
    </w:pPr>
    <w:rPr>
      <w:rFonts w:ascii="Arial" w:eastAsia="楷体" w:hAnsi="Arial"/>
      <w:b/>
      <w:color w:val="262626"/>
      <w:kern w:val="2"/>
      <w:sz w:val="18"/>
      <w:szCs w:val="21"/>
    </w:rPr>
  </w:style>
  <w:style w:type="paragraph" w:customStyle="1" w:styleId="SignCaution">
    <w:name w:val="Sign Caution"/>
    <w:next w:val="SignText"/>
    <w:uiPriority w:val="11"/>
    <w:qFormat/>
    <w:rsid w:val="00597C44"/>
    <w:pPr>
      <w:keepNext/>
      <w:keepLines/>
      <w:numPr>
        <w:numId w:val="18"/>
      </w:numPr>
      <w:pBdr>
        <w:top w:val="single" w:sz="4" w:space="3" w:color="262626"/>
      </w:pBdr>
      <w:autoSpaceDE w:val="0"/>
      <w:autoSpaceDN w:val="0"/>
      <w:adjustRightInd w:val="0"/>
      <w:snapToGrid w:val="0"/>
      <w:spacing w:before="36" w:line="360" w:lineRule="auto"/>
      <w:ind w:right="181"/>
      <w:textAlignment w:val="center"/>
    </w:pPr>
    <w:rPr>
      <w:rFonts w:ascii="Arial" w:eastAsia="楷体" w:hAnsi="Arial"/>
      <w:b/>
      <w:color w:val="262626"/>
      <w:kern w:val="2"/>
      <w:sz w:val="18"/>
      <w:szCs w:val="21"/>
    </w:rPr>
  </w:style>
  <w:style w:type="paragraph" w:customStyle="1" w:styleId="SignNote-2">
    <w:name w:val="Sign Note-2级"/>
    <w:basedOn w:val="SignNote"/>
    <w:next w:val="SignText-2"/>
    <w:uiPriority w:val="15"/>
    <w:rsid w:val="00597C44"/>
    <w:pPr>
      <w:numPr>
        <w:numId w:val="37"/>
      </w:numPr>
    </w:pPr>
  </w:style>
  <w:style w:type="paragraph" w:customStyle="1" w:styleId="SignCaution-2">
    <w:name w:val="Sign Caution-2级"/>
    <w:basedOn w:val="SignCaution"/>
    <w:next w:val="SignText-2"/>
    <w:uiPriority w:val="15"/>
    <w:rsid w:val="00597C44"/>
    <w:pPr>
      <w:numPr>
        <w:numId w:val="38"/>
      </w:numPr>
      <w:pBdr>
        <w:top w:val="single" w:sz="4" w:space="2" w:color="262626"/>
      </w:pBdr>
    </w:pPr>
  </w:style>
  <w:style w:type="paragraph" w:customStyle="1" w:styleId="--0">
    <w:name w:val="-备注-支持"/>
    <w:uiPriority w:val="19"/>
    <w:semiHidden/>
    <w:locked/>
    <w:rsid w:val="00597C44"/>
    <w:pPr>
      <w:keepNext/>
      <w:numPr>
        <w:numId w:val="3"/>
      </w:numPr>
      <w:pBdr>
        <w:top w:val="dotted" w:sz="4" w:space="1" w:color="999999"/>
        <w:bottom w:val="dotted" w:sz="4" w:space="1" w:color="999999"/>
      </w:pBdr>
      <w:adjustRightInd w:val="0"/>
      <w:snapToGrid w:val="0"/>
      <w:spacing w:beforeLines="30" w:afterLines="30"/>
      <w:ind w:leftChars="200" w:left="200"/>
      <w:textAlignment w:val="center"/>
    </w:pPr>
    <w:rPr>
      <w:rFonts w:ascii="Arial" w:eastAsia="楷体_GB2312" w:hAnsi="Arial"/>
      <w:color w:val="3366FF"/>
      <w:sz w:val="18"/>
      <w:szCs w:val="18"/>
    </w:rPr>
  </w:style>
  <w:style w:type="paragraph" w:customStyle="1" w:styleId="a0">
    <w:name w:val="扉页序号"/>
    <w:uiPriority w:val="99"/>
    <w:rsid w:val="00597C44"/>
    <w:pPr>
      <w:numPr>
        <w:numId w:val="44"/>
      </w:numPr>
      <w:autoSpaceDE w:val="0"/>
      <w:autoSpaceDN w:val="0"/>
      <w:adjustRightInd w:val="0"/>
      <w:snapToGrid w:val="0"/>
      <w:spacing w:before="240" w:after="120" w:line="312" w:lineRule="auto"/>
      <w:textAlignment w:val="center"/>
    </w:pPr>
    <w:rPr>
      <w:rFonts w:ascii="Arial" w:eastAsia="微软雅黑" w:hAnsi="Arial"/>
      <w:iCs/>
      <w:color w:val="262626"/>
      <w:kern w:val="2"/>
      <w:sz w:val="21"/>
      <w:szCs w:val="21"/>
    </w:rPr>
  </w:style>
  <w:style w:type="paragraph" w:customStyle="1" w:styleId="affe">
    <w:name w:val="扉页横线"/>
    <w:basedOn w:val="a1"/>
    <w:uiPriority w:val="99"/>
    <w:rsid w:val="00597C44"/>
    <w:pPr>
      <w:pBdr>
        <w:bottom w:val="single" w:sz="18" w:space="1" w:color="000000"/>
      </w:pBdr>
      <w:spacing w:beforeLines="0" w:before="72" w:afterLines="0" w:after="72" w:line="312" w:lineRule="auto"/>
      <w:ind w:leftChars="0" w:left="0" w:right="181"/>
      <w:jc w:val="right"/>
      <w:textAlignment w:val="baseline"/>
    </w:pPr>
    <w:rPr>
      <w:rFonts w:eastAsia="Arial"/>
      <w:b/>
      <w:kern w:val="2"/>
      <w:sz w:val="10"/>
      <w:szCs w:val="44"/>
    </w:rPr>
  </w:style>
  <w:style w:type="paragraph" w:customStyle="1" w:styleId="afff">
    <w:name w:val="扉页标题"/>
    <w:uiPriority w:val="99"/>
    <w:rsid w:val="00597C44"/>
    <w:pPr>
      <w:adjustRightInd w:val="0"/>
      <w:snapToGrid w:val="0"/>
      <w:spacing w:before="240" w:after="240"/>
      <w:jc w:val="right"/>
      <w:textAlignment w:val="center"/>
    </w:pPr>
    <w:rPr>
      <w:rFonts w:ascii="Arial" w:eastAsia="微软雅黑" w:hAnsi="Arial"/>
      <w:b/>
      <w:color w:val="262626"/>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63946">
      <w:bodyDiv w:val="1"/>
      <w:marLeft w:val="0"/>
      <w:marRight w:val="0"/>
      <w:marTop w:val="0"/>
      <w:marBottom w:val="0"/>
      <w:divBdr>
        <w:top w:val="none" w:sz="0" w:space="0" w:color="auto"/>
        <w:left w:val="none" w:sz="0" w:space="0" w:color="auto"/>
        <w:bottom w:val="none" w:sz="0" w:space="0" w:color="auto"/>
        <w:right w:val="none" w:sz="0" w:space="0" w:color="auto"/>
      </w:divBdr>
      <w:divsChild>
        <w:div w:id="732002813">
          <w:marLeft w:val="0"/>
          <w:marRight w:val="0"/>
          <w:marTop w:val="0"/>
          <w:marBottom w:val="0"/>
          <w:divBdr>
            <w:top w:val="none" w:sz="0" w:space="0" w:color="auto"/>
            <w:left w:val="none" w:sz="0" w:space="0" w:color="auto"/>
            <w:bottom w:val="none" w:sz="0" w:space="0" w:color="auto"/>
            <w:right w:val="none" w:sz="0" w:space="0" w:color="auto"/>
          </w:divBdr>
        </w:div>
      </w:divsChild>
    </w:div>
    <w:div w:id="89550051">
      <w:bodyDiv w:val="1"/>
      <w:marLeft w:val="0"/>
      <w:marRight w:val="0"/>
      <w:marTop w:val="0"/>
      <w:marBottom w:val="0"/>
      <w:divBdr>
        <w:top w:val="none" w:sz="0" w:space="0" w:color="auto"/>
        <w:left w:val="none" w:sz="0" w:space="0" w:color="auto"/>
        <w:bottom w:val="none" w:sz="0" w:space="0" w:color="auto"/>
        <w:right w:val="none" w:sz="0" w:space="0" w:color="auto"/>
      </w:divBdr>
      <w:divsChild>
        <w:div w:id="1067218936">
          <w:marLeft w:val="0"/>
          <w:marRight w:val="0"/>
          <w:marTop w:val="0"/>
          <w:marBottom w:val="0"/>
          <w:divBdr>
            <w:top w:val="none" w:sz="0" w:space="0" w:color="auto"/>
            <w:left w:val="none" w:sz="0" w:space="0" w:color="auto"/>
            <w:bottom w:val="none" w:sz="0" w:space="0" w:color="auto"/>
            <w:right w:val="none" w:sz="0" w:space="0" w:color="auto"/>
          </w:divBdr>
        </w:div>
      </w:divsChild>
    </w:div>
    <w:div w:id="95710177">
      <w:bodyDiv w:val="1"/>
      <w:marLeft w:val="0"/>
      <w:marRight w:val="0"/>
      <w:marTop w:val="0"/>
      <w:marBottom w:val="0"/>
      <w:divBdr>
        <w:top w:val="none" w:sz="0" w:space="0" w:color="auto"/>
        <w:left w:val="none" w:sz="0" w:space="0" w:color="auto"/>
        <w:bottom w:val="none" w:sz="0" w:space="0" w:color="auto"/>
        <w:right w:val="none" w:sz="0" w:space="0" w:color="auto"/>
      </w:divBdr>
    </w:div>
    <w:div w:id="101852029">
      <w:bodyDiv w:val="1"/>
      <w:marLeft w:val="0"/>
      <w:marRight w:val="0"/>
      <w:marTop w:val="0"/>
      <w:marBottom w:val="0"/>
      <w:divBdr>
        <w:top w:val="none" w:sz="0" w:space="0" w:color="auto"/>
        <w:left w:val="none" w:sz="0" w:space="0" w:color="auto"/>
        <w:bottom w:val="none" w:sz="0" w:space="0" w:color="auto"/>
        <w:right w:val="none" w:sz="0" w:space="0" w:color="auto"/>
      </w:divBdr>
      <w:divsChild>
        <w:div w:id="974486944">
          <w:marLeft w:val="0"/>
          <w:marRight w:val="0"/>
          <w:marTop w:val="0"/>
          <w:marBottom w:val="0"/>
          <w:divBdr>
            <w:top w:val="none" w:sz="0" w:space="0" w:color="auto"/>
            <w:left w:val="none" w:sz="0" w:space="0" w:color="auto"/>
            <w:bottom w:val="none" w:sz="0" w:space="0" w:color="auto"/>
            <w:right w:val="none" w:sz="0" w:space="0" w:color="auto"/>
          </w:divBdr>
        </w:div>
      </w:divsChild>
    </w:div>
    <w:div w:id="206991056">
      <w:bodyDiv w:val="1"/>
      <w:marLeft w:val="0"/>
      <w:marRight w:val="0"/>
      <w:marTop w:val="0"/>
      <w:marBottom w:val="0"/>
      <w:divBdr>
        <w:top w:val="none" w:sz="0" w:space="0" w:color="auto"/>
        <w:left w:val="none" w:sz="0" w:space="0" w:color="auto"/>
        <w:bottom w:val="none" w:sz="0" w:space="0" w:color="auto"/>
        <w:right w:val="none" w:sz="0" w:space="0" w:color="auto"/>
      </w:divBdr>
    </w:div>
    <w:div w:id="248344769">
      <w:bodyDiv w:val="1"/>
      <w:marLeft w:val="0"/>
      <w:marRight w:val="0"/>
      <w:marTop w:val="0"/>
      <w:marBottom w:val="0"/>
      <w:divBdr>
        <w:top w:val="none" w:sz="0" w:space="0" w:color="auto"/>
        <w:left w:val="none" w:sz="0" w:space="0" w:color="auto"/>
        <w:bottom w:val="none" w:sz="0" w:space="0" w:color="auto"/>
        <w:right w:val="none" w:sz="0" w:space="0" w:color="auto"/>
      </w:divBdr>
    </w:div>
    <w:div w:id="255754164">
      <w:bodyDiv w:val="1"/>
      <w:marLeft w:val="0"/>
      <w:marRight w:val="0"/>
      <w:marTop w:val="0"/>
      <w:marBottom w:val="0"/>
      <w:divBdr>
        <w:top w:val="none" w:sz="0" w:space="0" w:color="auto"/>
        <w:left w:val="none" w:sz="0" w:space="0" w:color="auto"/>
        <w:bottom w:val="none" w:sz="0" w:space="0" w:color="auto"/>
        <w:right w:val="none" w:sz="0" w:space="0" w:color="auto"/>
      </w:divBdr>
    </w:div>
    <w:div w:id="260453651">
      <w:bodyDiv w:val="1"/>
      <w:marLeft w:val="0"/>
      <w:marRight w:val="0"/>
      <w:marTop w:val="0"/>
      <w:marBottom w:val="0"/>
      <w:divBdr>
        <w:top w:val="none" w:sz="0" w:space="0" w:color="auto"/>
        <w:left w:val="none" w:sz="0" w:space="0" w:color="auto"/>
        <w:bottom w:val="none" w:sz="0" w:space="0" w:color="auto"/>
        <w:right w:val="none" w:sz="0" w:space="0" w:color="auto"/>
      </w:divBdr>
    </w:div>
    <w:div w:id="317732040">
      <w:bodyDiv w:val="1"/>
      <w:marLeft w:val="0"/>
      <w:marRight w:val="0"/>
      <w:marTop w:val="0"/>
      <w:marBottom w:val="0"/>
      <w:divBdr>
        <w:top w:val="none" w:sz="0" w:space="0" w:color="auto"/>
        <w:left w:val="none" w:sz="0" w:space="0" w:color="auto"/>
        <w:bottom w:val="none" w:sz="0" w:space="0" w:color="auto"/>
        <w:right w:val="none" w:sz="0" w:space="0" w:color="auto"/>
      </w:divBdr>
    </w:div>
    <w:div w:id="418142573">
      <w:bodyDiv w:val="1"/>
      <w:marLeft w:val="0"/>
      <w:marRight w:val="0"/>
      <w:marTop w:val="0"/>
      <w:marBottom w:val="0"/>
      <w:divBdr>
        <w:top w:val="none" w:sz="0" w:space="0" w:color="auto"/>
        <w:left w:val="none" w:sz="0" w:space="0" w:color="auto"/>
        <w:bottom w:val="none" w:sz="0" w:space="0" w:color="auto"/>
        <w:right w:val="none" w:sz="0" w:space="0" w:color="auto"/>
      </w:divBdr>
    </w:div>
    <w:div w:id="586839968">
      <w:bodyDiv w:val="1"/>
      <w:marLeft w:val="0"/>
      <w:marRight w:val="0"/>
      <w:marTop w:val="0"/>
      <w:marBottom w:val="0"/>
      <w:divBdr>
        <w:top w:val="none" w:sz="0" w:space="0" w:color="auto"/>
        <w:left w:val="none" w:sz="0" w:space="0" w:color="auto"/>
        <w:bottom w:val="none" w:sz="0" w:space="0" w:color="auto"/>
        <w:right w:val="none" w:sz="0" w:space="0" w:color="auto"/>
      </w:divBdr>
    </w:div>
    <w:div w:id="677387678">
      <w:bodyDiv w:val="1"/>
      <w:marLeft w:val="0"/>
      <w:marRight w:val="0"/>
      <w:marTop w:val="0"/>
      <w:marBottom w:val="0"/>
      <w:divBdr>
        <w:top w:val="none" w:sz="0" w:space="0" w:color="auto"/>
        <w:left w:val="none" w:sz="0" w:space="0" w:color="auto"/>
        <w:bottom w:val="none" w:sz="0" w:space="0" w:color="auto"/>
        <w:right w:val="none" w:sz="0" w:space="0" w:color="auto"/>
      </w:divBdr>
    </w:div>
    <w:div w:id="728765037">
      <w:bodyDiv w:val="1"/>
      <w:marLeft w:val="0"/>
      <w:marRight w:val="0"/>
      <w:marTop w:val="0"/>
      <w:marBottom w:val="0"/>
      <w:divBdr>
        <w:top w:val="none" w:sz="0" w:space="0" w:color="auto"/>
        <w:left w:val="none" w:sz="0" w:space="0" w:color="auto"/>
        <w:bottom w:val="none" w:sz="0" w:space="0" w:color="auto"/>
        <w:right w:val="none" w:sz="0" w:space="0" w:color="auto"/>
      </w:divBdr>
    </w:div>
    <w:div w:id="755631011">
      <w:bodyDiv w:val="1"/>
      <w:marLeft w:val="0"/>
      <w:marRight w:val="0"/>
      <w:marTop w:val="0"/>
      <w:marBottom w:val="0"/>
      <w:divBdr>
        <w:top w:val="none" w:sz="0" w:space="0" w:color="auto"/>
        <w:left w:val="none" w:sz="0" w:space="0" w:color="auto"/>
        <w:bottom w:val="none" w:sz="0" w:space="0" w:color="auto"/>
        <w:right w:val="none" w:sz="0" w:space="0" w:color="auto"/>
      </w:divBdr>
    </w:div>
    <w:div w:id="786847428">
      <w:bodyDiv w:val="1"/>
      <w:marLeft w:val="0"/>
      <w:marRight w:val="0"/>
      <w:marTop w:val="0"/>
      <w:marBottom w:val="0"/>
      <w:divBdr>
        <w:top w:val="none" w:sz="0" w:space="0" w:color="auto"/>
        <w:left w:val="none" w:sz="0" w:space="0" w:color="auto"/>
        <w:bottom w:val="none" w:sz="0" w:space="0" w:color="auto"/>
        <w:right w:val="none" w:sz="0" w:space="0" w:color="auto"/>
      </w:divBdr>
    </w:div>
    <w:div w:id="842664092">
      <w:bodyDiv w:val="1"/>
      <w:marLeft w:val="0"/>
      <w:marRight w:val="0"/>
      <w:marTop w:val="0"/>
      <w:marBottom w:val="0"/>
      <w:divBdr>
        <w:top w:val="none" w:sz="0" w:space="0" w:color="auto"/>
        <w:left w:val="none" w:sz="0" w:space="0" w:color="auto"/>
        <w:bottom w:val="none" w:sz="0" w:space="0" w:color="auto"/>
        <w:right w:val="none" w:sz="0" w:space="0" w:color="auto"/>
      </w:divBdr>
    </w:div>
    <w:div w:id="878511371">
      <w:bodyDiv w:val="1"/>
      <w:marLeft w:val="0"/>
      <w:marRight w:val="0"/>
      <w:marTop w:val="0"/>
      <w:marBottom w:val="0"/>
      <w:divBdr>
        <w:top w:val="none" w:sz="0" w:space="0" w:color="auto"/>
        <w:left w:val="none" w:sz="0" w:space="0" w:color="auto"/>
        <w:bottom w:val="none" w:sz="0" w:space="0" w:color="auto"/>
        <w:right w:val="none" w:sz="0" w:space="0" w:color="auto"/>
      </w:divBdr>
    </w:div>
    <w:div w:id="935749579">
      <w:bodyDiv w:val="1"/>
      <w:marLeft w:val="0"/>
      <w:marRight w:val="0"/>
      <w:marTop w:val="0"/>
      <w:marBottom w:val="0"/>
      <w:divBdr>
        <w:top w:val="none" w:sz="0" w:space="0" w:color="auto"/>
        <w:left w:val="none" w:sz="0" w:space="0" w:color="auto"/>
        <w:bottom w:val="none" w:sz="0" w:space="0" w:color="auto"/>
        <w:right w:val="none" w:sz="0" w:space="0" w:color="auto"/>
      </w:divBdr>
    </w:div>
    <w:div w:id="965235367">
      <w:bodyDiv w:val="1"/>
      <w:marLeft w:val="0"/>
      <w:marRight w:val="0"/>
      <w:marTop w:val="0"/>
      <w:marBottom w:val="0"/>
      <w:divBdr>
        <w:top w:val="none" w:sz="0" w:space="0" w:color="auto"/>
        <w:left w:val="none" w:sz="0" w:space="0" w:color="auto"/>
        <w:bottom w:val="none" w:sz="0" w:space="0" w:color="auto"/>
        <w:right w:val="none" w:sz="0" w:space="0" w:color="auto"/>
      </w:divBdr>
    </w:div>
    <w:div w:id="972097627">
      <w:bodyDiv w:val="1"/>
      <w:marLeft w:val="0"/>
      <w:marRight w:val="0"/>
      <w:marTop w:val="0"/>
      <w:marBottom w:val="0"/>
      <w:divBdr>
        <w:top w:val="none" w:sz="0" w:space="0" w:color="auto"/>
        <w:left w:val="none" w:sz="0" w:space="0" w:color="auto"/>
        <w:bottom w:val="none" w:sz="0" w:space="0" w:color="auto"/>
        <w:right w:val="none" w:sz="0" w:space="0" w:color="auto"/>
      </w:divBdr>
    </w:div>
    <w:div w:id="1084297952">
      <w:bodyDiv w:val="1"/>
      <w:marLeft w:val="0"/>
      <w:marRight w:val="0"/>
      <w:marTop w:val="0"/>
      <w:marBottom w:val="0"/>
      <w:divBdr>
        <w:top w:val="none" w:sz="0" w:space="0" w:color="auto"/>
        <w:left w:val="none" w:sz="0" w:space="0" w:color="auto"/>
        <w:bottom w:val="none" w:sz="0" w:space="0" w:color="auto"/>
        <w:right w:val="none" w:sz="0" w:space="0" w:color="auto"/>
      </w:divBdr>
      <w:divsChild>
        <w:div w:id="294336644">
          <w:marLeft w:val="0"/>
          <w:marRight w:val="0"/>
          <w:marTop w:val="0"/>
          <w:marBottom w:val="0"/>
          <w:divBdr>
            <w:top w:val="none" w:sz="0" w:space="0" w:color="auto"/>
            <w:left w:val="none" w:sz="0" w:space="0" w:color="auto"/>
            <w:bottom w:val="none" w:sz="0" w:space="0" w:color="auto"/>
            <w:right w:val="none" w:sz="0" w:space="0" w:color="auto"/>
          </w:divBdr>
        </w:div>
      </w:divsChild>
    </w:div>
    <w:div w:id="1124467204">
      <w:bodyDiv w:val="1"/>
      <w:marLeft w:val="0"/>
      <w:marRight w:val="0"/>
      <w:marTop w:val="0"/>
      <w:marBottom w:val="0"/>
      <w:divBdr>
        <w:top w:val="none" w:sz="0" w:space="0" w:color="auto"/>
        <w:left w:val="none" w:sz="0" w:space="0" w:color="auto"/>
        <w:bottom w:val="none" w:sz="0" w:space="0" w:color="auto"/>
        <w:right w:val="none" w:sz="0" w:space="0" w:color="auto"/>
      </w:divBdr>
    </w:div>
    <w:div w:id="1127041147">
      <w:bodyDiv w:val="1"/>
      <w:marLeft w:val="0"/>
      <w:marRight w:val="0"/>
      <w:marTop w:val="0"/>
      <w:marBottom w:val="0"/>
      <w:divBdr>
        <w:top w:val="none" w:sz="0" w:space="0" w:color="auto"/>
        <w:left w:val="none" w:sz="0" w:space="0" w:color="auto"/>
        <w:bottom w:val="none" w:sz="0" w:space="0" w:color="auto"/>
        <w:right w:val="none" w:sz="0" w:space="0" w:color="auto"/>
      </w:divBdr>
      <w:divsChild>
        <w:div w:id="1913657844">
          <w:marLeft w:val="0"/>
          <w:marRight w:val="0"/>
          <w:marTop w:val="0"/>
          <w:marBottom w:val="0"/>
          <w:divBdr>
            <w:top w:val="none" w:sz="0" w:space="0" w:color="auto"/>
            <w:left w:val="none" w:sz="0" w:space="0" w:color="auto"/>
            <w:bottom w:val="none" w:sz="0" w:space="0" w:color="auto"/>
            <w:right w:val="none" w:sz="0" w:space="0" w:color="auto"/>
          </w:divBdr>
        </w:div>
      </w:divsChild>
    </w:div>
    <w:div w:id="1133794564">
      <w:bodyDiv w:val="1"/>
      <w:marLeft w:val="0"/>
      <w:marRight w:val="0"/>
      <w:marTop w:val="0"/>
      <w:marBottom w:val="0"/>
      <w:divBdr>
        <w:top w:val="none" w:sz="0" w:space="0" w:color="auto"/>
        <w:left w:val="none" w:sz="0" w:space="0" w:color="auto"/>
        <w:bottom w:val="none" w:sz="0" w:space="0" w:color="auto"/>
        <w:right w:val="none" w:sz="0" w:space="0" w:color="auto"/>
      </w:divBdr>
    </w:div>
    <w:div w:id="1241019185">
      <w:bodyDiv w:val="1"/>
      <w:marLeft w:val="0"/>
      <w:marRight w:val="0"/>
      <w:marTop w:val="0"/>
      <w:marBottom w:val="0"/>
      <w:divBdr>
        <w:top w:val="none" w:sz="0" w:space="0" w:color="auto"/>
        <w:left w:val="none" w:sz="0" w:space="0" w:color="auto"/>
        <w:bottom w:val="none" w:sz="0" w:space="0" w:color="auto"/>
        <w:right w:val="none" w:sz="0" w:space="0" w:color="auto"/>
      </w:divBdr>
      <w:divsChild>
        <w:div w:id="1995527232">
          <w:marLeft w:val="0"/>
          <w:marRight w:val="0"/>
          <w:marTop w:val="0"/>
          <w:marBottom w:val="0"/>
          <w:divBdr>
            <w:top w:val="none" w:sz="0" w:space="0" w:color="auto"/>
            <w:left w:val="none" w:sz="0" w:space="0" w:color="auto"/>
            <w:bottom w:val="none" w:sz="0" w:space="0" w:color="auto"/>
            <w:right w:val="none" w:sz="0" w:space="0" w:color="auto"/>
          </w:divBdr>
        </w:div>
      </w:divsChild>
    </w:div>
    <w:div w:id="1253078435">
      <w:bodyDiv w:val="1"/>
      <w:marLeft w:val="0"/>
      <w:marRight w:val="0"/>
      <w:marTop w:val="0"/>
      <w:marBottom w:val="0"/>
      <w:divBdr>
        <w:top w:val="none" w:sz="0" w:space="0" w:color="auto"/>
        <w:left w:val="none" w:sz="0" w:space="0" w:color="auto"/>
        <w:bottom w:val="none" w:sz="0" w:space="0" w:color="auto"/>
        <w:right w:val="none" w:sz="0" w:space="0" w:color="auto"/>
      </w:divBdr>
      <w:divsChild>
        <w:div w:id="630982185">
          <w:marLeft w:val="0"/>
          <w:marRight w:val="0"/>
          <w:marTop w:val="0"/>
          <w:marBottom w:val="0"/>
          <w:divBdr>
            <w:top w:val="none" w:sz="0" w:space="0" w:color="auto"/>
            <w:left w:val="none" w:sz="0" w:space="0" w:color="auto"/>
            <w:bottom w:val="none" w:sz="0" w:space="0" w:color="auto"/>
            <w:right w:val="none" w:sz="0" w:space="0" w:color="auto"/>
          </w:divBdr>
        </w:div>
      </w:divsChild>
    </w:div>
    <w:div w:id="1260409234">
      <w:bodyDiv w:val="1"/>
      <w:marLeft w:val="0"/>
      <w:marRight w:val="0"/>
      <w:marTop w:val="0"/>
      <w:marBottom w:val="0"/>
      <w:divBdr>
        <w:top w:val="none" w:sz="0" w:space="0" w:color="auto"/>
        <w:left w:val="none" w:sz="0" w:space="0" w:color="auto"/>
        <w:bottom w:val="none" w:sz="0" w:space="0" w:color="auto"/>
        <w:right w:val="none" w:sz="0" w:space="0" w:color="auto"/>
      </w:divBdr>
      <w:divsChild>
        <w:div w:id="1124352343">
          <w:marLeft w:val="0"/>
          <w:marRight w:val="0"/>
          <w:marTop w:val="0"/>
          <w:marBottom w:val="0"/>
          <w:divBdr>
            <w:top w:val="none" w:sz="0" w:space="0" w:color="auto"/>
            <w:left w:val="none" w:sz="0" w:space="0" w:color="auto"/>
            <w:bottom w:val="none" w:sz="0" w:space="0" w:color="auto"/>
            <w:right w:val="none" w:sz="0" w:space="0" w:color="auto"/>
          </w:divBdr>
        </w:div>
      </w:divsChild>
    </w:div>
    <w:div w:id="1280339809">
      <w:bodyDiv w:val="1"/>
      <w:marLeft w:val="0"/>
      <w:marRight w:val="0"/>
      <w:marTop w:val="0"/>
      <w:marBottom w:val="0"/>
      <w:divBdr>
        <w:top w:val="none" w:sz="0" w:space="0" w:color="auto"/>
        <w:left w:val="none" w:sz="0" w:space="0" w:color="auto"/>
        <w:bottom w:val="none" w:sz="0" w:space="0" w:color="auto"/>
        <w:right w:val="none" w:sz="0" w:space="0" w:color="auto"/>
      </w:divBdr>
    </w:div>
    <w:div w:id="1390031705">
      <w:bodyDiv w:val="1"/>
      <w:marLeft w:val="0"/>
      <w:marRight w:val="0"/>
      <w:marTop w:val="0"/>
      <w:marBottom w:val="0"/>
      <w:divBdr>
        <w:top w:val="none" w:sz="0" w:space="0" w:color="auto"/>
        <w:left w:val="none" w:sz="0" w:space="0" w:color="auto"/>
        <w:bottom w:val="none" w:sz="0" w:space="0" w:color="auto"/>
        <w:right w:val="none" w:sz="0" w:space="0" w:color="auto"/>
      </w:divBdr>
    </w:div>
    <w:div w:id="1426152726">
      <w:bodyDiv w:val="1"/>
      <w:marLeft w:val="0"/>
      <w:marRight w:val="0"/>
      <w:marTop w:val="0"/>
      <w:marBottom w:val="0"/>
      <w:divBdr>
        <w:top w:val="none" w:sz="0" w:space="0" w:color="auto"/>
        <w:left w:val="none" w:sz="0" w:space="0" w:color="auto"/>
        <w:bottom w:val="none" w:sz="0" w:space="0" w:color="auto"/>
        <w:right w:val="none" w:sz="0" w:space="0" w:color="auto"/>
      </w:divBdr>
    </w:div>
    <w:div w:id="1484616234">
      <w:bodyDiv w:val="1"/>
      <w:marLeft w:val="0"/>
      <w:marRight w:val="0"/>
      <w:marTop w:val="0"/>
      <w:marBottom w:val="0"/>
      <w:divBdr>
        <w:top w:val="none" w:sz="0" w:space="0" w:color="auto"/>
        <w:left w:val="none" w:sz="0" w:space="0" w:color="auto"/>
        <w:bottom w:val="none" w:sz="0" w:space="0" w:color="auto"/>
        <w:right w:val="none" w:sz="0" w:space="0" w:color="auto"/>
      </w:divBdr>
    </w:div>
    <w:div w:id="1655915661">
      <w:bodyDiv w:val="1"/>
      <w:marLeft w:val="0"/>
      <w:marRight w:val="0"/>
      <w:marTop w:val="0"/>
      <w:marBottom w:val="0"/>
      <w:divBdr>
        <w:top w:val="none" w:sz="0" w:space="0" w:color="auto"/>
        <w:left w:val="none" w:sz="0" w:space="0" w:color="auto"/>
        <w:bottom w:val="none" w:sz="0" w:space="0" w:color="auto"/>
        <w:right w:val="none" w:sz="0" w:space="0" w:color="auto"/>
      </w:divBdr>
    </w:div>
    <w:div w:id="1703048536">
      <w:bodyDiv w:val="1"/>
      <w:marLeft w:val="0"/>
      <w:marRight w:val="0"/>
      <w:marTop w:val="0"/>
      <w:marBottom w:val="0"/>
      <w:divBdr>
        <w:top w:val="none" w:sz="0" w:space="0" w:color="auto"/>
        <w:left w:val="none" w:sz="0" w:space="0" w:color="auto"/>
        <w:bottom w:val="none" w:sz="0" w:space="0" w:color="auto"/>
        <w:right w:val="none" w:sz="0" w:space="0" w:color="auto"/>
      </w:divBdr>
    </w:div>
    <w:div w:id="1717242925">
      <w:bodyDiv w:val="1"/>
      <w:marLeft w:val="0"/>
      <w:marRight w:val="0"/>
      <w:marTop w:val="0"/>
      <w:marBottom w:val="0"/>
      <w:divBdr>
        <w:top w:val="none" w:sz="0" w:space="0" w:color="auto"/>
        <w:left w:val="none" w:sz="0" w:space="0" w:color="auto"/>
        <w:bottom w:val="none" w:sz="0" w:space="0" w:color="auto"/>
        <w:right w:val="none" w:sz="0" w:space="0" w:color="auto"/>
      </w:divBdr>
    </w:div>
    <w:div w:id="1823349249">
      <w:bodyDiv w:val="1"/>
      <w:marLeft w:val="0"/>
      <w:marRight w:val="0"/>
      <w:marTop w:val="0"/>
      <w:marBottom w:val="0"/>
      <w:divBdr>
        <w:top w:val="none" w:sz="0" w:space="0" w:color="auto"/>
        <w:left w:val="none" w:sz="0" w:space="0" w:color="auto"/>
        <w:bottom w:val="none" w:sz="0" w:space="0" w:color="auto"/>
        <w:right w:val="none" w:sz="0" w:space="0" w:color="auto"/>
      </w:divBdr>
    </w:div>
    <w:div w:id="1895850265">
      <w:bodyDiv w:val="1"/>
      <w:marLeft w:val="0"/>
      <w:marRight w:val="0"/>
      <w:marTop w:val="0"/>
      <w:marBottom w:val="0"/>
      <w:divBdr>
        <w:top w:val="none" w:sz="0" w:space="0" w:color="auto"/>
        <w:left w:val="none" w:sz="0" w:space="0" w:color="auto"/>
        <w:bottom w:val="none" w:sz="0" w:space="0" w:color="auto"/>
        <w:right w:val="none" w:sz="0" w:space="0" w:color="auto"/>
      </w:divBdr>
    </w:div>
    <w:div w:id="1989435580">
      <w:bodyDiv w:val="1"/>
      <w:marLeft w:val="0"/>
      <w:marRight w:val="0"/>
      <w:marTop w:val="0"/>
      <w:marBottom w:val="0"/>
      <w:divBdr>
        <w:top w:val="none" w:sz="0" w:space="0" w:color="auto"/>
        <w:left w:val="none" w:sz="0" w:space="0" w:color="auto"/>
        <w:bottom w:val="none" w:sz="0" w:space="0" w:color="auto"/>
        <w:right w:val="none" w:sz="0" w:space="0" w:color="auto"/>
      </w:divBdr>
    </w:div>
    <w:div w:id="1989703905">
      <w:bodyDiv w:val="1"/>
      <w:marLeft w:val="0"/>
      <w:marRight w:val="0"/>
      <w:marTop w:val="0"/>
      <w:marBottom w:val="0"/>
      <w:divBdr>
        <w:top w:val="none" w:sz="0" w:space="0" w:color="auto"/>
        <w:left w:val="none" w:sz="0" w:space="0" w:color="auto"/>
        <w:bottom w:val="none" w:sz="0" w:space="0" w:color="auto"/>
        <w:right w:val="none" w:sz="0" w:space="0" w:color="auto"/>
      </w:divBdr>
    </w:div>
    <w:div w:id="1990943155">
      <w:bodyDiv w:val="1"/>
      <w:marLeft w:val="0"/>
      <w:marRight w:val="0"/>
      <w:marTop w:val="0"/>
      <w:marBottom w:val="0"/>
      <w:divBdr>
        <w:top w:val="none" w:sz="0" w:space="0" w:color="auto"/>
        <w:left w:val="none" w:sz="0" w:space="0" w:color="auto"/>
        <w:bottom w:val="none" w:sz="0" w:space="0" w:color="auto"/>
        <w:right w:val="none" w:sz="0" w:space="0" w:color="auto"/>
      </w:divBdr>
      <w:divsChild>
        <w:div w:id="580991635">
          <w:marLeft w:val="0"/>
          <w:marRight w:val="0"/>
          <w:marTop w:val="0"/>
          <w:marBottom w:val="0"/>
          <w:divBdr>
            <w:top w:val="none" w:sz="0" w:space="0" w:color="auto"/>
            <w:left w:val="none" w:sz="0" w:space="0" w:color="auto"/>
            <w:bottom w:val="none" w:sz="0" w:space="0" w:color="auto"/>
            <w:right w:val="none" w:sz="0" w:space="0" w:color="auto"/>
          </w:divBdr>
          <w:divsChild>
            <w:div w:id="713041019">
              <w:marLeft w:val="0"/>
              <w:marRight w:val="0"/>
              <w:marTop w:val="0"/>
              <w:marBottom w:val="0"/>
              <w:divBdr>
                <w:top w:val="none" w:sz="0" w:space="0" w:color="auto"/>
                <w:left w:val="none" w:sz="0" w:space="0" w:color="auto"/>
                <w:bottom w:val="none" w:sz="0" w:space="0" w:color="auto"/>
                <w:right w:val="none" w:sz="0" w:space="0" w:color="auto"/>
              </w:divBdr>
            </w:div>
          </w:divsChild>
        </w:div>
        <w:div w:id="858198652">
          <w:marLeft w:val="0"/>
          <w:marRight w:val="0"/>
          <w:marTop w:val="0"/>
          <w:marBottom w:val="0"/>
          <w:divBdr>
            <w:top w:val="none" w:sz="0" w:space="0" w:color="auto"/>
            <w:left w:val="none" w:sz="0" w:space="0" w:color="auto"/>
            <w:bottom w:val="none" w:sz="0" w:space="0" w:color="auto"/>
            <w:right w:val="none" w:sz="0" w:space="0" w:color="auto"/>
          </w:divBdr>
          <w:divsChild>
            <w:div w:id="1439064285">
              <w:marLeft w:val="0"/>
              <w:marRight w:val="0"/>
              <w:marTop w:val="0"/>
              <w:marBottom w:val="0"/>
              <w:divBdr>
                <w:top w:val="none" w:sz="0" w:space="0" w:color="auto"/>
                <w:left w:val="none" w:sz="0" w:space="0" w:color="auto"/>
                <w:bottom w:val="none" w:sz="0" w:space="0" w:color="auto"/>
                <w:right w:val="none" w:sz="0" w:space="0" w:color="auto"/>
              </w:divBdr>
            </w:div>
          </w:divsChild>
        </w:div>
        <w:div w:id="1066344299">
          <w:marLeft w:val="0"/>
          <w:marRight w:val="0"/>
          <w:marTop w:val="0"/>
          <w:marBottom w:val="0"/>
          <w:divBdr>
            <w:top w:val="none" w:sz="0" w:space="0" w:color="auto"/>
            <w:left w:val="none" w:sz="0" w:space="0" w:color="auto"/>
            <w:bottom w:val="none" w:sz="0" w:space="0" w:color="auto"/>
            <w:right w:val="none" w:sz="0" w:space="0" w:color="auto"/>
          </w:divBdr>
          <w:divsChild>
            <w:div w:id="1052464626">
              <w:marLeft w:val="0"/>
              <w:marRight w:val="0"/>
              <w:marTop w:val="0"/>
              <w:marBottom w:val="0"/>
              <w:divBdr>
                <w:top w:val="none" w:sz="0" w:space="0" w:color="auto"/>
                <w:left w:val="none" w:sz="0" w:space="0" w:color="auto"/>
                <w:bottom w:val="none" w:sz="0" w:space="0" w:color="auto"/>
                <w:right w:val="none" w:sz="0" w:space="0" w:color="auto"/>
              </w:divBdr>
            </w:div>
          </w:divsChild>
        </w:div>
        <w:div w:id="1844860687">
          <w:marLeft w:val="0"/>
          <w:marRight w:val="0"/>
          <w:marTop w:val="0"/>
          <w:marBottom w:val="0"/>
          <w:divBdr>
            <w:top w:val="none" w:sz="0" w:space="0" w:color="auto"/>
            <w:left w:val="none" w:sz="0" w:space="0" w:color="auto"/>
            <w:bottom w:val="none" w:sz="0" w:space="0" w:color="auto"/>
            <w:right w:val="none" w:sz="0" w:space="0" w:color="auto"/>
          </w:divBdr>
          <w:divsChild>
            <w:div w:id="761073925">
              <w:marLeft w:val="0"/>
              <w:marRight w:val="0"/>
              <w:marTop w:val="0"/>
              <w:marBottom w:val="0"/>
              <w:divBdr>
                <w:top w:val="none" w:sz="0" w:space="0" w:color="auto"/>
                <w:left w:val="none" w:sz="0" w:space="0" w:color="auto"/>
                <w:bottom w:val="none" w:sz="0" w:space="0" w:color="auto"/>
                <w:right w:val="none" w:sz="0" w:space="0" w:color="auto"/>
              </w:divBdr>
            </w:div>
          </w:divsChild>
        </w:div>
        <w:div w:id="1874801145">
          <w:marLeft w:val="0"/>
          <w:marRight w:val="0"/>
          <w:marTop w:val="0"/>
          <w:marBottom w:val="0"/>
          <w:divBdr>
            <w:top w:val="none" w:sz="0" w:space="0" w:color="auto"/>
            <w:left w:val="none" w:sz="0" w:space="0" w:color="auto"/>
            <w:bottom w:val="none" w:sz="0" w:space="0" w:color="auto"/>
            <w:right w:val="none" w:sz="0" w:space="0" w:color="auto"/>
          </w:divBdr>
          <w:divsChild>
            <w:div w:id="105665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78613">
      <w:bodyDiv w:val="1"/>
      <w:marLeft w:val="0"/>
      <w:marRight w:val="0"/>
      <w:marTop w:val="0"/>
      <w:marBottom w:val="0"/>
      <w:divBdr>
        <w:top w:val="none" w:sz="0" w:space="0" w:color="auto"/>
        <w:left w:val="none" w:sz="0" w:space="0" w:color="auto"/>
        <w:bottom w:val="none" w:sz="0" w:space="0" w:color="auto"/>
        <w:right w:val="none" w:sz="0" w:space="0" w:color="auto"/>
      </w:divBdr>
      <w:divsChild>
        <w:div w:id="1357392985">
          <w:marLeft w:val="0"/>
          <w:marRight w:val="0"/>
          <w:marTop w:val="0"/>
          <w:marBottom w:val="0"/>
          <w:divBdr>
            <w:top w:val="none" w:sz="0" w:space="0" w:color="auto"/>
            <w:left w:val="none" w:sz="0" w:space="0" w:color="auto"/>
            <w:bottom w:val="none" w:sz="0" w:space="0" w:color="auto"/>
            <w:right w:val="none" w:sz="0" w:space="0" w:color="auto"/>
          </w:divBdr>
        </w:div>
      </w:divsChild>
    </w:div>
    <w:div w:id="2026470507">
      <w:bodyDiv w:val="1"/>
      <w:marLeft w:val="0"/>
      <w:marRight w:val="0"/>
      <w:marTop w:val="0"/>
      <w:marBottom w:val="0"/>
      <w:divBdr>
        <w:top w:val="none" w:sz="0" w:space="0" w:color="auto"/>
        <w:left w:val="none" w:sz="0" w:space="0" w:color="auto"/>
        <w:bottom w:val="none" w:sz="0" w:space="0" w:color="auto"/>
        <w:right w:val="none" w:sz="0" w:space="0" w:color="auto"/>
      </w:divBdr>
    </w:div>
    <w:div w:id="2041474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3.jpeg"/><Relationship Id="rId13" Type="http://schemas.openxmlformats.org/officeDocument/2006/relationships/header" Target="header3.xml"/><Relationship Id="rId18" Type="http://schemas.openxmlformats.org/officeDocument/2006/relationships/hyperlink" Target="https://www.ruijie.com/support"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mailto:EBGITSC@ruijie.com.cn"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ruijie.com"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community.ruijie.com"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14.jpeg"/><Relationship Id="rId23" Type="http://schemas.openxmlformats.org/officeDocument/2006/relationships/hyperlink" Target="mailto:doc@ruijie.com.cn" TargetMode="External"/><Relationship Id="rId28"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s://caseportal.ruijie.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ruijie.com/rita" TargetMode="External"/><Relationship Id="rId27" Type="http://schemas.openxmlformats.org/officeDocument/2006/relationships/footer" Target="footer6.xm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36164;&#26009;&#24320;&#21457;\GMO\01-&#20844;&#20849;\02-&#26679;&#24335;&#27169;&#26495;\word&#26679;&#24335;&#33521;&#25991;&#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14B7B-458A-40F5-9EEF-75FDF66F1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word样式英文模板.dotx</Template>
  <TotalTime>2</TotalTime>
  <Pages>15</Pages>
  <Words>2437</Words>
  <Characters>13894</Characters>
  <Application>Microsoft Office Word</Application>
  <DocSecurity>0</DocSecurity>
  <PresentationFormat/>
  <Lines>115</Lines>
  <Paragraphs>32</Paragraphs>
  <Slides>0</Slides>
  <Notes>0</Notes>
  <HiddenSlides>0</HiddenSlides>
  <MMClips>0</MMClips>
  <ScaleCrop>false</ScaleCrop>
  <Manager/>
  <Company>ruijie</Company>
  <LinksUpToDate>false</LinksUpToDate>
  <CharactersWithSpaces>16299</CharactersWithSpaces>
  <SharedDoc>false</SharedDoc>
  <HLinks>
    <vt:vector size="84" baseType="variant">
      <vt:variant>
        <vt:i4>1048628</vt:i4>
      </vt:variant>
      <vt:variant>
        <vt:i4>68</vt:i4>
      </vt:variant>
      <vt:variant>
        <vt:i4>0</vt:i4>
      </vt:variant>
      <vt:variant>
        <vt:i4>5</vt:i4>
      </vt:variant>
      <vt:variant>
        <vt:lpwstr/>
      </vt:variant>
      <vt:variant>
        <vt:lpwstr>_Toc163055340</vt:lpwstr>
      </vt:variant>
      <vt:variant>
        <vt:i4>1507380</vt:i4>
      </vt:variant>
      <vt:variant>
        <vt:i4>62</vt:i4>
      </vt:variant>
      <vt:variant>
        <vt:i4>0</vt:i4>
      </vt:variant>
      <vt:variant>
        <vt:i4>5</vt:i4>
      </vt:variant>
      <vt:variant>
        <vt:lpwstr/>
      </vt:variant>
      <vt:variant>
        <vt:lpwstr>_Toc163055339</vt:lpwstr>
      </vt:variant>
      <vt:variant>
        <vt:i4>1507380</vt:i4>
      </vt:variant>
      <vt:variant>
        <vt:i4>56</vt:i4>
      </vt:variant>
      <vt:variant>
        <vt:i4>0</vt:i4>
      </vt:variant>
      <vt:variant>
        <vt:i4>5</vt:i4>
      </vt:variant>
      <vt:variant>
        <vt:lpwstr/>
      </vt:variant>
      <vt:variant>
        <vt:lpwstr>_Toc163055338</vt:lpwstr>
      </vt:variant>
      <vt:variant>
        <vt:i4>1507380</vt:i4>
      </vt:variant>
      <vt:variant>
        <vt:i4>50</vt:i4>
      </vt:variant>
      <vt:variant>
        <vt:i4>0</vt:i4>
      </vt:variant>
      <vt:variant>
        <vt:i4>5</vt:i4>
      </vt:variant>
      <vt:variant>
        <vt:lpwstr/>
      </vt:variant>
      <vt:variant>
        <vt:lpwstr>_Toc163055337</vt:lpwstr>
      </vt:variant>
      <vt:variant>
        <vt:i4>1507380</vt:i4>
      </vt:variant>
      <vt:variant>
        <vt:i4>44</vt:i4>
      </vt:variant>
      <vt:variant>
        <vt:i4>0</vt:i4>
      </vt:variant>
      <vt:variant>
        <vt:i4>5</vt:i4>
      </vt:variant>
      <vt:variant>
        <vt:lpwstr/>
      </vt:variant>
      <vt:variant>
        <vt:lpwstr>_Toc163055336</vt:lpwstr>
      </vt:variant>
      <vt:variant>
        <vt:i4>1507380</vt:i4>
      </vt:variant>
      <vt:variant>
        <vt:i4>38</vt:i4>
      </vt:variant>
      <vt:variant>
        <vt:i4>0</vt:i4>
      </vt:variant>
      <vt:variant>
        <vt:i4>5</vt:i4>
      </vt:variant>
      <vt:variant>
        <vt:lpwstr/>
      </vt:variant>
      <vt:variant>
        <vt:lpwstr>_Toc163055335</vt:lpwstr>
      </vt:variant>
      <vt:variant>
        <vt:i4>1507380</vt:i4>
      </vt:variant>
      <vt:variant>
        <vt:i4>32</vt:i4>
      </vt:variant>
      <vt:variant>
        <vt:i4>0</vt:i4>
      </vt:variant>
      <vt:variant>
        <vt:i4>5</vt:i4>
      </vt:variant>
      <vt:variant>
        <vt:lpwstr/>
      </vt:variant>
      <vt:variant>
        <vt:lpwstr>_Toc163055334</vt:lpwstr>
      </vt:variant>
      <vt:variant>
        <vt:i4>1507380</vt:i4>
      </vt:variant>
      <vt:variant>
        <vt:i4>26</vt:i4>
      </vt:variant>
      <vt:variant>
        <vt:i4>0</vt:i4>
      </vt:variant>
      <vt:variant>
        <vt:i4>5</vt:i4>
      </vt:variant>
      <vt:variant>
        <vt:lpwstr/>
      </vt:variant>
      <vt:variant>
        <vt:lpwstr>_Toc163055333</vt:lpwstr>
      </vt:variant>
      <vt:variant>
        <vt:i4>2687019</vt:i4>
      </vt:variant>
      <vt:variant>
        <vt:i4>21</vt:i4>
      </vt:variant>
      <vt:variant>
        <vt:i4>0</vt:i4>
      </vt:variant>
      <vt:variant>
        <vt:i4>5</vt:i4>
      </vt:variant>
      <vt:variant>
        <vt:lpwstr>https://www.ruijienetworks.com/rita</vt:lpwstr>
      </vt:variant>
      <vt:variant>
        <vt:lpwstr/>
      </vt:variant>
      <vt:variant>
        <vt:i4>3801122</vt:i4>
      </vt:variant>
      <vt:variant>
        <vt:i4>18</vt:i4>
      </vt:variant>
      <vt:variant>
        <vt:i4>0</vt:i4>
      </vt:variant>
      <vt:variant>
        <vt:i4>5</vt:i4>
      </vt:variant>
      <vt:variant>
        <vt:lpwstr>mailto:service_rj@ruijienetworks.com</vt:lpwstr>
      </vt:variant>
      <vt:variant>
        <vt:lpwstr/>
      </vt:variant>
      <vt:variant>
        <vt:i4>4194310</vt:i4>
      </vt:variant>
      <vt:variant>
        <vt:i4>15</vt:i4>
      </vt:variant>
      <vt:variant>
        <vt:i4>0</vt:i4>
      </vt:variant>
      <vt:variant>
        <vt:i4>5</vt:i4>
      </vt:variant>
      <vt:variant>
        <vt:lpwstr>https://community.ruijienetworks.com/</vt:lpwstr>
      </vt:variant>
      <vt:variant>
        <vt:lpwstr/>
      </vt:variant>
      <vt:variant>
        <vt:i4>6291578</vt:i4>
      </vt:variant>
      <vt:variant>
        <vt:i4>12</vt:i4>
      </vt:variant>
      <vt:variant>
        <vt:i4>0</vt:i4>
      </vt:variant>
      <vt:variant>
        <vt:i4>5</vt:i4>
      </vt:variant>
      <vt:variant>
        <vt:lpwstr>https://caseportal.ruijienetworks.com/</vt:lpwstr>
      </vt:variant>
      <vt:variant>
        <vt:lpwstr/>
      </vt:variant>
      <vt:variant>
        <vt:i4>7209013</vt:i4>
      </vt:variant>
      <vt:variant>
        <vt:i4>9</vt:i4>
      </vt:variant>
      <vt:variant>
        <vt:i4>0</vt:i4>
      </vt:variant>
      <vt:variant>
        <vt:i4>5</vt:i4>
      </vt:variant>
      <vt:variant>
        <vt:lpwstr>https://ruijienetworks.com/support</vt:lpwstr>
      </vt:variant>
      <vt:variant>
        <vt:lpwstr/>
      </vt:variant>
      <vt:variant>
        <vt:i4>3080301</vt:i4>
      </vt:variant>
      <vt:variant>
        <vt:i4>6</vt:i4>
      </vt:variant>
      <vt:variant>
        <vt:i4>0</vt:i4>
      </vt:variant>
      <vt:variant>
        <vt:i4>5</vt:i4>
      </vt:variant>
      <vt:variant>
        <vt:lpwstr>https://www.ruijienetworks.com/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Windows 用户</cp:lastModifiedBy>
  <cp:revision>20</cp:revision>
  <dcterms:created xsi:type="dcterms:W3CDTF">2025-12-03T06:44:00Z</dcterms:created>
  <dcterms:modified xsi:type="dcterms:W3CDTF">2025-12-03T07:09:00Z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6C6583C455194DDC93F5DA9045F7AE8F</vt:lpwstr>
  </property>
</Properties>
</file>